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09"/>
      </w:tblGrid>
      <w:tr w:rsidR="009C5C1A" w14:paraId="1241E774" w14:textId="77777777" w:rsidTr="0079638F">
        <w:trPr>
          <w:trHeight w:val="283"/>
        </w:trPr>
        <w:tc>
          <w:tcPr>
            <w:tcW w:w="1985" w:type="dxa"/>
            <w:hideMark/>
          </w:tcPr>
          <w:p w14:paraId="042AA781" w14:textId="1ACF3DE2" w:rsidR="009C5C1A" w:rsidRDefault="009C5C1A">
            <w:pPr>
              <w:pStyle w:val="Randtitel"/>
            </w:pPr>
            <w:r>
              <w:t>Submission</w:t>
            </w:r>
          </w:p>
        </w:tc>
        <w:tc>
          <w:tcPr>
            <w:tcW w:w="8509" w:type="dxa"/>
            <w:hideMark/>
          </w:tcPr>
          <w:p w14:paraId="7368B057" w14:textId="17D2DEED" w:rsidR="009C5C1A" w:rsidRDefault="00496D27" w:rsidP="00331FD0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>
              <w:rPr>
                <w:rStyle w:val="Grundtextfett"/>
                <w:color w:val="00B0F0"/>
              </w:rPr>
              <w:t xml:space="preserve">Submission </w:t>
            </w:r>
            <w:r w:rsidR="006D4EA8">
              <w:rPr>
                <w:rStyle w:val="Grundtextfett"/>
                <w:color w:val="00B0F0"/>
              </w:rPr>
              <w:t xml:space="preserve">im </w:t>
            </w:r>
            <w:r w:rsidR="00245B0C">
              <w:rPr>
                <w:rStyle w:val="Grundtextfett"/>
                <w:color w:val="00B0F0"/>
              </w:rPr>
              <w:t>selektiven</w:t>
            </w:r>
            <w:r w:rsidR="006D4EA8">
              <w:rPr>
                <w:rStyle w:val="Grundtextfett"/>
                <w:color w:val="00B0F0"/>
              </w:rPr>
              <w:t xml:space="preserve"> Verfahren</w:t>
            </w:r>
          </w:p>
        </w:tc>
      </w:tr>
      <w:tr w:rsidR="009C5C1A" w14:paraId="0AC1E6C0" w14:textId="77777777" w:rsidTr="0079638F">
        <w:trPr>
          <w:trHeight w:val="702"/>
        </w:trPr>
        <w:tc>
          <w:tcPr>
            <w:tcW w:w="1985" w:type="dxa"/>
            <w:hideMark/>
          </w:tcPr>
          <w:p w14:paraId="05590BB6" w14:textId="77777777" w:rsidR="009C5C1A" w:rsidRDefault="009C5C1A">
            <w:pPr>
              <w:pStyle w:val="Randtitel"/>
            </w:pPr>
            <w:r>
              <w:t>Bauvorhaben</w:t>
            </w:r>
          </w:p>
        </w:tc>
        <w:tc>
          <w:tcPr>
            <w:tcW w:w="8509" w:type="dxa"/>
            <w:hideMark/>
          </w:tcPr>
          <w:p w14:paraId="4422EBEE" w14:textId="5EDD5916" w:rsidR="009C5C1A" w:rsidRDefault="00C73839" w:rsidP="005526CC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Rahmenvertrag QS</w:t>
            </w:r>
          </w:p>
        </w:tc>
      </w:tr>
      <w:tr w:rsidR="009C5C1A" w14:paraId="64198E88" w14:textId="77777777" w:rsidTr="0079638F">
        <w:trPr>
          <w:trHeight w:val="1102"/>
        </w:trPr>
        <w:tc>
          <w:tcPr>
            <w:tcW w:w="1985" w:type="dxa"/>
          </w:tcPr>
          <w:p w14:paraId="4BBE0CB2" w14:textId="77777777" w:rsidR="009C5C1A" w:rsidRDefault="009C5C1A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lang w:eastAsia="en-US"/>
              </w:rPr>
            </w:pPr>
          </w:p>
          <w:p w14:paraId="54F9E44D" w14:textId="77777777" w:rsidR="009C5C1A" w:rsidRDefault="009C5C1A" w:rsidP="009C5C1A">
            <w:pPr>
              <w:pStyle w:val="berschrift4"/>
              <w:spacing w:line="240" w:lineRule="auto"/>
              <w:rPr>
                <w:szCs w:val="21"/>
              </w:rPr>
            </w:pPr>
          </w:p>
        </w:tc>
        <w:tc>
          <w:tcPr>
            <w:tcW w:w="8509" w:type="dxa"/>
            <w:hideMark/>
          </w:tcPr>
          <w:p w14:paraId="11B83D6F" w14:textId="03913233" w:rsidR="009C5C1A" w:rsidRPr="009C5C1A" w:rsidRDefault="00F04A52" w:rsidP="009C5C1A">
            <w:pPr>
              <w:pStyle w:val="berschrift4"/>
              <w:spacing w:line="240" w:lineRule="auto"/>
              <w:rPr>
                <w:rStyle w:val="Grundtextfett"/>
                <w:sz w:val="36"/>
                <w:szCs w:val="36"/>
              </w:rPr>
            </w:pPr>
            <w:proofErr w:type="spellStart"/>
            <w:r>
              <w:rPr>
                <w:rStyle w:val="Grundtextfett"/>
                <w:sz w:val="36"/>
                <w:szCs w:val="36"/>
              </w:rPr>
              <w:t>AnbieterIn</w:t>
            </w:r>
            <w:proofErr w:type="spellEnd"/>
            <w:r>
              <w:rPr>
                <w:rStyle w:val="Grundtextfett"/>
                <w:sz w:val="36"/>
                <w:szCs w:val="36"/>
              </w:rPr>
              <w:t xml:space="preserve">: </w:t>
            </w:r>
            <w:r w:rsidR="009C5C1A" w:rsidRPr="009C5C1A">
              <w:rPr>
                <w:rStyle w:val="Grundtextfett"/>
                <w:rFonts w:eastAsia="Times New Roman" w:cs="Arial"/>
                <w:bCs w:val="0"/>
                <w:iCs w:val="0"/>
                <w:color w:val="00B0F0"/>
                <w:sz w:val="36"/>
                <w:szCs w:val="36"/>
              </w:rPr>
              <w:t>QS-</w:t>
            </w:r>
            <w:r w:rsidR="00E02B38">
              <w:rPr>
                <w:rStyle w:val="Grundtextfett"/>
                <w:rFonts w:eastAsia="Times New Roman" w:cs="Arial"/>
                <w:bCs w:val="0"/>
                <w:iCs w:val="0"/>
                <w:color w:val="00B0F0"/>
                <w:sz w:val="36"/>
                <w:szCs w:val="36"/>
              </w:rPr>
              <w:t>F</w:t>
            </w:r>
            <w:r w:rsidR="00E02B38">
              <w:rPr>
                <w:rStyle w:val="Grundtextfett"/>
                <w:rFonts w:eastAsia="Times New Roman" w:cs="Arial"/>
                <w:color w:val="00B0F0"/>
                <w:sz w:val="36"/>
                <w:szCs w:val="36"/>
              </w:rPr>
              <w:t>ach</w:t>
            </w:r>
            <w:r w:rsidR="00B01B62">
              <w:rPr>
                <w:rStyle w:val="Grundtextfett"/>
                <w:rFonts w:eastAsia="Times New Roman" w:cs="Arial"/>
                <w:color w:val="00B0F0"/>
                <w:sz w:val="36"/>
                <w:szCs w:val="36"/>
              </w:rPr>
              <w:t>planer- und S</w:t>
            </w:r>
            <w:r w:rsidR="00E02B38">
              <w:rPr>
                <w:rStyle w:val="Grundtextfett"/>
                <w:rFonts w:eastAsia="Times New Roman" w:cs="Arial"/>
                <w:color w:val="00B0F0"/>
                <w:sz w:val="36"/>
                <w:szCs w:val="36"/>
              </w:rPr>
              <w:t>pezialisten-Team</w:t>
            </w:r>
          </w:p>
        </w:tc>
      </w:tr>
      <w:tr w:rsidR="00E02B38" w14:paraId="094DA830" w14:textId="77777777" w:rsidTr="0079638F">
        <w:trPr>
          <w:trHeight w:val="6550"/>
        </w:trPr>
        <w:tc>
          <w:tcPr>
            <w:tcW w:w="1985" w:type="dxa"/>
            <w:hideMark/>
          </w:tcPr>
          <w:p w14:paraId="36DB8500" w14:textId="063C88C3" w:rsidR="00E02B38" w:rsidRDefault="00E02B38" w:rsidP="00E02B38">
            <w:pPr>
              <w:pStyle w:val="Randtitel"/>
              <w:spacing w:line="180" w:lineRule="exact"/>
            </w:pPr>
            <w:r>
              <w:t>Fachspezialisten</w:t>
            </w:r>
          </w:p>
          <w:p w14:paraId="4BDA1C8F" w14:textId="77777777" w:rsidR="00E02B38" w:rsidRDefault="00E02B38" w:rsidP="00E02B38">
            <w:pPr>
              <w:pStyle w:val="Randtitel"/>
              <w:spacing w:line="180" w:lineRule="exact"/>
            </w:pPr>
          </w:p>
          <w:p w14:paraId="086841C0" w14:textId="77777777" w:rsidR="00E02B38" w:rsidRDefault="00E02B38" w:rsidP="00E02B38">
            <w:pPr>
              <w:pStyle w:val="Randtitel"/>
              <w:spacing w:line="180" w:lineRule="exact"/>
            </w:pPr>
          </w:p>
          <w:p w14:paraId="7F512139" w14:textId="77777777" w:rsidR="0079638F" w:rsidRDefault="0079638F" w:rsidP="00E02B38">
            <w:pPr>
              <w:pStyle w:val="Randtitel"/>
              <w:spacing w:line="180" w:lineRule="exact"/>
            </w:pPr>
          </w:p>
          <w:p w14:paraId="1E0AB8C7" w14:textId="77777777" w:rsidR="0079638F" w:rsidRDefault="0079638F" w:rsidP="00E02B38">
            <w:pPr>
              <w:pStyle w:val="Randtitel"/>
              <w:spacing w:line="180" w:lineRule="exact"/>
            </w:pPr>
          </w:p>
          <w:p w14:paraId="21FCDECE" w14:textId="77777777" w:rsidR="0079638F" w:rsidRDefault="0079638F" w:rsidP="00E02B38">
            <w:pPr>
              <w:pStyle w:val="Randtitel"/>
              <w:spacing w:line="180" w:lineRule="exact"/>
            </w:pPr>
          </w:p>
          <w:p w14:paraId="146E9FC8" w14:textId="77777777" w:rsidR="0079638F" w:rsidRDefault="0079638F" w:rsidP="00E02B38">
            <w:pPr>
              <w:pStyle w:val="Randtitel"/>
              <w:spacing w:line="180" w:lineRule="exact"/>
            </w:pPr>
          </w:p>
          <w:p w14:paraId="5325ADCF" w14:textId="77777777" w:rsidR="0079638F" w:rsidRDefault="0079638F" w:rsidP="00E02B38">
            <w:pPr>
              <w:pStyle w:val="Randtitel"/>
              <w:spacing w:line="180" w:lineRule="exact"/>
            </w:pPr>
          </w:p>
          <w:p w14:paraId="267D9B58" w14:textId="77777777" w:rsidR="0079638F" w:rsidRDefault="0079638F" w:rsidP="00E02B38">
            <w:pPr>
              <w:pStyle w:val="Randtitel"/>
              <w:spacing w:line="180" w:lineRule="exact"/>
            </w:pPr>
          </w:p>
          <w:p w14:paraId="67AEE9C5" w14:textId="77777777" w:rsidR="0079638F" w:rsidRDefault="0079638F" w:rsidP="00E02B38">
            <w:pPr>
              <w:pStyle w:val="Randtitel"/>
              <w:spacing w:line="180" w:lineRule="exact"/>
            </w:pPr>
          </w:p>
          <w:p w14:paraId="26DD8578" w14:textId="77777777" w:rsidR="0079638F" w:rsidRDefault="0079638F" w:rsidP="00E02B38">
            <w:pPr>
              <w:pStyle w:val="Randtitel"/>
              <w:spacing w:line="180" w:lineRule="exact"/>
            </w:pPr>
          </w:p>
          <w:p w14:paraId="33A68D37" w14:textId="77777777" w:rsidR="00E02B38" w:rsidRDefault="00E02B38" w:rsidP="00E02B38">
            <w:pPr>
              <w:pStyle w:val="Randtitel"/>
              <w:spacing w:line="180" w:lineRule="exact"/>
            </w:pPr>
          </w:p>
          <w:p w14:paraId="03B68230" w14:textId="77777777" w:rsidR="00E02B38" w:rsidRDefault="00E02B38" w:rsidP="00E02B38">
            <w:pPr>
              <w:pStyle w:val="Randtitel"/>
              <w:spacing w:line="180" w:lineRule="exact"/>
            </w:pPr>
          </w:p>
          <w:p w14:paraId="0A00DA46" w14:textId="77777777" w:rsidR="00E02B38" w:rsidRDefault="00E02B38" w:rsidP="00E02B38">
            <w:pPr>
              <w:pStyle w:val="Randtitel"/>
              <w:spacing w:line="180" w:lineRule="exact"/>
            </w:pPr>
          </w:p>
          <w:p w14:paraId="03090A99" w14:textId="77777777" w:rsidR="00E02B38" w:rsidRDefault="00E02B38" w:rsidP="00E02B38">
            <w:pPr>
              <w:pStyle w:val="Randtitel"/>
              <w:spacing w:line="180" w:lineRule="exact"/>
            </w:pPr>
          </w:p>
          <w:p w14:paraId="460DE05D" w14:textId="77777777" w:rsidR="00E02B38" w:rsidRDefault="00E02B38" w:rsidP="00E02B38">
            <w:pPr>
              <w:pStyle w:val="Randtitel"/>
              <w:spacing w:line="180" w:lineRule="exact"/>
            </w:pPr>
          </w:p>
          <w:p w14:paraId="4DCC2B58" w14:textId="77777777" w:rsidR="00E02B38" w:rsidRDefault="00E02B38" w:rsidP="0079638F">
            <w:pPr>
              <w:pStyle w:val="Randtitel"/>
              <w:spacing w:line="180" w:lineRule="exact"/>
              <w:jc w:val="center"/>
            </w:pPr>
          </w:p>
          <w:p w14:paraId="7A6162E5" w14:textId="77777777" w:rsidR="0079638F" w:rsidRDefault="0079638F" w:rsidP="0079638F">
            <w:pPr>
              <w:pStyle w:val="Randtitel"/>
              <w:spacing w:line="180" w:lineRule="exact"/>
              <w:jc w:val="center"/>
            </w:pPr>
          </w:p>
          <w:p w14:paraId="05B7D8EA" w14:textId="77777777" w:rsidR="00E02B38" w:rsidRDefault="00E02B38" w:rsidP="0079638F">
            <w:pPr>
              <w:pStyle w:val="Randtitel"/>
              <w:spacing w:line="180" w:lineRule="exact"/>
              <w:jc w:val="left"/>
            </w:pPr>
          </w:p>
          <w:p w14:paraId="1A369306" w14:textId="77777777" w:rsidR="0079638F" w:rsidRDefault="0079638F" w:rsidP="0079638F">
            <w:pPr>
              <w:pStyle w:val="Randtitel"/>
              <w:spacing w:line="180" w:lineRule="exact"/>
              <w:jc w:val="left"/>
            </w:pPr>
          </w:p>
          <w:p w14:paraId="674FB987" w14:textId="77777777" w:rsidR="0079638F" w:rsidRDefault="0079638F" w:rsidP="0079638F">
            <w:pPr>
              <w:pStyle w:val="Randtitel"/>
              <w:spacing w:line="180" w:lineRule="exact"/>
              <w:jc w:val="left"/>
            </w:pPr>
          </w:p>
          <w:p w14:paraId="7142BFA6" w14:textId="77777777" w:rsidR="00E02B38" w:rsidRDefault="00E02B38" w:rsidP="00E02B38">
            <w:pPr>
              <w:pStyle w:val="Randtitel"/>
              <w:spacing w:line="180" w:lineRule="exact"/>
            </w:pPr>
          </w:p>
          <w:p w14:paraId="55BB0AF7" w14:textId="77777777" w:rsidR="0079638F" w:rsidRDefault="0079638F" w:rsidP="0079638F">
            <w:pPr>
              <w:pStyle w:val="Randtitel"/>
              <w:spacing w:line="180" w:lineRule="exact"/>
            </w:pPr>
            <w:r>
              <w:t>Weitere Fachspezialisten</w:t>
            </w:r>
          </w:p>
          <w:p w14:paraId="48C7495A" w14:textId="77777777" w:rsidR="00E02B38" w:rsidRDefault="00E02B38" w:rsidP="00E02B38">
            <w:pPr>
              <w:pStyle w:val="Randtitel"/>
              <w:spacing w:line="180" w:lineRule="exact"/>
              <w:jc w:val="center"/>
            </w:pPr>
          </w:p>
          <w:p w14:paraId="37BD9FDA" w14:textId="77777777" w:rsidR="00E02B38" w:rsidRDefault="00E02B38" w:rsidP="00E02B38">
            <w:pPr>
              <w:pStyle w:val="Randtitel"/>
              <w:spacing w:line="180" w:lineRule="exact"/>
              <w:jc w:val="center"/>
            </w:pPr>
          </w:p>
          <w:p w14:paraId="434C3802" w14:textId="77777777" w:rsidR="00E02B38" w:rsidRDefault="00E02B38" w:rsidP="00E02B38">
            <w:pPr>
              <w:pStyle w:val="Randtitel"/>
              <w:spacing w:line="180" w:lineRule="exact"/>
            </w:pPr>
          </w:p>
          <w:p w14:paraId="49161751" w14:textId="77777777" w:rsidR="00E02B38" w:rsidRDefault="00E02B38" w:rsidP="00E02B38">
            <w:pPr>
              <w:pStyle w:val="Randtitel"/>
              <w:spacing w:line="180" w:lineRule="exact"/>
            </w:pPr>
          </w:p>
          <w:p w14:paraId="16E6309A" w14:textId="77777777" w:rsidR="00E02B38" w:rsidRDefault="00E02B38" w:rsidP="0079638F">
            <w:pPr>
              <w:pStyle w:val="Randtitel"/>
              <w:spacing w:line="180" w:lineRule="exact"/>
              <w:jc w:val="left"/>
            </w:pPr>
          </w:p>
          <w:p w14:paraId="037014CC" w14:textId="77777777" w:rsidR="00E02B38" w:rsidRDefault="00E02B38">
            <w:pPr>
              <w:pStyle w:val="Randtitel"/>
              <w:spacing w:line="180" w:lineRule="exact"/>
            </w:pPr>
          </w:p>
          <w:p w14:paraId="4452EBDD" w14:textId="77777777" w:rsidR="00E02B38" w:rsidRDefault="00E02B38">
            <w:pPr>
              <w:pStyle w:val="Randtitel"/>
              <w:spacing w:line="180" w:lineRule="exact"/>
            </w:pPr>
          </w:p>
          <w:p w14:paraId="7CCCD3B6" w14:textId="77777777" w:rsidR="00E02B38" w:rsidRDefault="00E02B38">
            <w:pPr>
              <w:pStyle w:val="Randtitel"/>
              <w:spacing w:line="180" w:lineRule="exact"/>
            </w:pPr>
          </w:p>
          <w:p w14:paraId="13588451" w14:textId="77777777" w:rsidR="00E02B38" w:rsidRDefault="00E02B38">
            <w:pPr>
              <w:pStyle w:val="Randtitel"/>
              <w:spacing w:line="180" w:lineRule="exact"/>
            </w:pPr>
          </w:p>
          <w:p w14:paraId="2A821F5B" w14:textId="77777777" w:rsidR="00E02B38" w:rsidRDefault="00E02B38">
            <w:pPr>
              <w:pStyle w:val="Randtitel"/>
              <w:spacing w:line="180" w:lineRule="exact"/>
            </w:pPr>
          </w:p>
          <w:p w14:paraId="735AD6B3" w14:textId="77777777" w:rsidR="00E02B38" w:rsidRDefault="00E02B38">
            <w:pPr>
              <w:pStyle w:val="Randtitel"/>
              <w:spacing w:line="180" w:lineRule="exact"/>
            </w:pPr>
          </w:p>
          <w:p w14:paraId="1E8A1A5C" w14:textId="77777777" w:rsidR="00E02B38" w:rsidRDefault="00E02B38">
            <w:pPr>
              <w:pStyle w:val="Randtitel"/>
              <w:spacing w:line="180" w:lineRule="exact"/>
            </w:pPr>
          </w:p>
          <w:p w14:paraId="437DF4FC" w14:textId="77777777" w:rsidR="00E02B38" w:rsidRDefault="00E02B38" w:rsidP="007E0BC4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nil"/>
              <w:left w:val="nil"/>
              <w:right w:val="nil"/>
            </w:tcBorders>
            <w:hideMark/>
          </w:tcPr>
          <w:p w14:paraId="062276D0" w14:textId="28BF3952" w:rsidR="00E02B38" w:rsidRPr="0079638F" w:rsidRDefault="00E02B38" w:rsidP="0079638F">
            <w:pPr>
              <w:pStyle w:val="berschrift4"/>
              <w:rPr>
                <w:rStyle w:val="Grundtextfett"/>
                <w:rFonts w:ascii="Arial" w:hAnsi="Arial" w:cs="Arial"/>
                <w:sz w:val="16"/>
                <w:szCs w:val="16"/>
              </w:rPr>
            </w:pPr>
            <w:r w:rsidRPr="0079638F">
              <w:rPr>
                <w:rStyle w:val="Grundtextfett"/>
                <w:rFonts w:ascii="Arial" w:hAnsi="Arial" w:cs="Arial"/>
                <w:sz w:val="16"/>
                <w:szCs w:val="16"/>
              </w:rPr>
              <w:t>Der Anbieter hat im Rahmen des vorliegenden Submissionsverfahrens ein Team zusammenzustellen, welches mindestens folgende Leistungen erbringt:</w:t>
            </w:r>
          </w:p>
          <w:p w14:paraId="0B5E6AF9" w14:textId="77777777" w:rsidR="0079638F" w:rsidRPr="00E02B38" w:rsidRDefault="0079638F" w:rsidP="00E02B38">
            <w:pPr>
              <w:pStyle w:val="Randtitel"/>
              <w:spacing w:line="180" w:lineRule="exact"/>
              <w:jc w:val="left"/>
            </w:pPr>
          </w:p>
          <w:p w14:paraId="3CB70F79" w14:textId="6324C2B0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bookmarkStart w:id="0" w:name="_Hlk201839229"/>
            <w:r w:rsidRPr="00E02B38">
              <w:rPr>
                <w:rStyle w:val="Grundtextfett"/>
                <w:color w:val="00B0F0"/>
              </w:rPr>
              <w:t>Gebäudestatik</w:t>
            </w:r>
          </w:p>
          <w:p w14:paraId="5051CEC5" w14:textId="453E28EB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Elektroanlagen</w:t>
            </w:r>
          </w:p>
          <w:p w14:paraId="3743FFD8" w14:textId="22A3F6BE" w:rsidR="00E02B38" w:rsidRDefault="0079638F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HLKKS-Anlage</w:t>
            </w:r>
            <w:r w:rsidR="00E02B38">
              <w:rPr>
                <w:rStyle w:val="Grundtextfett"/>
                <w:color w:val="00B0F0"/>
              </w:rPr>
              <w:t>n</w:t>
            </w:r>
          </w:p>
          <w:p w14:paraId="35FBB38E" w14:textId="193C6951" w:rsidR="00E02B38" w:rsidRDefault="0079638F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Gebäudeautomation</w:t>
            </w:r>
          </w:p>
          <w:p w14:paraId="173AEBF6" w14:textId="06F47F6B" w:rsidR="00D34EDB" w:rsidRDefault="00D34EDB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Kostenplaner</w:t>
            </w:r>
          </w:p>
          <w:p w14:paraId="7FACE7BA" w14:textId="37FE6000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Bauphysik und Akustik</w:t>
            </w:r>
          </w:p>
          <w:p w14:paraId="3B62165F" w14:textId="76511E14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Fassadenspezialist</w:t>
            </w:r>
          </w:p>
          <w:p w14:paraId="77A8207B" w14:textId="1521036E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Brandschutzplaner</w:t>
            </w:r>
          </w:p>
          <w:p w14:paraId="7E88F4B3" w14:textId="3B3A5ADF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Laborplaner</w:t>
            </w:r>
          </w:p>
          <w:p w14:paraId="164264C1" w14:textId="6FB501A7" w:rsidR="00E02B38" w:rsidRDefault="00E02B38" w:rsidP="0079638F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r>
              <w:rPr>
                <w:rStyle w:val="Grundtextfett"/>
                <w:color w:val="00B0F0"/>
              </w:rPr>
              <w:t>Gastroplaner</w:t>
            </w:r>
          </w:p>
          <w:p w14:paraId="76ED8739" w14:textId="25760327" w:rsidR="0079638F" w:rsidRPr="00D34EDB" w:rsidRDefault="0079638F" w:rsidP="00D34EDB">
            <w:pPr>
              <w:pStyle w:val="Randtitel"/>
              <w:numPr>
                <w:ilvl w:val="0"/>
                <w:numId w:val="13"/>
              </w:numPr>
              <w:spacing w:after="120" w:line="180" w:lineRule="exact"/>
              <w:jc w:val="left"/>
              <w:rPr>
                <w:rStyle w:val="Grundtextfett"/>
                <w:color w:val="00B0F0"/>
              </w:rPr>
            </w:pPr>
            <w:proofErr w:type="spellStart"/>
            <w:r>
              <w:rPr>
                <w:rStyle w:val="Grundtextfett"/>
                <w:color w:val="00B0F0"/>
              </w:rPr>
              <w:t>pbFM</w:t>
            </w:r>
            <w:bookmarkEnd w:id="0"/>
            <w:proofErr w:type="spellEnd"/>
          </w:p>
          <w:p w14:paraId="4BD74158" w14:textId="5A4D9E70" w:rsidR="0079638F" w:rsidRPr="0079638F" w:rsidRDefault="0079638F" w:rsidP="0079638F">
            <w:pPr>
              <w:pStyle w:val="Randtitel"/>
              <w:spacing w:after="120" w:line="180" w:lineRule="exact"/>
              <w:ind w:left="360"/>
              <w:jc w:val="left"/>
              <w:rPr>
                <w:rFonts w:ascii="Arial Black" w:hAnsi="Arial Black"/>
                <w:color w:val="00B0F0"/>
              </w:rPr>
            </w:pPr>
            <w:r>
              <w:rPr>
                <w:rFonts w:ascii="Arial Black" w:hAnsi="Arial Black"/>
                <w:color w:val="00B0F0"/>
              </w:rPr>
              <w:fldChar w:fldCharType="begin"/>
            </w:r>
            <w:r w:rsidRPr="0079638F">
              <w:rPr>
                <w:rFonts w:ascii="Arial Black" w:hAnsi="Arial Black"/>
                <w:color w:val="00B0F0"/>
              </w:rPr>
              <w:instrText xml:space="preserve"> AUTOTEXT  " Leer"  \* MERGEFORMAT </w:instrText>
            </w:r>
            <w:r>
              <w:rPr>
                <w:rFonts w:ascii="Arial Black" w:hAnsi="Arial Black"/>
                <w:color w:val="00B0F0"/>
              </w:rPr>
              <w:fldChar w:fldCharType="separate"/>
            </w:r>
            <w:r w:rsidR="00166465">
              <w:rPr>
                <w:rFonts w:ascii="Arial Black" w:hAnsi="Arial Black"/>
                <w:b/>
                <w:bCs/>
                <w:color w:val="00B0F0"/>
                <w:lang w:val="de-DE"/>
              </w:rPr>
              <w:t xml:space="preserve">Fehler! </w:t>
            </w:r>
            <w:proofErr w:type="spellStart"/>
            <w:r w:rsidR="00166465">
              <w:rPr>
                <w:rFonts w:ascii="Arial Black" w:hAnsi="Arial Black"/>
                <w:b/>
                <w:bCs/>
                <w:color w:val="00B0F0"/>
                <w:lang w:val="de-DE"/>
              </w:rPr>
              <w:t>AutoText</w:t>
            </w:r>
            <w:proofErr w:type="spellEnd"/>
            <w:r w:rsidR="00166465">
              <w:rPr>
                <w:rFonts w:ascii="Arial Black" w:hAnsi="Arial Black"/>
                <w:b/>
                <w:bCs/>
                <w:color w:val="00B0F0"/>
                <w:lang w:val="de-DE"/>
              </w:rPr>
              <w:t xml:space="preserve">-Eintrag nicht </w:t>
            </w:r>
            <w:proofErr w:type="spellStart"/>
            <w:r w:rsidR="00166465">
              <w:rPr>
                <w:rFonts w:ascii="Arial Black" w:hAnsi="Arial Black"/>
                <w:b/>
                <w:bCs/>
                <w:color w:val="00B0F0"/>
                <w:lang w:val="de-DE"/>
              </w:rPr>
              <w:t>definiert.</w:t>
            </w:r>
            <w:r>
              <w:rPr>
                <w:rFonts w:ascii="Arial Black" w:hAnsi="Arial Black"/>
                <w:color w:val="00B0F0"/>
              </w:rPr>
              <w:fldChar w:fldCharType="end"/>
            </w:r>
            <w:r w:rsidRPr="0079638F">
              <w:rPr>
                <w:rStyle w:val="Grundtextfett"/>
                <w:color w:val="00B0F0"/>
              </w:rPr>
              <w:fldChar w:fldCharType="begin"/>
            </w:r>
            <w:r w:rsidRPr="0079638F">
              <w:rPr>
                <w:rStyle w:val="Grundtextfett"/>
                <w:color w:val="00B0F0"/>
              </w:rPr>
              <w:instrText xml:space="preserve"> AUTOTEXT  " Leer"  \* MERGEFORMAT </w:instrText>
            </w:r>
            <w:r w:rsidRPr="0079638F">
              <w:rPr>
                <w:rStyle w:val="Grundtextfett"/>
                <w:color w:val="00B0F0"/>
              </w:rPr>
              <w:fldChar w:fldCharType="separate"/>
            </w:r>
            <w:r w:rsidR="00166465">
              <w:rPr>
                <w:rStyle w:val="Grundtextfett"/>
                <w:b/>
                <w:bCs/>
                <w:color w:val="00B0F0"/>
                <w:lang w:val="de-DE"/>
              </w:rPr>
              <w:t>Fehler</w:t>
            </w:r>
            <w:proofErr w:type="spellEnd"/>
            <w:r w:rsidR="00166465">
              <w:rPr>
                <w:rStyle w:val="Grundtextfett"/>
                <w:b/>
                <w:bCs/>
                <w:color w:val="00B0F0"/>
                <w:lang w:val="de-DE"/>
              </w:rPr>
              <w:t xml:space="preserve">! </w:t>
            </w:r>
            <w:proofErr w:type="spellStart"/>
            <w:r w:rsidR="00166465">
              <w:rPr>
                <w:rStyle w:val="Grundtextfett"/>
                <w:b/>
                <w:bCs/>
                <w:color w:val="00B0F0"/>
                <w:lang w:val="de-DE"/>
              </w:rPr>
              <w:t>AutoText</w:t>
            </w:r>
            <w:proofErr w:type="spellEnd"/>
            <w:r w:rsidR="00166465">
              <w:rPr>
                <w:rStyle w:val="Grundtextfett"/>
                <w:b/>
                <w:bCs/>
                <w:color w:val="00B0F0"/>
                <w:lang w:val="de-DE"/>
              </w:rPr>
              <w:t>-Eintrag nicht definiert.</w:t>
            </w:r>
            <w:r w:rsidRPr="0079638F">
              <w:rPr>
                <w:rStyle w:val="Grundtextfett"/>
                <w:color w:val="00B0F0"/>
              </w:rPr>
              <w:fldChar w:fldCharType="end"/>
            </w:r>
          </w:p>
          <w:p w14:paraId="522C51DF" w14:textId="356F63A6" w:rsidR="00E02B38" w:rsidRDefault="00E02B38" w:rsidP="00E02B38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9C5C1A" w14:paraId="770E463A" w14:textId="77777777" w:rsidTr="0079638F">
        <w:trPr>
          <w:trHeight w:val="532"/>
        </w:trPr>
        <w:tc>
          <w:tcPr>
            <w:tcW w:w="1985" w:type="dxa"/>
          </w:tcPr>
          <w:p w14:paraId="6158E78E" w14:textId="77777777" w:rsidR="009C5C1A" w:rsidRDefault="009C5C1A">
            <w:pPr>
              <w:pStyle w:val="Grundtext"/>
              <w:spacing w:after="0" w:line="180" w:lineRule="exact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</w:p>
        </w:tc>
        <w:tc>
          <w:tcPr>
            <w:tcW w:w="8509" w:type="dxa"/>
            <w:hideMark/>
          </w:tcPr>
          <w:p w14:paraId="2AB82FCB" w14:textId="77777777" w:rsidR="009C5C1A" w:rsidRDefault="009C5C1A">
            <w:pPr>
              <w:pStyle w:val="Grundtext"/>
              <w:spacing w:after="0" w:line="180" w:lineRule="exact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  <w:r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Die Angaben werden vertraulich behandelt und dienen ausschliesslich der Auswertung dieser Ausschreibung.</w:t>
            </w:r>
          </w:p>
        </w:tc>
      </w:tr>
    </w:tbl>
    <w:p w14:paraId="5C27ADC7" w14:textId="77777777" w:rsidR="0079638F" w:rsidRDefault="0079638F" w:rsidP="009C5C1A"/>
    <w:p w14:paraId="79379D60" w14:textId="77777777" w:rsidR="0079638F" w:rsidRDefault="0079638F" w:rsidP="009C5C1A"/>
    <w:p w14:paraId="612305A3" w14:textId="77777777" w:rsidR="0079638F" w:rsidRDefault="0079638F" w:rsidP="009C5C1A"/>
    <w:p w14:paraId="5D3C2143" w14:textId="77777777" w:rsidR="0079638F" w:rsidRDefault="0079638F" w:rsidP="009C5C1A"/>
    <w:p w14:paraId="10C3C865" w14:textId="77777777" w:rsidR="0079638F" w:rsidRDefault="0079638F" w:rsidP="009C5C1A"/>
    <w:p w14:paraId="69A08E4E" w14:textId="77777777" w:rsidR="0079638F" w:rsidRDefault="0079638F" w:rsidP="009C5C1A"/>
    <w:p w14:paraId="1B181FD1" w14:textId="77777777" w:rsidR="0079638F" w:rsidRDefault="0079638F" w:rsidP="009C5C1A"/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62"/>
      </w:tblGrid>
      <w:tr w:rsidR="009C5C1A" w14:paraId="2E521B54" w14:textId="77777777" w:rsidTr="0079638F">
        <w:trPr>
          <w:trHeight w:val="340"/>
        </w:trPr>
        <w:tc>
          <w:tcPr>
            <w:tcW w:w="2269" w:type="dxa"/>
          </w:tcPr>
          <w:p w14:paraId="367344D4" w14:textId="77777777" w:rsidR="009C5C1A" w:rsidRDefault="009C5C1A">
            <w:pPr>
              <w:pStyle w:val="Randtitel"/>
            </w:pPr>
          </w:p>
        </w:tc>
        <w:tc>
          <w:tcPr>
            <w:tcW w:w="8227" w:type="dxa"/>
            <w:gridSpan w:val="4"/>
            <w:shd w:val="clear" w:color="auto" w:fill="F2F2F2" w:themeFill="background1" w:themeFillShade="F2"/>
            <w:vAlign w:val="center"/>
            <w:hideMark/>
          </w:tcPr>
          <w:p w14:paraId="2B066BA4" w14:textId="1C8DF9B5" w:rsidR="00E02B38" w:rsidRPr="0079638F" w:rsidRDefault="009C5C1A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</w:t>
            </w:r>
            <w:r w:rsid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Subu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nternehmen</w:t>
            </w:r>
            <w:r w:rsidR="0079638F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, </w:t>
            </w:r>
            <w:r w:rsidR="00E02B38"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 w:rsidR="00E02B38"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1. Gebäudestatik</w:t>
            </w:r>
          </w:p>
          <w:p w14:paraId="7F244AAF" w14:textId="11143B0C" w:rsidR="0079638F" w:rsidRDefault="0079638F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9C5C1A" w14:paraId="76FCC728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EEF33D1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294737488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3ABA5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94737488"/>
      <w:tr w:rsidR="00DE6917" w14:paraId="53345B4A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66E3D9B5" w14:textId="7AF594CC" w:rsidR="00DE6917" w:rsidRDefault="00DE691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3EC7D" w14:textId="77777777" w:rsidR="00DE6917" w:rsidRDefault="00DE691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50BBF066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A715126" w14:textId="77777777" w:rsidR="009C5C1A" w:rsidRDefault="009C5C1A">
            <w:pPr>
              <w:pStyle w:val="Randtitel"/>
              <w:rPr>
                <w:szCs w:val="16"/>
              </w:rPr>
            </w:pPr>
            <w:permStart w:id="1104945198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431651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04945198"/>
      <w:tr w:rsidR="009C5C1A" w14:paraId="4DE8FB7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5026420" w14:textId="77777777" w:rsidR="009C5C1A" w:rsidRDefault="009C5C1A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C80F1E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522671200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522671200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F8D687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4AD0B5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775780994" w:edGrp="everyone"/>
            <w:permEnd w:id="1775780994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359D86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750862374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750862374"/>
          </w:p>
        </w:tc>
      </w:tr>
      <w:tr w:rsidR="009C5C1A" w14:paraId="26ACACD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18F3B95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718285297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ED74F4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4621880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0D7FC25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930903055" w:edGrp="everyone" w:colFirst="1" w:colLast="1"/>
            <w:permEnd w:id="718285297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F0BA21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30DC61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F6BC26B" w14:textId="77777777" w:rsidR="009C5C1A" w:rsidRDefault="009C5C1A">
            <w:pPr>
              <w:pStyle w:val="Randtitel"/>
              <w:rPr>
                <w:szCs w:val="16"/>
              </w:rPr>
            </w:pPr>
            <w:permStart w:id="616450296" w:edGrp="everyone" w:colFirst="1" w:colLast="1"/>
            <w:permEnd w:id="930903055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0E48DB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16450296"/>
      <w:tr w:rsidR="009C5C1A" w14:paraId="0C9C4881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627418BF" w14:textId="77777777" w:rsidR="009C5C1A" w:rsidRDefault="009C5C1A">
            <w:pPr>
              <w:pStyle w:val="Randtitel"/>
            </w:pP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E6356D" w14:textId="77777777" w:rsidR="009C5C1A" w:rsidRDefault="009C5C1A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379734928" w:edGrp="everyone"/>
            <w:permEnd w:id="379734928"/>
          </w:p>
        </w:tc>
      </w:tr>
      <w:tr w:rsidR="009C5C1A" w14:paraId="5B7FF1B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62962F4A" w14:textId="77777777" w:rsidR="009C5C1A" w:rsidRDefault="009C5C1A">
            <w:pPr>
              <w:pStyle w:val="Randtitel"/>
            </w:pPr>
          </w:p>
        </w:tc>
        <w:tc>
          <w:tcPr>
            <w:tcW w:w="8227" w:type="dxa"/>
            <w:gridSpan w:val="4"/>
            <w:shd w:val="clear" w:color="auto" w:fill="F2F2F2" w:themeFill="background1" w:themeFillShade="F2"/>
            <w:vAlign w:val="center"/>
            <w:hideMark/>
          </w:tcPr>
          <w:p w14:paraId="36A10D17" w14:textId="25F3BAAE" w:rsidR="009C5C1A" w:rsidRDefault="009C5C1A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</w:t>
            </w:r>
            <w:r w:rsid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 den verantwortlichen Personen für den Rahmenvertrag</w:t>
            </w:r>
          </w:p>
        </w:tc>
      </w:tr>
      <w:tr w:rsidR="009C5C1A" w14:paraId="6A70F0DB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668C276" w14:textId="61AC58A7" w:rsidR="009C5C1A" w:rsidRDefault="0079638F">
            <w:pPr>
              <w:pStyle w:val="Randtitel"/>
            </w:pPr>
            <w:bookmarkStart w:id="1" w:name="_Hlk201837875"/>
            <w:permStart w:id="1395289757" w:edGrp="everyone" w:colFirst="1" w:colLast="1"/>
            <w:permStart w:id="350760489" w:edGrp="everyone" w:colFirst="1" w:colLast="1"/>
            <w:proofErr w:type="gramStart"/>
            <w:r>
              <w:t xml:space="preserve">PL </w:t>
            </w:r>
            <w:r w:rsidR="009C5C1A">
              <w:t>Name</w:t>
            </w:r>
            <w:proofErr w:type="gramEnd"/>
            <w:r w:rsidR="009C5C1A">
              <w:t>, Vorname</w:t>
            </w:r>
          </w:p>
        </w:tc>
        <w:tc>
          <w:tcPr>
            <w:tcW w:w="8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8FF9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97301F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9D4EE95" w14:textId="77777777" w:rsidR="009C5C1A" w:rsidRDefault="009C5C1A">
            <w:pPr>
              <w:pStyle w:val="Randtitel"/>
            </w:pPr>
            <w:permStart w:id="860310910" w:edGrp="everyone" w:colFirst="1" w:colLast="1"/>
            <w:permEnd w:id="1395289757"/>
            <w:r>
              <w:t>Funktion</w:t>
            </w:r>
            <w:permStart w:id="827086427" w:edGrp="everyone" w:colFirst="1" w:colLast="1"/>
            <w:permEnd w:id="350760489"/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1889E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3420E27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C1F6880" w14:textId="77777777" w:rsidR="009C5C1A" w:rsidRDefault="009C5C1A">
            <w:pPr>
              <w:pStyle w:val="Randtitel"/>
              <w:spacing w:line="180" w:lineRule="exact"/>
            </w:pPr>
            <w:permStart w:id="1333681266" w:edGrp="everyone" w:colFirst="1" w:colLast="1"/>
            <w:permEnd w:id="860310910"/>
            <w:r>
              <w:t>Beruf und Titel</w:t>
            </w:r>
            <w:permStart w:id="1732208645" w:edGrp="everyone" w:colFirst="1" w:colLast="1"/>
            <w:permEnd w:id="827086427"/>
            <w:r>
              <w:t>, Jahr Ausbildungsabschluss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F8D57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33681266"/>
      <w:permEnd w:id="1732208645"/>
      <w:tr w:rsidR="0079638F" w14:paraId="33629BD1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6C9D7CBF" w14:textId="77777777" w:rsidR="0079638F" w:rsidRDefault="0079638F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C79316" w14:textId="77777777" w:rsidR="0079638F" w:rsidRDefault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bookmarkEnd w:id="1"/>
      <w:tr w:rsidR="0079638F" w14:paraId="5F89680E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BA75D67" w14:textId="2C40A6D7" w:rsidR="0079638F" w:rsidRDefault="0079638F" w:rsidP="0079638F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B70D63" w14:textId="7D25B0C6" w:rsidR="0079638F" w:rsidRPr="0079638F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68C1598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569B9CD" w14:textId="13F00D2E" w:rsidR="0079638F" w:rsidRDefault="0079638F" w:rsidP="0079638F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09C9B6" w14:textId="77777777" w:rsidR="0079638F" w:rsidRPr="0079638F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19F02C3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7725572F" w14:textId="7B365A06" w:rsidR="0079638F" w:rsidRDefault="0079638F" w:rsidP="0079638F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8EA6B9" w14:textId="77777777" w:rsidR="0079638F" w:rsidRPr="0079638F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56B45EA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7C39E0E8" w14:textId="77777777" w:rsidR="0079638F" w:rsidRDefault="0079638F" w:rsidP="0079638F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61E0A" w14:textId="77777777" w:rsidR="0079638F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6947634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69007F42" w14:textId="77777777" w:rsidR="0079638F" w:rsidRDefault="0079638F" w:rsidP="0079638F">
            <w:pPr>
              <w:pStyle w:val="Randtitel"/>
            </w:pPr>
          </w:p>
        </w:tc>
        <w:tc>
          <w:tcPr>
            <w:tcW w:w="8227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31EFB1D" w14:textId="77777777" w:rsidR="0079638F" w:rsidRDefault="0079638F" w:rsidP="0079638F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1A253AD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8878D98" w14:textId="77777777" w:rsidR="0079638F" w:rsidRPr="000601ED" w:rsidRDefault="0079638F" w:rsidP="0079638F">
            <w:pPr>
              <w:pStyle w:val="Randtitel"/>
            </w:pPr>
            <w:permStart w:id="2018449465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4FDEDB" w14:textId="77777777" w:rsidR="0079638F" w:rsidRPr="000601ED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7ED7358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14F4EA8" w14:textId="525EBCE0" w:rsidR="0079638F" w:rsidRPr="000601ED" w:rsidRDefault="0079638F" w:rsidP="0079638F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478902229" w:edGrp="everyone" w:colFirst="1" w:colLast="1"/>
            <w:permStart w:id="1550872592" w:edGrp="everyone" w:colFirst="1" w:colLast="1"/>
            <w:permStart w:id="54004462" w:edGrp="everyone" w:colFirst="3" w:colLast="3"/>
            <w:r w:rsidRPr="0079638F">
              <w:rPr>
                <w:szCs w:val="16"/>
              </w:rPr>
              <w:t xml:space="preserve"> im QS</w:t>
            </w:r>
            <w:permEnd w:id="2018449465"/>
          </w:p>
        </w:tc>
        <w:tc>
          <w:tcPr>
            <w:tcW w:w="8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942DE" w14:textId="09BAA33E" w:rsidR="0079638F" w:rsidRPr="000601ED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78902229"/>
      <w:tr w:rsidR="0079638F" w:rsidRPr="000601ED" w14:paraId="547C367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12E92FB" w14:textId="0CD07D69" w:rsidR="0079638F" w:rsidRPr="000601ED" w:rsidRDefault="0079638F" w:rsidP="0079638F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328931990" w:edGrp="everyone" w:colFirst="1" w:colLast="1"/>
            <w:permStart w:id="301027967" w:edGrp="everyone" w:colFirst="3" w:colLast="3"/>
            <w:r>
              <w:t xml:space="preserve"> im QS</w:t>
            </w:r>
            <w:permEnd w:id="1550872592"/>
            <w:permEnd w:id="54004462"/>
          </w:p>
        </w:tc>
        <w:tc>
          <w:tcPr>
            <w:tcW w:w="8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C96D8B" w14:textId="08BFFD60" w:rsidR="0079638F" w:rsidRPr="000601ED" w:rsidRDefault="0079638F" w:rsidP="0079638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28931990"/>
      <w:permEnd w:id="301027967"/>
    </w:tbl>
    <w:p w14:paraId="678B55D1" w14:textId="77777777" w:rsidR="0079638F" w:rsidRPr="0079638F" w:rsidRDefault="0079638F" w:rsidP="004F14ED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4F14ED" w14:paraId="55B45924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73D2BE4B" w14:textId="77777777" w:rsidR="004F14ED" w:rsidRDefault="004F14ED" w:rsidP="005E3630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76DB4A0A" w14:textId="36D3E72F" w:rsidR="004F14ED" w:rsidRDefault="004F14ED" w:rsidP="005E3630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Referenzobjekt der </w:t>
            </w:r>
            <w:r w:rsid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Schlüsselperson</w:t>
            </w:r>
          </w:p>
        </w:tc>
      </w:tr>
      <w:tr w:rsidR="004F14ED" w14:paraId="0A366728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02CCAF7F" w14:textId="77777777" w:rsidR="004F14ED" w:rsidRDefault="004F14ED" w:rsidP="005E3630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01754075" w14:textId="77777777" w:rsidR="004F14ED" w:rsidRDefault="004F14ED" w:rsidP="005E3630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4F14ED" w14:paraId="28E3ACA4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642018CE" w14:textId="77777777" w:rsidR="004F14ED" w:rsidRDefault="004F14ED" w:rsidP="0079638F">
            <w:pPr>
              <w:pStyle w:val="Randtitel"/>
              <w:spacing w:line="180" w:lineRule="exact"/>
            </w:pPr>
            <w:permStart w:id="1323266547" w:edGrp="everyone" w:colFirst="1" w:colLast="1"/>
            <w:r>
              <w:t>Objekt, Ort</w:t>
            </w:r>
          </w:p>
          <w:p w14:paraId="4C522882" w14:textId="7193594F" w:rsidR="004F6C7E" w:rsidRDefault="004F6C7E" w:rsidP="0079638F">
            <w:pPr>
              <w:pStyle w:val="Randtitel"/>
              <w:spacing w:line="180" w:lineRule="exact"/>
            </w:pPr>
            <w:r>
              <w:t>Fertigstellungsdatum</w:t>
            </w:r>
          </w:p>
          <w:p w14:paraId="3E647527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EEF2ED0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51003" w14:paraId="12934113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07461097" w14:textId="181FA512" w:rsidR="00551003" w:rsidRPr="000D72D1" w:rsidRDefault="00BE3575" w:rsidP="0079638F">
            <w:pPr>
              <w:pStyle w:val="Randtitel"/>
              <w:spacing w:line="180" w:lineRule="exact"/>
            </w:pPr>
            <w:permStart w:id="1349483980" w:edGrp="everyone" w:colFirst="1" w:colLast="1"/>
            <w:permEnd w:id="1323266547"/>
            <w:r>
              <w:t>Baukategorie</w:t>
            </w:r>
            <w:r w:rsidR="00B4401B">
              <w:br/>
            </w:r>
            <w:r>
              <w:t>(</w:t>
            </w:r>
            <w:r w:rsidR="00551003">
              <w:t>SIA 102:2014</w:t>
            </w:r>
            <w:r>
              <w:t>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5F712A6" w14:textId="77777777" w:rsidR="00551003" w:rsidRPr="000D72D1" w:rsidRDefault="00551003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49483980"/>
      <w:tr w:rsidR="00D934D8" w14:paraId="0CD25E2A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28DE5B9F" w14:textId="10442D09" w:rsidR="00D934D8" w:rsidRDefault="00BE3575" w:rsidP="0079638F">
            <w:pPr>
              <w:pStyle w:val="Randtitel"/>
            </w:pPr>
            <w:r w:rsidRPr="0079638F">
              <w:rPr>
                <w:szCs w:val="16"/>
              </w:rPr>
              <w:t xml:space="preserve">Baukosten </w:t>
            </w:r>
            <w:r w:rsidR="001F7B4D" w:rsidRPr="0079638F">
              <w:rPr>
                <w:szCs w:val="16"/>
              </w:rPr>
              <w:t xml:space="preserve">in </w:t>
            </w:r>
            <w:r w:rsidR="00D934D8" w:rsidRPr="0079638F">
              <w:rPr>
                <w:szCs w:val="16"/>
              </w:rPr>
              <w:t>CHF</w:t>
            </w:r>
            <w:r w:rsidR="0079638F" w:rsidRPr="0079638F">
              <w:rPr>
                <w:szCs w:val="16"/>
              </w:rPr>
              <w:t xml:space="preserve"> </w:t>
            </w:r>
            <w:r w:rsidR="001F7B4D" w:rsidRPr="0079638F">
              <w:rPr>
                <w:szCs w:val="16"/>
              </w:rPr>
              <w:t>(BKP 1</w:t>
            </w:r>
            <w:r w:rsidR="0079638F" w:rsidRPr="0079638F">
              <w:rPr>
                <w:szCs w:val="16"/>
              </w:rPr>
              <w:t>-</w:t>
            </w:r>
            <w:r w:rsidR="001F7B4D" w:rsidRPr="0079638F">
              <w:rPr>
                <w:szCs w:val="16"/>
              </w:rPr>
              <w:t>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56DB554" w14:textId="77777777" w:rsidR="00D934D8" w:rsidRDefault="00D934D8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2206B" w14:paraId="74373278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3DF00172" w14:textId="598506EC" w:rsidR="0052206B" w:rsidDel="00BE3575" w:rsidRDefault="0052206B" w:rsidP="0079638F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74358D" w14:textId="77777777" w:rsidR="0052206B" w:rsidRDefault="0052206B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934D8" w14:paraId="08516EC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494E137E" w14:textId="45B3670E" w:rsidR="00D934D8" w:rsidRDefault="003343ED" w:rsidP="0079638F">
            <w:pPr>
              <w:pStyle w:val="Randtitel"/>
              <w:spacing w:line="180" w:lineRule="exact"/>
            </w:pPr>
            <w:r>
              <w:t xml:space="preserve">bearbeitete </w:t>
            </w:r>
            <w:r w:rsidR="00D934D8" w:rsidRPr="00A413DE">
              <w:t>Projektph</w:t>
            </w:r>
            <w:r w:rsidR="001F7B4D">
              <w:t>asen</w:t>
            </w:r>
            <w:r>
              <w:br/>
            </w:r>
            <w:r w:rsidR="001F7B4D">
              <w:t>(</w:t>
            </w:r>
            <w:r w:rsidR="00D934D8" w:rsidRPr="00A413DE">
              <w:t>SIA 1</w:t>
            </w:r>
            <w:r w:rsidR="000E2B94">
              <w:t>1</w:t>
            </w:r>
            <w:r w:rsidR="00D934D8" w:rsidRPr="00A413DE">
              <w:t>2</w:t>
            </w:r>
            <w:r w:rsidR="001F7B4D"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4E925A" w14:textId="77777777" w:rsidR="00D934D8" w:rsidRDefault="00D934D8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4E56D6" w14:paraId="24965974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66D6425F" w14:textId="164140E0" w:rsidR="004E56D6" w:rsidRDefault="004E56D6" w:rsidP="0079638F">
            <w:pPr>
              <w:pStyle w:val="Randtitel"/>
              <w:spacing w:line="180" w:lineRule="exact"/>
            </w:pPr>
            <w:bookmarkStart w:id="2" w:name="_Hlk146270995"/>
            <w:r>
              <w:t>Funktion und Rolle</w:t>
            </w:r>
            <w:r w:rsidR="003343ED">
              <w:t xml:space="preserve">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4BD1333" w14:textId="77777777" w:rsidR="0079638F" w:rsidRDefault="0079638F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bookmarkEnd w:id="2"/>
      <w:tr w:rsidR="004F14ED" w14:paraId="5BB7DA10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79222655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597715939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E258EE7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9C7D057" w14:textId="77777777" w:rsidR="009F4315" w:rsidRDefault="009F4315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B51986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4A12949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5B995E3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97715939"/>
      <w:tr w:rsidR="004F14ED" w14:paraId="0BC200FD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37358549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1B470376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E5C735A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118796279" w:edGrp="everyone" w:colFirst="1" w:colLast="1"/>
          </w:p>
        </w:tc>
      </w:tr>
      <w:permEnd w:id="1118796279"/>
      <w:tr w:rsidR="0079638F" w14:paraId="3AAAD9C3" w14:textId="77777777" w:rsidTr="0079638F">
        <w:trPr>
          <w:trHeight w:val="340"/>
        </w:trPr>
        <w:tc>
          <w:tcPr>
            <w:tcW w:w="2269" w:type="dxa"/>
          </w:tcPr>
          <w:p w14:paraId="50E55E09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0A555511" w14:textId="26130D08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 w:rsidRPr="0079638F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2.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 Elektroanlagen</w:t>
            </w:r>
          </w:p>
          <w:p w14:paraId="06AD1FD5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0345E6F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770EE33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2111966888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6EE4A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111966888"/>
      <w:tr w:rsidR="0079638F" w14:paraId="2C0B0CF5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BBAF3A4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21A6D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91B8F8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EFCCDF9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267474348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76A16D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267474348"/>
      <w:tr w:rsidR="0079638F" w14:paraId="1914F75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15D8848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41F703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271844895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271844895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E2B85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C869DA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625771488" w:edGrp="everyone"/>
            <w:permEnd w:id="1625771488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91B68C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243025060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243025060"/>
          </w:p>
        </w:tc>
      </w:tr>
      <w:tr w:rsidR="0079638F" w14:paraId="6B363DA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461C6AE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515787611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FE7A3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E18952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AE8A0B7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861294127" w:edGrp="everyone" w:colFirst="1" w:colLast="1"/>
            <w:permEnd w:id="515787611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4CFE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2407AE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01F9E37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2022402174" w:edGrp="everyone" w:colFirst="1" w:colLast="1"/>
            <w:permEnd w:id="1861294127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0566A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022402174"/>
      <w:tr w:rsidR="0079638F" w14:paraId="3A5AFB22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5EB89EED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B5D937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288701861" w:edGrp="everyone"/>
            <w:permEnd w:id="288701861"/>
          </w:p>
        </w:tc>
      </w:tr>
      <w:tr w:rsidR="0079638F" w14:paraId="5E8A963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F610D69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594C489D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0580AC1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5B17408" w14:textId="77777777" w:rsidR="0079638F" w:rsidRDefault="0079638F" w:rsidP="00E76F67">
            <w:pPr>
              <w:pStyle w:val="Randtitel"/>
            </w:pPr>
            <w:permStart w:id="756043511" w:edGrp="everyone" w:colFirst="1" w:colLast="1"/>
            <w:permStart w:id="1585578646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BD054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75E019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455ED41" w14:textId="77777777" w:rsidR="0079638F" w:rsidRDefault="0079638F" w:rsidP="00E76F67">
            <w:pPr>
              <w:pStyle w:val="Randtitel"/>
            </w:pPr>
            <w:permStart w:id="42359673" w:edGrp="everyone" w:colFirst="1" w:colLast="1"/>
            <w:permEnd w:id="756043511"/>
            <w:r>
              <w:t>Funktion</w:t>
            </w:r>
            <w:permStart w:id="158236630" w:edGrp="everyone" w:colFirst="1" w:colLast="1"/>
            <w:permEnd w:id="1585578646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BB1B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17C56A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C70C418" w14:textId="77777777" w:rsidR="0079638F" w:rsidRDefault="0079638F" w:rsidP="00E76F67">
            <w:pPr>
              <w:pStyle w:val="Randtitel"/>
              <w:spacing w:line="180" w:lineRule="exact"/>
            </w:pPr>
            <w:permStart w:id="1916957566" w:edGrp="everyone" w:colFirst="1" w:colLast="1"/>
            <w:permEnd w:id="42359673"/>
            <w:r>
              <w:t>Beruf und Titel</w:t>
            </w:r>
            <w:permStart w:id="1970220718" w:edGrp="everyone" w:colFirst="1" w:colLast="1"/>
            <w:permEnd w:id="158236630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1FA14F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916957566"/>
      <w:permEnd w:id="1970220718"/>
      <w:tr w:rsidR="0079638F" w14:paraId="2496CE7D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4A15F1CE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6EA464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40C686E3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87C49D5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294199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AA5AEF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B31996B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D76760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62FDDD8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136BC9C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EE75F4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734E81A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455E76E5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03F75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1FFB5B2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3B8EDF6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688DB8E7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169AF936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8E4837F" w14:textId="77777777" w:rsidR="0079638F" w:rsidRPr="000601ED" w:rsidRDefault="0079638F" w:rsidP="00E76F67">
            <w:pPr>
              <w:pStyle w:val="Randtitel"/>
            </w:pPr>
            <w:permStart w:id="271088751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954593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184789A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2575A2B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663487268" w:edGrp="everyone" w:colFirst="1" w:colLast="1"/>
            <w:permStart w:id="1075211886" w:edGrp="everyone" w:colFirst="1" w:colLast="1"/>
            <w:permStart w:id="549273411" w:edGrp="everyone" w:colFirst="3" w:colLast="3"/>
            <w:r w:rsidRPr="0079638F">
              <w:rPr>
                <w:szCs w:val="16"/>
              </w:rPr>
              <w:t xml:space="preserve"> im QS</w:t>
            </w:r>
            <w:permEnd w:id="271088751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2AFD62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63487268"/>
      <w:tr w:rsidR="0079638F" w:rsidRPr="000601ED" w14:paraId="2CCD488F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B7942B6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2108103424" w:edGrp="everyone" w:colFirst="1" w:colLast="1"/>
            <w:permStart w:id="1335970255" w:edGrp="everyone" w:colFirst="3" w:colLast="3"/>
            <w:r>
              <w:t xml:space="preserve"> im QS</w:t>
            </w:r>
            <w:permEnd w:id="1075211886"/>
            <w:permEnd w:id="549273411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0EE93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108103424"/>
      <w:permEnd w:id="1335970255"/>
    </w:tbl>
    <w:p w14:paraId="5A65508B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15AD95FF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7BCFBFFB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6C04F811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67FA7C74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3F6007D1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6218AEE5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7D0D512A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0F855240" w14:textId="77777777" w:rsidR="0079638F" w:rsidRDefault="0079638F" w:rsidP="00E76F67">
            <w:pPr>
              <w:pStyle w:val="Randtitel"/>
              <w:spacing w:line="180" w:lineRule="exact"/>
            </w:pPr>
            <w:permStart w:id="1272317877" w:edGrp="everyone" w:colFirst="1" w:colLast="1"/>
            <w:r>
              <w:t>Objekt, Ort</w:t>
            </w:r>
          </w:p>
          <w:p w14:paraId="08B10824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0A920AF9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FBBA74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CFBF45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02EFBA90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699539628" w:edGrp="everyone" w:colFirst="1" w:colLast="1"/>
            <w:permEnd w:id="1272317877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1D4D4FE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99539628"/>
      <w:tr w:rsidR="0079638F" w14:paraId="2735876E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08D94C7B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357B7D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D52622D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4B996140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634A95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82CB03B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1C8D28D3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E63DD46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FA00022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35718D31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0426EC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CC39472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68321BA0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285831522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55AABF4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2839FE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997EA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19DFAC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4A9AFA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285831522"/>
      <w:tr w:rsidR="0079638F" w14:paraId="0AA008BD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6622B50D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5C88932E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833548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716086836" w:edGrp="everyone" w:colFirst="1" w:colLast="1"/>
          </w:p>
        </w:tc>
      </w:tr>
      <w:permEnd w:id="1716086836"/>
      <w:tr w:rsidR="0079638F" w14:paraId="684BD9B0" w14:textId="77777777" w:rsidTr="0079638F">
        <w:trPr>
          <w:trHeight w:val="340"/>
        </w:trPr>
        <w:tc>
          <w:tcPr>
            <w:tcW w:w="2269" w:type="dxa"/>
          </w:tcPr>
          <w:p w14:paraId="3BB10F59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2A68DBF" w14:textId="6ABF8D0A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3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HLKKS-Anlagen</w:t>
            </w:r>
          </w:p>
          <w:p w14:paraId="1A9885A5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331E958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0EB3178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762860326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D59E17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62860326"/>
      <w:tr w:rsidR="0079638F" w14:paraId="1907C8E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75A0B5E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72F403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28993F8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AB3B131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2014126685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A18C2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014126685"/>
      <w:tr w:rsidR="0079638F" w14:paraId="5C49C30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2FE83F5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19394E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728666735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728666735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B81D02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3DADFE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135157741" w:edGrp="everyone"/>
            <w:permEnd w:id="1135157741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48C211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460939968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460939968"/>
          </w:p>
        </w:tc>
      </w:tr>
      <w:tr w:rsidR="0079638F" w14:paraId="31907D35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4CB5D2D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718294905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25054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6C2ACD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F203A2A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432317414" w:edGrp="everyone" w:colFirst="1" w:colLast="1"/>
            <w:permEnd w:id="1718294905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6423E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D18FAA5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56E607E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909794331" w:edGrp="everyone" w:colFirst="1" w:colLast="1"/>
            <w:permEnd w:id="1432317414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78A32E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909794331"/>
      <w:tr w:rsidR="0079638F" w14:paraId="57023CF5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72546B19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9D924C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1783303728" w:edGrp="everyone"/>
            <w:permEnd w:id="1783303728"/>
          </w:p>
        </w:tc>
      </w:tr>
      <w:tr w:rsidR="0079638F" w14:paraId="4B179C75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BE96A8F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4A9A47A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787F5CD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3DA20EC" w14:textId="77777777" w:rsidR="0079638F" w:rsidRDefault="0079638F" w:rsidP="00E76F67">
            <w:pPr>
              <w:pStyle w:val="Randtitel"/>
            </w:pPr>
            <w:permStart w:id="962009464" w:edGrp="everyone" w:colFirst="1" w:colLast="1"/>
            <w:permStart w:id="2082040558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2DF79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BA4AD46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919F59B" w14:textId="77777777" w:rsidR="0079638F" w:rsidRDefault="0079638F" w:rsidP="00E76F67">
            <w:pPr>
              <w:pStyle w:val="Randtitel"/>
            </w:pPr>
            <w:permStart w:id="1194995416" w:edGrp="everyone" w:colFirst="1" w:colLast="1"/>
            <w:permEnd w:id="962009464"/>
            <w:r>
              <w:t>Funktion</w:t>
            </w:r>
            <w:permStart w:id="880495528" w:edGrp="everyone" w:colFirst="1" w:colLast="1"/>
            <w:permEnd w:id="2082040558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F0100E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4DEA7A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7981525" w14:textId="77777777" w:rsidR="0079638F" w:rsidRDefault="0079638F" w:rsidP="00E76F67">
            <w:pPr>
              <w:pStyle w:val="Randtitel"/>
              <w:spacing w:line="180" w:lineRule="exact"/>
            </w:pPr>
            <w:permStart w:id="1338973951" w:edGrp="everyone" w:colFirst="1" w:colLast="1"/>
            <w:permEnd w:id="1194995416"/>
            <w:r>
              <w:t>Beruf und Titel</w:t>
            </w:r>
            <w:permStart w:id="940115972" w:edGrp="everyone" w:colFirst="1" w:colLast="1"/>
            <w:permEnd w:id="880495528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70078E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38973951"/>
      <w:permEnd w:id="940115972"/>
      <w:tr w:rsidR="0079638F" w14:paraId="7C04747D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1CD1AB8D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2AEEE9B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3A5FF39D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51F5EADA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3F8862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A7550B1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E11A9FA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B28A6D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06C30C3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1A548A8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0AE7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3D37AA3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11977173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E7FCA0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4D4205A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7314AA6F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ADB61C0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2EE39BB5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8DF97BB" w14:textId="77777777" w:rsidR="0079638F" w:rsidRPr="000601ED" w:rsidRDefault="0079638F" w:rsidP="00E76F67">
            <w:pPr>
              <w:pStyle w:val="Randtitel"/>
            </w:pPr>
            <w:permStart w:id="1084451137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CCC663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70597B05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CD93D20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299804075" w:edGrp="everyone" w:colFirst="1" w:colLast="1"/>
            <w:permStart w:id="1880581866" w:edGrp="everyone" w:colFirst="1" w:colLast="1"/>
            <w:permStart w:id="475554466" w:edGrp="everyone" w:colFirst="3" w:colLast="3"/>
            <w:r w:rsidRPr="0079638F">
              <w:rPr>
                <w:szCs w:val="16"/>
              </w:rPr>
              <w:t xml:space="preserve"> im QS</w:t>
            </w:r>
            <w:permEnd w:id="1084451137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0AF4AD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299804075"/>
      <w:tr w:rsidR="0079638F" w:rsidRPr="000601ED" w14:paraId="61521D3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3D1576B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198969103" w:edGrp="everyone" w:colFirst="1" w:colLast="1"/>
            <w:permStart w:id="1680358199" w:edGrp="everyone" w:colFirst="3" w:colLast="3"/>
            <w:r>
              <w:t xml:space="preserve"> im QS</w:t>
            </w:r>
            <w:permEnd w:id="1880581866"/>
            <w:permEnd w:id="475554466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136D3B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98969103"/>
      <w:permEnd w:id="1680358199"/>
    </w:tbl>
    <w:p w14:paraId="26389ED4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04A0C85B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6531FF02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4A10E151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20ECE50D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2732FC10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69FCC3B5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56260B2E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3B1BE596" w14:textId="77777777" w:rsidR="0079638F" w:rsidRDefault="0079638F" w:rsidP="00E76F67">
            <w:pPr>
              <w:pStyle w:val="Randtitel"/>
              <w:spacing w:line="180" w:lineRule="exact"/>
            </w:pPr>
            <w:permStart w:id="1324030522" w:edGrp="everyone" w:colFirst="1" w:colLast="1"/>
            <w:r>
              <w:t>Objekt, Ort</w:t>
            </w:r>
          </w:p>
          <w:p w14:paraId="3843785F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0F6D95ED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1D6E86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929ACB7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0C87D156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237785577" w:edGrp="everyone" w:colFirst="1" w:colLast="1"/>
            <w:permEnd w:id="1324030522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17679C0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37785577"/>
      <w:tr w:rsidR="0079638F" w14:paraId="7284FBD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5ED3CCE2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67E33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CB9A074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72BE43F0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841507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F9368E0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084D6234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BBD132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548219D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152B2056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284373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0775735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0B3E4095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718775213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E403E9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1AEE68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DCD91D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260E10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9A600B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718775213"/>
      <w:tr w:rsidR="0079638F" w14:paraId="46A6AB8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3D597275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2B88C30E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8AFADA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827196023" w:edGrp="everyone" w:colFirst="1" w:colLast="1"/>
          </w:p>
        </w:tc>
      </w:tr>
      <w:permEnd w:id="827196023"/>
      <w:tr w:rsidR="0079638F" w14:paraId="4072113A" w14:textId="77777777" w:rsidTr="0079638F">
        <w:trPr>
          <w:trHeight w:val="340"/>
        </w:trPr>
        <w:tc>
          <w:tcPr>
            <w:tcW w:w="2269" w:type="dxa"/>
          </w:tcPr>
          <w:p w14:paraId="3CBC3657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B7D844B" w14:textId="42CC54F5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4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Gebäudeautomation</w:t>
            </w:r>
          </w:p>
          <w:p w14:paraId="3948FF2C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28467211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30BBA87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939410547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FFD2CB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939410547"/>
      <w:tr w:rsidR="0079638F" w14:paraId="0CE9C9A5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192B21F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C80EB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25F310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FE96AC5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75369822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B211B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5369822"/>
      <w:tr w:rsidR="0079638F" w14:paraId="5F957257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8E91B02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BDF56A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511705381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511705381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7CCD9B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E894F2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654471579" w:edGrp="everyone"/>
            <w:permEnd w:id="1654471579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A6AF07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2126937910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2126937910"/>
          </w:p>
        </w:tc>
      </w:tr>
      <w:tr w:rsidR="0079638F" w14:paraId="271EB3E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3505970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438190618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83CB65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B6A2D01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FE80645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524629836" w:edGrp="everyone" w:colFirst="1" w:colLast="1"/>
            <w:permEnd w:id="438190618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457A1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C37850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34D7F58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738818930" w:edGrp="everyone" w:colFirst="1" w:colLast="1"/>
            <w:permEnd w:id="524629836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1B0FB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738818930"/>
      <w:tr w:rsidR="0079638F" w14:paraId="7224C185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48F810D3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AA44F8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697907868" w:edGrp="everyone"/>
            <w:permEnd w:id="697907868"/>
          </w:p>
        </w:tc>
      </w:tr>
      <w:tr w:rsidR="0079638F" w14:paraId="2305EEFC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7210D05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9FD3C7B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036D5CA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5AE0B25" w14:textId="77777777" w:rsidR="0079638F" w:rsidRDefault="0079638F" w:rsidP="00E76F67">
            <w:pPr>
              <w:pStyle w:val="Randtitel"/>
            </w:pPr>
            <w:permStart w:id="66198002" w:edGrp="everyone" w:colFirst="1" w:colLast="1"/>
            <w:permStart w:id="1501430412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EE5CD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86045D8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5877E4F" w14:textId="77777777" w:rsidR="0079638F" w:rsidRDefault="0079638F" w:rsidP="00E76F67">
            <w:pPr>
              <w:pStyle w:val="Randtitel"/>
            </w:pPr>
            <w:permStart w:id="439685167" w:edGrp="everyone" w:colFirst="1" w:colLast="1"/>
            <w:permEnd w:id="66198002"/>
            <w:r>
              <w:t>Funktion</w:t>
            </w:r>
            <w:permStart w:id="1019814248" w:edGrp="everyone" w:colFirst="1" w:colLast="1"/>
            <w:permEnd w:id="1501430412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054CCF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BC702E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0641C20" w14:textId="77777777" w:rsidR="0079638F" w:rsidRDefault="0079638F" w:rsidP="00E76F67">
            <w:pPr>
              <w:pStyle w:val="Randtitel"/>
              <w:spacing w:line="180" w:lineRule="exact"/>
            </w:pPr>
            <w:permStart w:id="1715805915" w:edGrp="everyone" w:colFirst="1" w:colLast="1"/>
            <w:permEnd w:id="439685167"/>
            <w:r>
              <w:t>Beruf und Titel</w:t>
            </w:r>
            <w:permStart w:id="1589066524" w:edGrp="everyone" w:colFirst="1" w:colLast="1"/>
            <w:permEnd w:id="1019814248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97DB5B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715805915"/>
      <w:permEnd w:id="1589066524"/>
      <w:tr w:rsidR="0079638F" w14:paraId="6D288EC2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3CC757BF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67E0F95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0B4DF0A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7F99B31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C3843C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A5AB24D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5DD7C65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9E889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6E32D0F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477086B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8ABF8C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455AD62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74447210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D8B2F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8C6DF2E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5E9364F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4ED55265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6C546EF7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06CD688" w14:textId="77777777" w:rsidR="0079638F" w:rsidRPr="000601ED" w:rsidRDefault="0079638F" w:rsidP="00E76F67">
            <w:pPr>
              <w:pStyle w:val="Randtitel"/>
            </w:pPr>
            <w:permStart w:id="1023891186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6EEBAF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1ADDDE6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E31E420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367962573" w:edGrp="everyone" w:colFirst="1" w:colLast="1"/>
            <w:permStart w:id="1012940661" w:edGrp="everyone" w:colFirst="1" w:colLast="1"/>
            <w:permStart w:id="777282547" w:edGrp="everyone" w:colFirst="3" w:colLast="3"/>
            <w:r w:rsidRPr="0079638F">
              <w:rPr>
                <w:szCs w:val="16"/>
              </w:rPr>
              <w:t xml:space="preserve"> im QS</w:t>
            </w:r>
            <w:permEnd w:id="1023891186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099D21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67962573"/>
      <w:tr w:rsidR="0079638F" w:rsidRPr="000601ED" w14:paraId="2BAC1DB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CAA8A22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1726970877" w:edGrp="everyone" w:colFirst="1" w:colLast="1"/>
            <w:permStart w:id="945564762" w:edGrp="everyone" w:colFirst="3" w:colLast="3"/>
            <w:r>
              <w:t xml:space="preserve"> im QS</w:t>
            </w:r>
            <w:permEnd w:id="1012940661"/>
            <w:permEnd w:id="777282547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821D55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726970877"/>
      <w:permEnd w:id="945564762"/>
    </w:tbl>
    <w:p w14:paraId="04FC0B03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68A684F4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543F214B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14ED24B9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76315293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574763E0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68CF5D0B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15DB84F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5D39BA9A" w14:textId="77777777" w:rsidR="0079638F" w:rsidRDefault="0079638F" w:rsidP="00E76F67">
            <w:pPr>
              <w:pStyle w:val="Randtitel"/>
              <w:spacing w:line="180" w:lineRule="exact"/>
            </w:pPr>
            <w:permStart w:id="502945167" w:edGrp="everyone" w:colFirst="1" w:colLast="1"/>
            <w:r>
              <w:t>Objekt, Ort</w:t>
            </w:r>
          </w:p>
          <w:p w14:paraId="0AB880B0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632D9223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4C3D6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410D4BA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2188993A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1139029260" w:edGrp="everyone" w:colFirst="1" w:colLast="1"/>
            <w:permEnd w:id="502945167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06B00F8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39029260"/>
      <w:tr w:rsidR="0079638F" w14:paraId="39C4A787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44BDCAF9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207F6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EC8B94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485BAB5A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FC97635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9A83EA0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2578B388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28C410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8D3271A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46777517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FD3BBA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A254462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478FC8B7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555972746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213FE2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409162D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BA47C4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03FEDD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F94CA64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555972746"/>
      <w:tr w:rsidR="0079638F" w14:paraId="4D9997F3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22BD2637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4D6FD1D0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5D0FD7D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2048406904" w:edGrp="everyone" w:colFirst="1" w:colLast="1"/>
          </w:p>
        </w:tc>
      </w:tr>
      <w:permEnd w:id="2048406904"/>
      <w:tr w:rsidR="0079638F" w14:paraId="19471306" w14:textId="77777777" w:rsidTr="0079638F">
        <w:trPr>
          <w:trHeight w:val="340"/>
        </w:trPr>
        <w:tc>
          <w:tcPr>
            <w:tcW w:w="2269" w:type="dxa"/>
          </w:tcPr>
          <w:p w14:paraId="04FA525F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236C12F" w14:textId="6E872FE6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5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 w:rsidR="00D34EDB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Kostenplaner</w:t>
            </w:r>
          </w:p>
          <w:p w14:paraId="599DE42A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37EB073F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6B19902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882988378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47B4AB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82988378"/>
      <w:tr w:rsidR="0079638F" w14:paraId="5ABB34E9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E81D0EE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391A84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95EB03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AE9AB41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478099355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5BC9EF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78099355"/>
      <w:tr w:rsidR="0079638F" w14:paraId="5DAF90E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099FD86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9FE096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444814094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444814094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7AB58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F50213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960329560" w:edGrp="everyone"/>
            <w:permEnd w:id="960329560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5D41BB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200359112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200359112"/>
          </w:p>
        </w:tc>
      </w:tr>
      <w:tr w:rsidR="0079638F" w14:paraId="5A77A20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357C6D0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666704187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72F6E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7030121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A8F249B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875708287" w:edGrp="everyone" w:colFirst="1" w:colLast="1"/>
            <w:permEnd w:id="666704187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7C2E25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3DBAD3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94F37F7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363210948" w:edGrp="everyone" w:colFirst="1" w:colLast="1"/>
            <w:permEnd w:id="875708287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22C490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63210948"/>
      <w:tr w:rsidR="0079638F" w14:paraId="72693C5E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2D91F0B3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CBE050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915679869" w:edGrp="everyone"/>
            <w:permEnd w:id="915679869"/>
          </w:p>
        </w:tc>
      </w:tr>
      <w:tr w:rsidR="0079638F" w14:paraId="4A4A84C9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A3DE426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43666557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0E43B77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7D4E61E" w14:textId="77777777" w:rsidR="0079638F" w:rsidRDefault="0079638F" w:rsidP="00E76F67">
            <w:pPr>
              <w:pStyle w:val="Randtitel"/>
            </w:pPr>
            <w:permStart w:id="781979973" w:edGrp="everyone" w:colFirst="1" w:colLast="1"/>
            <w:permStart w:id="1760319986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8CD13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101471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6E189A6" w14:textId="77777777" w:rsidR="0079638F" w:rsidRDefault="0079638F" w:rsidP="00E76F67">
            <w:pPr>
              <w:pStyle w:val="Randtitel"/>
            </w:pPr>
            <w:permStart w:id="227016787" w:edGrp="everyone" w:colFirst="1" w:colLast="1"/>
            <w:permEnd w:id="781979973"/>
            <w:r>
              <w:t>Funktion</w:t>
            </w:r>
            <w:permStart w:id="742866388" w:edGrp="everyone" w:colFirst="1" w:colLast="1"/>
            <w:permEnd w:id="1760319986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6A7B1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EA09C7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9115BD5" w14:textId="77777777" w:rsidR="0079638F" w:rsidRDefault="0079638F" w:rsidP="00E76F67">
            <w:pPr>
              <w:pStyle w:val="Randtitel"/>
              <w:spacing w:line="180" w:lineRule="exact"/>
            </w:pPr>
            <w:permStart w:id="1006393507" w:edGrp="everyone" w:colFirst="1" w:colLast="1"/>
            <w:permEnd w:id="227016787"/>
            <w:r>
              <w:t>Beruf und Titel</w:t>
            </w:r>
            <w:permStart w:id="34893704" w:edGrp="everyone" w:colFirst="1" w:colLast="1"/>
            <w:permEnd w:id="742866388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B46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006393507"/>
      <w:permEnd w:id="34893704"/>
      <w:tr w:rsidR="0079638F" w14:paraId="2D5CA3C2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429FF576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9878BD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06BC297F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56030CB0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0A9327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59E3552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7B9096F2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FBA963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5F7D562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51707C74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635D1C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8682D8C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3FC2051E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4B14C3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0AB0DDAF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FA809E3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0C8FFB85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0156CA7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E35372D" w14:textId="77777777" w:rsidR="0079638F" w:rsidRPr="000601ED" w:rsidRDefault="0079638F" w:rsidP="00E76F67">
            <w:pPr>
              <w:pStyle w:val="Randtitel"/>
            </w:pPr>
            <w:permStart w:id="1976461074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928075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5024822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9A124E4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990476300" w:edGrp="everyone" w:colFirst="1" w:colLast="1"/>
            <w:permStart w:id="2027828710" w:edGrp="everyone" w:colFirst="1" w:colLast="1"/>
            <w:permStart w:id="1790651961" w:edGrp="everyone" w:colFirst="3" w:colLast="3"/>
            <w:r w:rsidRPr="0079638F">
              <w:rPr>
                <w:szCs w:val="16"/>
              </w:rPr>
              <w:t xml:space="preserve"> im QS</w:t>
            </w:r>
            <w:permEnd w:id="1976461074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1148D9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990476300"/>
      <w:tr w:rsidR="0079638F" w:rsidRPr="000601ED" w14:paraId="39FB70CB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3A2CDEB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1277059380" w:edGrp="everyone" w:colFirst="1" w:colLast="1"/>
            <w:permStart w:id="1508659717" w:edGrp="everyone" w:colFirst="3" w:colLast="3"/>
            <w:r>
              <w:t xml:space="preserve"> im QS</w:t>
            </w:r>
            <w:permEnd w:id="2027828710"/>
            <w:permEnd w:id="1790651961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2747B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277059380"/>
      <w:permEnd w:id="1508659717"/>
    </w:tbl>
    <w:p w14:paraId="7E22FAFA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7CD785DE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1F0343DB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B4EE5EC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2ECF7DB3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73378E81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3562EA9E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53388EE2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69160EBF" w14:textId="77777777" w:rsidR="0079638F" w:rsidRDefault="0079638F" w:rsidP="00E76F67">
            <w:pPr>
              <w:pStyle w:val="Randtitel"/>
              <w:spacing w:line="180" w:lineRule="exact"/>
            </w:pPr>
            <w:permStart w:id="2065500953" w:edGrp="everyone" w:colFirst="1" w:colLast="1"/>
            <w:r>
              <w:t>Objekt, Ort</w:t>
            </w:r>
          </w:p>
          <w:p w14:paraId="0E40A39C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60D15290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5955A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BAE4EEB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3BCE676B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881477741" w:edGrp="everyone" w:colFirst="1" w:colLast="1"/>
            <w:permEnd w:id="2065500953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8623C40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881477741"/>
      <w:tr w:rsidR="0079638F" w14:paraId="7D7F3F11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19168E53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15ED0D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EC14E67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15A36364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828C2A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71A542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28E979F2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FF7F90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886B5B2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181AE2EA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A7FEBD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8E0FBBC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62F568C5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874608381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BC1383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E95757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6C8ED31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5402DC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A29990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74608381"/>
      <w:tr w:rsidR="0079638F" w14:paraId="28BE96CC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4A2632BD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36755587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E5EDFD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2000245898" w:edGrp="everyone" w:colFirst="1" w:colLast="1"/>
          </w:p>
        </w:tc>
      </w:tr>
      <w:permEnd w:id="2000245898"/>
      <w:tr w:rsidR="0079638F" w14:paraId="533C7AC3" w14:textId="77777777" w:rsidTr="0079638F">
        <w:trPr>
          <w:trHeight w:val="340"/>
        </w:trPr>
        <w:tc>
          <w:tcPr>
            <w:tcW w:w="2269" w:type="dxa"/>
          </w:tcPr>
          <w:p w14:paraId="0D6256B3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0A4B871" w14:textId="611CE16D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 w:rsidRPr="0079638F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6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 w:rsidR="00D34EDB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Bauphysik und Akustik</w:t>
            </w:r>
          </w:p>
          <w:p w14:paraId="1A448F5C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0E92887F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23E6979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725381388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61309B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25381388"/>
      <w:tr w:rsidR="0079638F" w14:paraId="08E3AC1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68B2FFA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BC5A5E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5F258E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14E4720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009936999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B5CC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009936999"/>
      <w:tr w:rsidR="0079638F" w14:paraId="6F88785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D49EC10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F200BF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923357263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923357263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37E9F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ED6E6E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2057984612" w:edGrp="everyone"/>
            <w:permEnd w:id="2057984612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B2558A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2050040039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2050040039"/>
          </w:p>
        </w:tc>
      </w:tr>
      <w:tr w:rsidR="0079638F" w14:paraId="6B33E9E6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17D2F9E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946241031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98990B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10E2F76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1A11185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228300716" w:edGrp="everyone" w:colFirst="1" w:colLast="1"/>
            <w:permEnd w:id="946241031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29E39F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9368FE1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83FC6DD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587688287" w:edGrp="everyone" w:colFirst="1" w:colLast="1"/>
            <w:permEnd w:id="1228300716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BCF60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87688287"/>
      <w:tr w:rsidR="0079638F" w14:paraId="2D55690D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1D3A8CD2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392536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975860831" w:edGrp="everyone"/>
            <w:permEnd w:id="975860831"/>
          </w:p>
        </w:tc>
      </w:tr>
      <w:tr w:rsidR="0079638F" w14:paraId="326E21B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0ABE8CC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E0EA21E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2B13C34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610CBB0" w14:textId="77777777" w:rsidR="0079638F" w:rsidRDefault="0079638F" w:rsidP="00E76F67">
            <w:pPr>
              <w:pStyle w:val="Randtitel"/>
            </w:pPr>
            <w:permStart w:id="710290675" w:edGrp="everyone" w:colFirst="1" w:colLast="1"/>
            <w:permStart w:id="523656512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30717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69A29A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036CD3D" w14:textId="77777777" w:rsidR="0079638F" w:rsidRDefault="0079638F" w:rsidP="00E76F67">
            <w:pPr>
              <w:pStyle w:val="Randtitel"/>
            </w:pPr>
            <w:permStart w:id="243664562" w:edGrp="everyone" w:colFirst="1" w:colLast="1"/>
            <w:permEnd w:id="710290675"/>
            <w:r>
              <w:t>Funktion</w:t>
            </w:r>
            <w:permStart w:id="1026713498" w:edGrp="everyone" w:colFirst="1" w:colLast="1"/>
            <w:permEnd w:id="523656512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6C6637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108E2E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33C545E" w14:textId="77777777" w:rsidR="0079638F" w:rsidRDefault="0079638F" w:rsidP="00E76F67">
            <w:pPr>
              <w:pStyle w:val="Randtitel"/>
              <w:spacing w:line="180" w:lineRule="exact"/>
            </w:pPr>
            <w:permStart w:id="1749900303" w:edGrp="everyone" w:colFirst="1" w:colLast="1"/>
            <w:permEnd w:id="243664562"/>
            <w:r>
              <w:t>Beruf und Titel</w:t>
            </w:r>
            <w:permStart w:id="908010238" w:edGrp="everyone" w:colFirst="1" w:colLast="1"/>
            <w:permEnd w:id="1026713498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7D614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749900303"/>
      <w:permEnd w:id="908010238"/>
      <w:tr w:rsidR="0079638F" w14:paraId="09787901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0CF5FEDB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43ED4D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4D36E575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6DC6CB9D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7E4556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3D6D329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E0DA507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80CA1E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280F528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36FCC40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FB6C92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F29A155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6849CA62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5FD0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1501A8E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B1F09FB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0CE9C55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26BE5C8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917A3D5" w14:textId="77777777" w:rsidR="0079638F" w:rsidRPr="000601ED" w:rsidRDefault="0079638F" w:rsidP="00E76F67">
            <w:pPr>
              <w:pStyle w:val="Randtitel"/>
            </w:pPr>
            <w:permStart w:id="5771467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F511F2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7904B99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FEFE122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101162010" w:edGrp="everyone" w:colFirst="1" w:colLast="1"/>
            <w:permStart w:id="101456680" w:edGrp="everyone" w:colFirst="1" w:colLast="1"/>
            <w:permStart w:id="1061629656" w:edGrp="everyone" w:colFirst="3" w:colLast="3"/>
            <w:r w:rsidRPr="0079638F">
              <w:rPr>
                <w:szCs w:val="16"/>
              </w:rPr>
              <w:t xml:space="preserve"> im QS</w:t>
            </w:r>
            <w:permEnd w:id="5771467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9CC37F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01162010"/>
      <w:tr w:rsidR="0079638F" w:rsidRPr="000601ED" w14:paraId="2C3E69D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5501F75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1882345423" w:edGrp="everyone" w:colFirst="1" w:colLast="1"/>
            <w:permStart w:id="80479144" w:edGrp="everyone" w:colFirst="3" w:colLast="3"/>
            <w:r>
              <w:t xml:space="preserve"> im QS</w:t>
            </w:r>
            <w:permEnd w:id="101456680"/>
            <w:permEnd w:id="1061629656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3AA71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82345423"/>
      <w:permEnd w:id="80479144"/>
    </w:tbl>
    <w:p w14:paraId="716F7788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2CB26D1D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5C49841B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0B5DE8A3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6FED0B05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5410B857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207CD466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7964F41B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73CCA0F8" w14:textId="77777777" w:rsidR="0079638F" w:rsidRDefault="0079638F" w:rsidP="00E76F67">
            <w:pPr>
              <w:pStyle w:val="Randtitel"/>
              <w:spacing w:line="180" w:lineRule="exact"/>
            </w:pPr>
            <w:permStart w:id="1978540824" w:edGrp="everyone" w:colFirst="1" w:colLast="1"/>
            <w:r>
              <w:t>Objekt, Ort</w:t>
            </w:r>
          </w:p>
          <w:p w14:paraId="0C484880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4C121A76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D8DF10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17992A0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30F5AA2B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796263571" w:edGrp="everyone" w:colFirst="1" w:colLast="1"/>
            <w:permEnd w:id="1978540824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B8DFEEC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96263571"/>
      <w:tr w:rsidR="0079638F" w14:paraId="7A977051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5FFAFDBB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AE4E7A5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8815E3D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1EBCC94A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B82EB15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587C335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160953A8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DB137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37E2CA7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34589A9A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62FD153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3687B42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0A83D1CC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662335509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142B63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6D18294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E8B4D4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12114C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D280584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62335509"/>
      <w:tr w:rsidR="0079638F" w14:paraId="62A8C41F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1A4D78CF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29204AE8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6E6787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368269584" w:edGrp="everyone" w:colFirst="1" w:colLast="1"/>
          </w:p>
        </w:tc>
      </w:tr>
      <w:permEnd w:id="1368269584"/>
      <w:tr w:rsidR="0079638F" w14:paraId="18703115" w14:textId="77777777" w:rsidTr="0079638F">
        <w:trPr>
          <w:trHeight w:val="340"/>
        </w:trPr>
        <w:tc>
          <w:tcPr>
            <w:tcW w:w="2269" w:type="dxa"/>
          </w:tcPr>
          <w:p w14:paraId="72EA3EF7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F7E813E" w14:textId="67CE4F18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7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 w:rsidR="00D34EDB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Fassadenspezialist</w:t>
            </w:r>
          </w:p>
          <w:p w14:paraId="5330F692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1A89B17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317B7A4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460344789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CCD37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460344789"/>
      <w:tr w:rsidR="0079638F" w14:paraId="270FB81C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F6AE193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5CA41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D5E101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116D507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32916073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F732A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2916073"/>
      <w:tr w:rsidR="0079638F" w14:paraId="03D9DE67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C9C5F1B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F96858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727865670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727865670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4FA7E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AA9DCC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998996177" w:edGrp="everyone"/>
            <w:permEnd w:id="998996177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7475D8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69873945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69873945"/>
          </w:p>
        </w:tc>
      </w:tr>
      <w:tr w:rsidR="0079638F" w14:paraId="2F6C7A4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835BD81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624110812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B3DE8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A9D634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F9C7140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298547337" w:edGrp="everyone" w:colFirst="1" w:colLast="1"/>
            <w:permEnd w:id="624110812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B1949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820336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2F77F01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774379435" w:edGrp="everyone" w:colFirst="1" w:colLast="1"/>
            <w:permEnd w:id="1298547337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D010C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74379435"/>
      <w:tr w:rsidR="0079638F" w14:paraId="255C0361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365FD39A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579BD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1336633592" w:edGrp="everyone"/>
            <w:permEnd w:id="1336633592"/>
          </w:p>
        </w:tc>
      </w:tr>
      <w:tr w:rsidR="0079638F" w14:paraId="79CFF19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55FA7129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03D41255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4DF76F86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973F5DD" w14:textId="77777777" w:rsidR="0079638F" w:rsidRDefault="0079638F" w:rsidP="00E76F67">
            <w:pPr>
              <w:pStyle w:val="Randtitel"/>
            </w:pPr>
            <w:permStart w:id="2130846454" w:edGrp="everyone" w:colFirst="1" w:colLast="1"/>
            <w:permStart w:id="1410677492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ABE83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7F8706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87E4BB6" w14:textId="77777777" w:rsidR="0079638F" w:rsidRDefault="0079638F" w:rsidP="00E76F67">
            <w:pPr>
              <w:pStyle w:val="Randtitel"/>
            </w:pPr>
            <w:permStart w:id="736721558" w:edGrp="everyone" w:colFirst="1" w:colLast="1"/>
            <w:permEnd w:id="2130846454"/>
            <w:r>
              <w:t>Funktion</w:t>
            </w:r>
            <w:permStart w:id="626668814" w:edGrp="everyone" w:colFirst="1" w:colLast="1"/>
            <w:permEnd w:id="1410677492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2B4B67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615D46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0FE06C6" w14:textId="77777777" w:rsidR="0079638F" w:rsidRDefault="0079638F" w:rsidP="00E76F67">
            <w:pPr>
              <w:pStyle w:val="Randtitel"/>
              <w:spacing w:line="180" w:lineRule="exact"/>
            </w:pPr>
            <w:permStart w:id="518862781" w:edGrp="everyone" w:colFirst="1" w:colLast="1"/>
            <w:permEnd w:id="736721558"/>
            <w:r>
              <w:t>Beruf und Titel</w:t>
            </w:r>
            <w:permStart w:id="1668814441" w:edGrp="everyone" w:colFirst="1" w:colLast="1"/>
            <w:permEnd w:id="626668814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56B97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18862781"/>
      <w:permEnd w:id="1668814441"/>
      <w:tr w:rsidR="0079638F" w14:paraId="1CDE195B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1E829364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25D359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477A9389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F7F8BAF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1E60F6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CC73DB2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47AC443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821D8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D3CD498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296DAE4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580ECD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FB27331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21B4C162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6B9150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27A449C4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BFA036E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31626AB4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09FE0EB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4AEBDE4" w14:textId="77777777" w:rsidR="0079638F" w:rsidRPr="000601ED" w:rsidRDefault="0079638F" w:rsidP="00E76F67">
            <w:pPr>
              <w:pStyle w:val="Randtitel"/>
            </w:pPr>
            <w:permStart w:id="235620606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B7BDEE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4C5F737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287E968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239181137" w:edGrp="everyone" w:colFirst="1" w:colLast="1"/>
            <w:permStart w:id="1562980440" w:edGrp="everyone" w:colFirst="1" w:colLast="1"/>
            <w:permStart w:id="122766850" w:edGrp="everyone" w:colFirst="3" w:colLast="3"/>
            <w:r w:rsidRPr="0079638F">
              <w:rPr>
                <w:szCs w:val="16"/>
              </w:rPr>
              <w:t xml:space="preserve"> im QS</w:t>
            </w:r>
            <w:permEnd w:id="235620606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1233F0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239181137"/>
      <w:tr w:rsidR="0079638F" w:rsidRPr="000601ED" w14:paraId="69AF15F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4DCE6E3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726947806" w:edGrp="everyone" w:colFirst="1" w:colLast="1"/>
            <w:permStart w:id="529686094" w:edGrp="everyone" w:colFirst="3" w:colLast="3"/>
            <w:r>
              <w:t xml:space="preserve"> im QS</w:t>
            </w:r>
            <w:permEnd w:id="1562980440"/>
            <w:permEnd w:id="122766850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92395B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26947806"/>
      <w:permEnd w:id="529686094"/>
    </w:tbl>
    <w:p w14:paraId="7CE9E676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7CD5C8D5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343B3F3E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FF60975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00E12AD5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308692D5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35BBCE2B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78928BE5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5934CD5F" w14:textId="77777777" w:rsidR="0079638F" w:rsidRDefault="0079638F" w:rsidP="00E76F67">
            <w:pPr>
              <w:pStyle w:val="Randtitel"/>
              <w:spacing w:line="180" w:lineRule="exact"/>
            </w:pPr>
            <w:permStart w:id="557142198" w:edGrp="everyone" w:colFirst="1" w:colLast="1"/>
            <w:r>
              <w:t>Objekt, Ort</w:t>
            </w:r>
          </w:p>
          <w:p w14:paraId="59B7A4DB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753C47B6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4980F6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9A8E141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290DCEF9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1050811384" w:edGrp="everyone" w:colFirst="1" w:colLast="1"/>
            <w:permEnd w:id="557142198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1C9E6D3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050811384"/>
      <w:tr w:rsidR="0079638F" w14:paraId="6E3F1749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2ED641B9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A41824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511478C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056D2F41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8BA7B1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6BA7233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72F29B0D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0332FB7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B270D85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59BBC586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3958BF6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E2114D1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543E8726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135935659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DD3A2E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B1E7468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A647BA5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BE835D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6657AB4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35935659"/>
      <w:tr w:rsidR="0079638F" w14:paraId="6EEC9CF2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0628966F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5E1FC137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344513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443509513" w:edGrp="everyone" w:colFirst="1" w:colLast="1"/>
          </w:p>
        </w:tc>
      </w:tr>
      <w:permEnd w:id="1443509513"/>
      <w:tr w:rsidR="0079638F" w14:paraId="65238D33" w14:textId="77777777" w:rsidTr="0079638F">
        <w:trPr>
          <w:trHeight w:val="340"/>
        </w:trPr>
        <w:tc>
          <w:tcPr>
            <w:tcW w:w="2269" w:type="dxa"/>
          </w:tcPr>
          <w:p w14:paraId="2C80A511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5E495584" w14:textId="7BFCD95C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8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 w:rsidR="00D34EDB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Brandschutzplaner</w:t>
            </w:r>
          </w:p>
          <w:p w14:paraId="3E6288B6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03E33995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FECCAA0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55453543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262195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55453543"/>
      <w:tr w:rsidR="0079638F" w14:paraId="70B7E9F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F24C48C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50A47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54CC4AB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A98381F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095702607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ADDEE5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095702607"/>
      <w:tr w:rsidR="0079638F" w14:paraId="0EF2188B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D21A6EA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0D5433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840267941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840267941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63DF4E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7A5E58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344354993" w:edGrp="everyone"/>
            <w:permEnd w:id="1344354993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8239D9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467307976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467307976"/>
          </w:p>
        </w:tc>
      </w:tr>
      <w:tr w:rsidR="0079638F" w14:paraId="5D6A5B4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8A456BF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238135743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A0DDD0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0AC1E7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43D00D8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203974169" w:edGrp="everyone" w:colFirst="1" w:colLast="1"/>
            <w:permEnd w:id="1238135743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564BF0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C5C7ADF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61A7541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424821974" w:edGrp="everyone" w:colFirst="1" w:colLast="1"/>
            <w:permEnd w:id="203974169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11224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24821974"/>
      <w:tr w:rsidR="0079638F" w14:paraId="1DF94F48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72E293A1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466E10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635132978" w:edGrp="everyone"/>
            <w:permEnd w:id="635132978"/>
          </w:p>
        </w:tc>
      </w:tr>
      <w:tr w:rsidR="0079638F" w14:paraId="00D44F1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0632D31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7C94E78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61B8CDB8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BEB63E5" w14:textId="77777777" w:rsidR="0079638F" w:rsidRDefault="0079638F" w:rsidP="00E76F67">
            <w:pPr>
              <w:pStyle w:val="Randtitel"/>
            </w:pPr>
            <w:permStart w:id="901478602" w:edGrp="everyone" w:colFirst="1" w:colLast="1"/>
            <w:permStart w:id="1824132432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64450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4166FC7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9B9042F" w14:textId="77777777" w:rsidR="0079638F" w:rsidRDefault="0079638F" w:rsidP="00E76F67">
            <w:pPr>
              <w:pStyle w:val="Randtitel"/>
            </w:pPr>
            <w:permStart w:id="286679546" w:edGrp="everyone" w:colFirst="1" w:colLast="1"/>
            <w:permEnd w:id="901478602"/>
            <w:r>
              <w:t>Funktion</w:t>
            </w:r>
            <w:permStart w:id="1723677895" w:edGrp="everyone" w:colFirst="1" w:colLast="1"/>
            <w:permEnd w:id="1824132432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E2279D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CBB7AF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BCAF28B" w14:textId="77777777" w:rsidR="0079638F" w:rsidRDefault="0079638F" w:rsidP="00E76F67">
            <w:pPr>
              <w:pStyle w:val="Randtitel"/>
              <w:spacing w:line="180" w:lineRule="exact"/>
            </w:pPr>
            <w:permStart w:id="214445128" w:edGrp="everyone" w:colFirst="1" w:colLast="1"/>
            <w:permEnd w:id="286679546"/>
            <w:r>
              <w:t>Beruf und Titel</w:t>
            </w:r>
            <w:permStart w:id="680397961" w:edGrp="everyone" w:colFirst="1" w:colLast="1"/>
            <w:permEnd w:id="1723677895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C7A2BF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14445128"/>
      <w:permEnd w:id="680397961"/>
      <w:tr w:rsidR="0079638F" w14:paraId="41EDA117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4F682546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6AD155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C3B5DAD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5449C8D2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A9F57C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D6B81A2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C85A890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A079BF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BF3AB09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058F766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7CBD6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7CCD9CD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6DF52706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E6F834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10AFFBD2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8CC7181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62B2826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0D29E55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A5C5BBD" w14:textId="77777777" w:rsidR="0079638F" w:rsidRPr="000601ED" w:rsidRDefault="0079638F" w:rsidP="00E76F67">
            <w:pPr>
              <w:pStyle w:val="Randtitel"/>
            </w:pPr>
            <w:permStart w:id="1833109496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384131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29ED523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B503411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937929523" w:edGrp="everyone" w:colFirst="1" w:colLast="1"/>
            <w:permStart w:id="318180726" w:edGrp="everyone" w:colFirst="1" w:colLast="1"/>
            <w:permStart w:id="149243167" w:edGrp="everyone" w:colFirst="3" w:colLast="3"/>
            <w:r w:rsidRPr="0079638F">
              <w:rPr>
                <w:szCs w:val="16"/>
              </w:rPr>
              <w:t xml:space="preserve"> im QS</w:t>
            </w:r>
            <w:permEnd w:id="1833109496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EA3482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937929523"/>
      <w:tr w:rsidR="0079638F" w:rsidRPr="000601ED" w14:paraId="13D74EF5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078E779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765876647" w:edGrp="everyone" w:colFirst="1" w:colLast="1"/>
            <w:permStart w:id="871262215" w:edGrp="everyone" w:colFirst="3" w:colLast="3"/>
            <w:r>
              <w:t xml:space="preserve"> im QS</w:t>
            </w:r>
            <w:permEnd w:id="318180726"/>
            <w:permEnd w:id="149243167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54C35C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65876647"/>
      <w:permEnd w:id="871262215"/>
    </w:tbl>
    <w:p w14:paraId="45FCB8C3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4029D11E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0B48EDAE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07D2E1B7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5C737459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1F48491D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33298F83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0DA49E74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5443596A" w14:textId="77777777" w:rsidR="0079638F" w:rsidRDefault="0079638F" w:rsidP="00E76F67">
            <w:pPr>
              <w:pStyle w:val="Randtitel"/>
              <w:spacing w:line="180" w:lineRule="exact"/>
            </w:pPr>
            <w:permStart w:id="1563784402" w:edGrp="everyone" w:colFirst="1" w:colLast="1"/>
            <w:r>
              <w:t>Objekt, Ort</w:t>
            </w:r>
          </w:p>
          <w:p w14:paraId="36CA249B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03EB13C5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C622EA7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0FF5B8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7F5F7D43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1886351777" w:edGrp="everyone" w:colFirst="1" w:colLast="1"/>
            <w:permEnd w:id="1563784402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D556B3B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86351777"/>
      <w:tr w:rsidR="0079638F" w14:paraId="43B72E4B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7F66FA25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C974EC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09AE28C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6577DDF1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28A5991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4B5C852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60F1EAA7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C3E1A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3B947C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2CD2D226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ED4C5E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B50D7A7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66033F62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755379133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5A3853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D3B71EB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C8E0868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FE554ED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BF7C518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55379133"/>
      <w:tr w:rsidR="0079638F" w14:paraId="1B19C137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276DE268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3D938739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FB76E9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339033118" w:edGrp="everyone" w:colFirst="1" w:colLast="1"/>
          </w:p>
        </w:tc>
      </w:tr>
      <w:permEnd w:id="1339033118"/>
      <w:tr w:rsidR="0079638F" w14:paraId="381D40E1" w14:textId="77777777" w:rsidTr="0079638F">
        <w:trPr>
          <w:trHeight w:val="340"/>
        </w:trPr>
        <w:tc>
          <w:tcPr>
            <w:tcW w:w="2269" w:type="dxa"/>
          </w:tcPr>
          <w:p w14:paraId="5F647BA6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2CE8671F" w14:textId="453BCF0C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9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 w:rsidR="00D34EDB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Laborplaner</w:t>
            </w:r>
          </w:p>
          <w:p w14:paraId="6AC8E59A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33A63D91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54EBBFF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090274009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8F11AF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090274009"/>
      <w:tr w:rsidR="0079638F" w14:paraId="4CC965F7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B94B919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8DAA4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562ECBA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5599337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1643003433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7180B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643003433"/>
      <w:tr w:rsidR="0079638F" w14:paraId="717E0477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F208105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029AEC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776501556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776501556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FE1E2E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D8D1BB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476085843" w:edGrp="everyone"/>
            <w:permEnd w:id="476085843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F2D910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564038185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564038185"/>
          </w:p>
        </w:tc>
      </w:tr>
      <w:tr w:rsidR="0079638F" w14:paraId="1F0D2ECF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A7E3847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663772886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41B6C3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46D49E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7C9781D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046889481" w:edGrp="everyone" w:colFirst="1" w:colLast="1"/>
            <w:permEnd w:id="1663772886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11E43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909656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FBA0687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90316698" w:edGrp="everyone" w:colFirst="1" w:colLast="1"/>
            <w:permEnd w:id="1046889481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99456D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90316698"/>
      <w:tr w:rsidR="0079638F" w14:paraId="03F971C1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5882FA9A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4C0E9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340738412" w:edGrp="everyone"/>
            <w:permEnd w:id="340738412"/>
          </w:p>
        </w:tc>
      </w:tr>
      <w:tr w:rsidR="0079638F" w14:paraId="233B5F55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38DBB0E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3F4DB591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3CFE11BE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7C509AF" w14:textId="77777777" w:rsidR="0079638F" w:rsidRDefault="0079638F" w:rsidP="00E76F67">
            <w:pPr>
              <w:pStyle w:val="Randtitel"/>
            </w:pPr>
            <w:permStart w:id="1882211985" w:edGrp="everyone" w:colFirst="1" w:colLast="1"/>
            <w:permStart w:id="188625973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11553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B4BF671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79FB70CC" w14:textId="77777777" w:rsidR="0079638F" w:rsidRDefault="0079638F" w:rsidP="00E76F67">
            <w:pPr>
              <w:pStyle w:val="Randtitel"/>
            </w:pPr>
            <w:permStart w:id="513278826" w:edGrp="everyone" w:colFirst="1" w:colLast="1"/>
            <w:permEnd w:id="1882211985"/>
            <w:r>
              <w:t>Funktion</w:t>
            </w:r>
            <w:permStart w:id="1702976894" w:edGrp="everyone" w:colFirst="1" w:colLast="1"/>
            <w:permEnd w:id="188625973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234CF4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D4F689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C3A4A08" w14:textId="77777777" w:rsidR="0079638F" w:rsidRDefault="0079638F" w:rsidP="00E76F67">
            <w:pPr>
              <w:pStyle w:val="Randtitel"/>
              <w:spacing w:line="180" w:lineRule="exact"/>
            </w:pPr>
            <w:permStart w:id="134439749" w:edGrp="everyone" w:colFirst="1" w:colLast="1"/>
            <w:permEnd w:id="513278826"/>
            <w:r>
              <w:t>Beruf und Titel</w:t>
            </w:r>
            <w:permStart w:id="765396008" w:edGrp="everyone" w:colFirst="1" w:colLast="1"/>
            <w:permEnd w:id="1702976894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36EDD9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4439749"/>
      <w:permEnd w:id="765396008"/>
      <w:tr w:rsidR="0079638F" w14:paraId="6A11F934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5A6D0D26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9E5AE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42E298FF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4E921CF3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66D870B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06CA581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A144CFA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D9BA3C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C40545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1BA2C227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FF0A70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0232506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5AF0456D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44CCD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7604CA04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F5014C6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2E39AF3F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06695AC8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30C6FC42" w14:textId="77777777" w:rsidR="0079638F" w:rsidRPr="000601ED" w:rsidRDefault="0079638F" w:rsidP="00E76F67">
            <w:pPr>
              <w:pStyle w:val="Randtitel"/>
            </w:pPr>
            <w:permStart w:id="721117621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C82CBE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24653E29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2CC5166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10557797" w:edGrp="everyone" w:colFirst="1" w:colLast="1"/>
            <w:permStart w:id="1531658656" w:edGrp="everyone" w:colFirst="1" w:colLast="1"/>
            <w:permStart w:id="659757228" w:edGrp="everyone" w:colFirst="3" w:colLast="3"/>
            <w:r w:rsidRPr="0079638F">
              <w:rPr>
                <w:szCs w:val="16"/>
              </w:rPr>
              <w:t xml:space="preserve"> im QS</w:t>
            </w:r>
            <w:permEnd w:id="721117621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5B6602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0557797"/>
      <w:tr w:rsidR="0079638F" w:rsidRPr="000601ED" w14:paraId="62E3A46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B0E5FCB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948326292" w:edGrp="everyone" w:colFirst="1" w:colLast="1"/>
            <w:permStart w:id="2117019399" w:edGrp="everyone" w:colFirst="3" w:colLast="3"/>
            <w:r>
              <w:t xml:space="preserve"> im QS</w:t>
            </w:r>
            <w:permEnd w:id="1531658656"/>
            <w:permEnd w:id="659757228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7DD1BA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948326292"/>
      <w:permEnd w:id="2117019399"/>
    </w:tbl>
    <w:p w14:paraId="52263F4F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1ACCB276" w14:textId="77777777" w:rsidTr="0079638F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20578F45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A200E2D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51CFFE18" w14:textId="77777777" w:rsidTr="0079638F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39E711BD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70A05454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4DBCD275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3353C7FE" w14:textId="77777777" w:rsidR="0079638F" w:rsidRDefault="0079638F" w:rsidP="00E76F67">
            <w:pPr>
              <w:pStyle w:val="Randtitel"/>
              <w:spacing w:line="180" w:lineRule="exact"/>
            </w:pPr>
            <w:permStart w:id="1273638496" w:edGrp="everyone" w:colFirst="1" w:colLast="1"/>
            <w:r>
              <w:t>Objekt, Ort</w:t>
            </w:r>
          </w:p>
          <w:p w14:paraId="302C3CFB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2C2C3DA1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845182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ADF984B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5FE2AC1E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1687820108" w:edGrp="everyone" w:colFirst="1" w:colLast="1"/>
            <w:permEnd w:id="1273638496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5F1DE08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687820108"/>
      <w:tr w:rsidR="0079638F" w14:paraId="3B6639B3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6EE268B5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D7E48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EB847D6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5BC06636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F1E0BD1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EAB29FE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3EA8C0C6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AF83236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8825E1E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1776D02A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41C9B66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3682641" w14:textId="77777777" w:rsidTr="0079638F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5C615201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538335628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C93D78B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C0A78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FE8543D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EF492C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7AFEEC7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538335628"/>
      <w:tr w:rsidR="0079638F" w14:paraId="7FE21FD2" w14:textId="77777777" w:rsidTr="0079638F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0D905CEA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7649338D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14BB16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636186078" w:edGrp="everyone" w:colFirst="1" w:colLast="1"/>
          </w:p>
        </w:tc>
      </w:tr>
      <w:permEnd w:id="636186078"/>
      <w:tr w:rsidR="0079638F" w14:paraId="15A9410A" w14:textId="77777777" w:rsidTr="0079638F">
        <w:trPr>
          <w:trHeight w:val="340"/>
        </w:trPr>
        <w:tc>
          <w:tcPr>
            <w:tcW w:w="2269" w:type="dxa"/>
          </w:tcPr>
          <w:p w14:paraId="509414E9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5BF312E6" w14:textId="12794385" w:rsidR="0079638F" w:rsidRPr="0079638F" w:rsidRDefault="0079638F" w:rsidP="00E76F67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1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0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r w:rsidR="00D34EDB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Gastroplaner</w:t>
            </w:r>
          </w:p>
          <w:p w14:paraId="1728DCBF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79638F" w14:paraId="076433CD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930D236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1512522705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FD103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512522705"/>
      <w:tr w:rsidR="0079638F" w14:paraId="0451BC76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2A23F1D4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011364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1F88569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EB79D7C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252068461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174B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52068461"/>
      <w:tr w:rsidR="0079638F" w14:paraId="459BB142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4C6DE5B2" w14:textId="77777777" w:rsidR="0079638F" w:rsidRDefault="0079638F" w:rsidP="00E76F67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11C285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250760967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250760967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602E86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E5AC17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2076264655" w:edGrp="everyone"/>
            <w:permEnd w:id="2076264655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07A6ED" w14:textId="77777777" w:rsidR="0079638F" w:rsidRDefault="0079638F" w:rsidP="00E76F67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310474419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310474419"/>
          </w:p>
        </w:tc>
      </w:tr>
      <w:tr w:rsidR="0079638F" w14:paraId="318555B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00EBFEAE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351279022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961A8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ECD3AB3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3350472" w14:textId="77777777" w:rsidR="0079638F" w:rsidRDefault="0079638F" w:rsidP="00E76F67">
            <w:pPr>
              <w:pStyle w:val="Randtitel"/>
              <w:spacing w:line="180" w:lineRule="exact"/>
              <w:rPr>
                <w:szCs w:val="16"/>
              </w:rPr>
            </w:pPr>
            <w:permStart w:id="260663690" w:edGrp="everyone" w:colFirst="1" w:colLast="1"/>
            <w:permEnd w:id="351279022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F87C8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286DC0DC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251DD10" w14:textId="77777777" w:rsidR="0079638F" w:rsidRDefault="0079638F" w:rsidP="00E76F67">
            <w:pPr>
              <w:pStyle w:val="Randtitel"/>
              <w:rPr>
                <w:szCs w:val="16"/>
              </w:rPr>
            </w:pPr>
            <w:permStart w:id="985341501" w:edGrp="everyone" w:colFirst="1" w:colLast="1"/>
            <w:permEnd w:id="260663690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9A885A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985341501"/>
      <w:tr w:rsidR="0079638F" w14:paraId="3A55B290" w14:textId="77777777" w:rsidTr="0079638F">
        <w:trPr>
          <w:trHeight w:val="113"/>
        </w:trPr>
        <w:tc>
          <w:tcPr>
            <w:tcW w:w="2269" w:type="dxa"/>
            <w:vAlign w:val="center"/>
          </w:tcPr>
          <w:p w14:paraId="158C7B6F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681E0D" w14:textId="77777777" w:rsidR="0079638F" w:rsidRDefault="0079638F" w:rsidP="00E76F67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720199200" w:edGrp="everyone"/>
            <w:permEnd w:id="720199200"/>
          </w:p>
        </w:tc>
      </w:tr>
      <w:tr w:rsidR="0079638F" w14:paraId="5A0A3869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04B00FFD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1620FEF" w14:textId="77777777" w:rsidR="0079638F" w:rsidRDefault="0079638F" w:rsidP="00E76F67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79638F" w14:paraId="0416785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55230642" w14:textId="77777777" w:rsidR="0079638F" w:rsidRDefault="0079638F" w:rsidP="00E76F67">
            <w:pPr>
              <w:pStyle w:val="Randtitel"/>
            </w:pPr>
            <w:permStart w:id="1590954933" w:edGrp="everyone" w:colFirst="1" w:colLast="1"/>
            <w:permStart w:id="1566263386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B40451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42C051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6D124337" w14:textId="77777777" w:rsidR="0079638F" w:rsidRDefault="0079638F" w:rsidP="00E76F67">
            <w:pPr>
              <w:pStyle w:val="Randtitel"/>
            </w:pPr>
            <w:permStart w:id="1503605228" w:edGrp="everyone" w:colFirst="1" w:colLast="1"/>
            <w:permEnd w:id="1590954933"/>
            <w:r>
              <w:t>Funktion</w:t>
            </w:r>
            <w:permStart w:id="675373810" w:edGrp="everyone" w:colFirst="1" w:colLast="1"/>
            <w:permEnd w:id="1566263386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A990F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7990A07F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7CB17D9" w14:textId="77777777" w:rsidR="0079638F" w:rsidRDefault="0079638F" w:rsidP="00E76F67">
            <w:pPr>
              <w:pStyle w:val="Randtitel"/>
              <w:spacing w:line="180" w:lineRule="exact"/>
            </w:pPr>
            <w:permStart w:id="1780287754" w:edGrp="everyone" w:colFirst="1" w:colLast="1"/>
            <w:permEnd w:id="1503605228"/>
            <w:r>
              <w:t>Beruf und Titel</w:t>
            </w:r>
            <w:permStart w:id="471546096" w:edGrp="everyone" w:colFirst="1" w:colLast="1"/>
            <w:permEnd w:id="675373810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5E9BEC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780287754"/>
      <w:permEnd w:id="471546096"/>
      <w:tr w:rsidR="0079638F" w14:paraId="63701AA0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3C6A1A54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80DB76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0B2520B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5EBA6761" w14:textId="77777777" w:rsidR="0079638F" w:rsidRDefault="0079638F" w:rsidP="00E76F67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1CECB9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423AAEF2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34024BDC" w14:textId="77777777" w:rsidR="0079638F" w:rsidRDefault="0079638F" w:rsidP="00E76F67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2504EC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9F08698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60565241" w14:textId="77777777" w:rsidR="0079638F" w:rsidRDefault="0079638F" w:rsidP="00E76F67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9E675F" w14:textId="77777777" w:rsidR="0079638F" w:rsidRP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38FA00A1" w14:textId="77777777" w:rsidTr="0079638F">
        <w:trPr>
          <w:trHeight w:val="51"/>
        </w:trPr>
        <w:tc>
          <w:tcPr>
            <w:tcW w:w="2269" w:type="dxa"/>
            <w:vAlign w:val="center"/>
          </w:tcPr>
          <w:p w14:paraId="7B686250" w14:textId="77777777" w:rsidR="0079638F" w:rsidRDefault="0079638F" w:rsidP="00E76F67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9082E2" w14:textId="77777777" w:rsidR="0079638F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79638F" w14:paraId="626A0EF0" w14:textId="77777777" w:rsidTr="0079638F">
        <w:trPr>
          <w:trHeight w:val="340"/>
        </w:trPr>
        <w:tc>
          <w:tcPr>
            <w:tcW w:w="2269" w:type="dxa"/>
            <w:vAlign w:val="center"/>
          </w:tcPr>
          <w:p w14:paraId="69F6E2F3" w14:textId="77777777" w:rsidR="0079638F" w:rsidRDefault="0079638F" w:rsidP="00E76F67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3F6D628A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79638F" w:rsidRPr="000601ED" w14:paraId="134DD9F7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9CBFFFB" w14:textId="77777777" w:rsidR="0079638F" w:rsidRPr="000601ED" w:rsidRDefault="0079638F" w:rsidP="00E76F67">
            <w:pPr>
              <w:pStyle w:val="Randtitel"/>
            </w:pPr>
            <w:permStart w:id="1061648773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27FE26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:rsidRPr="000601ED" w14:paraId="77910254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2CAF8A42" w14:textId="77777777" w:rsidR="0079638F" w:rsidRPr="000601ED" w:rsidRDefault="0079638F" w:rsidP="00E76F67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246166955" w:edGrp="everyone" w:colFirst="1" w:colLast="1"/>
            <w:permStart w:id="24451149" w:edGrp="everyone" w:colFirst="1" w:colLast="1"/>
            <w:permStart w:id="2130450075" w:edGrp="everyone" w:colFirst="3" w:colLast="3"/>
            <w:r w:rsidRPr="0079638F">
              <w:rPr>
                <w:szCs w:val="16"/>
              </w:rPr>
              <w:t xml:space="preserve"> im QS</w:t>
            </w:r>
            <w:permEnd w:id="1061648773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57E249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46166955"/>
      <w:tr w:rsidR="0079638F" w:rsidRPr="000601ED" w14:paraId="0D80A240" w14:textId="77777777" w:rsidTr="0079638F">
        <w:trPr>
          <w:trHeight w:val="340"/>
        </w:trPr>
        <w:tc>
          <w:tcPr>
            <w:tcW w:w="2269" w:type="dxa"/>
            <w:vAlign w:val="center"/>
            <w:hideMark/>
          </w:tcPr>
          <w:p w14:paraId="11133B5E" w14:textId="77777777" w:rsidR="0079638F" w:rsidRPr="000601ED" w:rsidRDefault="0079638F" w:rsidP="00E76F67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1811241612" w:edGrp="everyone" w:colFirst="1" w:colLast="1"/>
            <w:permStart w:id="490169387" w:edGrp="everyone" w:colFirst="3" w:colLast="3"/>
            <w:r>
              <w:t xml:space="preserve"> im QS</w:t>
            </w:r>
            <w:permEnd w:id="24451149"/>
            <w:permEnd w:id="2130450075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D93986" w14:textId="77777777" w:rsidR="0079638F" w:rsidRPr="000601ED" w:rsidRDefault="0079638F" w:rsidP="00E76F6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11241612"/>
      <w:permEnd w:id="490169387"/>
    </w:tbl>
    <w:p w14:paraId="1ADD1930" w14:textId="77777777" w:rsidR="0079638F" w:rsidRPr="0079638F" w:rsidRDefault="0079638F" w:rsidP="0079638F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1799"/>
        <w:gridCol w:w="676"/>
        <w:gridCol w:w="690"/>
        <w:gridCol w:w="5056"/>
        <w:gridCol w:w="6"/>
      </w:tblGrid>
      <w:tr w:rsidR="0079638F" w14:paraId="22960402" w14:textId="77777777" w:rsidTr="00D34EDB">
        <w:trPr>
          <w:gridAfter w:val="1"/>
          <w:wAfter w:w="6" w:type="dxa"/>
          <w:trHeight w:val="340"/>
        </w:trPr>
        <w:tc>
          <w:tcPr>
            <w:tcW w:w="2269" w:type="dxa"/>
            <w:vAlign w:val="center"/>
          </w:tcPr>
          <w:p w14:paraId="2F1C1929" w14:textId="77777777" w:rsidR="0079638F" w:rsidRDefault="0079638F" w:rsidP="00E76F67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gridSpan w:val="4"/>
            <w:shd w:val="clear" w:color="auto" w:fill="F2F2F2" w:themeFill="background1" w:themeFillShade="F2"/>
            <w:vAlign w:val="center"/>
            <w:hideMark/>
          </w:tcPr>
          <w:p w14:paraId="63FE01C0" w14:textId="77777777" w:rsidR="0079638F" w:rsidRDefault="0079638F" w:rsidP="00E76F67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79638F" w14:paraId="3B6926A0" w14:textId="77777777" w:rsidTr="00D34EDB">
        <w:trPr>
          <w:gridAfter w:val="1"/>
          <w:wAfter w:w="6" w:type="dxa"/>
          <w:trHeight w:hRule="exact" w:val="90"/>
        </w:trPr>
        <w:tc>
          <w:tcPr>
            <w:tcW w:w="2269" w:type="dxa"/>
          </w:tcPr>
          <w:p w14:paraId="702491B9" w14:textId="77777777" w:rsidR="0079638F" w:rsidRDefault="0079638F" w:rsidP="00E76F67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  <w:gridSpan w:val="4"/>
          </w:tcPr>
          <w:p w14:paraId="45F74D9C" w14:textId="77777777" w:rsidR="0079638F" w:rsidRDefault="0079638F" w:rsidP="00E76F67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79638F" w14:paraId="40E9E560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4BFB9081" w14:textId="77777777" w:rsidR="0079638F" w:rsidRDefault="0079638F" w:rsidP="00E76F67">
            <w:pPr>
              <w:pStyle w:val="Randtitel"/>
              <w:spacing w:line="180" w:lineRule="exact"/>
            </w:pPr>
            <w:permStart w:id="1361148320" w:edGrp="everyone" w:colFirst="1" w:colLast="1"/>
            <w:r>
              <w:t>Objekt, Ort</w:t>
            </w:r>
          </w:p>
          <w:p w14:paraId="0CE3908A" w14:textId="77777777" w:rsidR="0079638F" w:rsidRDefault="0079638F" w:rsidP="00E76F67">
            <w:pPr>
              <w:pStyle w:val="Randtitel"/>
              <w:spacing w:line="180" w:lineRule="exact"/>
            </w:pPr>
            <w:r>
              <w:t>Fertigstellungsdatum</w:t>
            </w:r>
          </w:p>
          <w:p w14:paraId="112CB249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C05E2D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258205D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6811659F" w14:textId="77777777" w:rsidR="0079638F" w:rsidRPr="000D72D1" w:rsidRDefault="0079638F" w:rsidP="00E76F67">
            <w:pPr>
              <w:pStyle w:val="Randtitel"/>
              <w:spacing w:line="180" w:lineRule="exact"/>
            </w:pPr>
            <w:permStart w:id="428160223" w:edGrp="everyone" w:colFirst="1" w:colLast="1"/>
            <w:permEnd w:id="1361148320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74651E" w14:textId="77777777" w:rsidR="0079638F" w:rsidRPr="000D72D1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428160223"/>
      <w:tr w:rsidR="0079638F" w14:paraId="6E951B6A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19DE825A" w14:textId="77777777" w:rsidR="0079638F" w:rsidRDefault="0079638F" w:rsidP="00E76F67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83B861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46D3CFF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6949AEA3" w14:textId="77777777" w:rsidR="0079638F" w:rsidDel="00BE3575" w:rsidRDefault="0079638F" w:rsidP="00E76F67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ABD8A3E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9AC1A12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</w:tcPr>
          <w:p w14:paraId="4DC9DF9F" w14:textId="77777777" w:rsidR="0079638F" w:rsidRDefault="0079638F" w:rsidP="00E76F67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494C08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54D9A405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0A710281" w14:textId="77777777" w:rsidR="0079638F" w:rsidRDefault="0079638F" w:rsidP="00E76F67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C79B9CC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79638F" w14:paraId="62781056" w14:textId="77777777" w:rsidTr="00D34EDB">
        <w:trPr>
          <w:gridAfter w:val="1"/>
          <w:wAfter w:w="6" w:type="dxa"/>
          <w:trHeight w:hRule="exact" w:val="1335"/>
        </w:trPr>
        <w:tc>
          <w:tcPr>
            <w:tcW w:w="2269" w:type="dxa"/>
            <w:hideMark/>
          </w:tcPr>
          <w:p w14:paraId="3C7636A6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787957041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E1B4830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7AD10AA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564F836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D932122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06AF64F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87957041"/>
      <w:tr w:rsidR="0079638F" w14:paraId="7785E437" w14:textId="77777777" w:rsidTr="00D34EDB">
        <w:trPr>
          <w:gridAfter w:val="1"/>
          <w:wAfter w:w="6" w:type="dxa"/>
          <w:trHeight w:hRule="exact" w:val="397"/>
        </w:trPr>
        <w:tc>
          <w:tcPr>
            <w:tcW w:w="2269" w:type="dxa"/>
            <w:hideMark/>
          </w:tcPr>
          <w:p w14:paraId="331792B4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2A63C69A" w14:textId="77777777" w:rsidR="0079638F" w:rsidRDefault="0079638F" w:rsidP="00E76F67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0C6D929" w14:textId="77777777" w:rsidR="0079638F" w:rsidRDefault="0079638F" w:rsidP="00E76F67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239181357" w:edGrp="everyone" w:colFirst="1" w:colLast="1"/>
          </w:p>
        </w:tc>
      </w:tr>
      <w:permEnd w:id="1239181357"/>
      <w:tr w:rsidR="00D34EDB" w14:paraId="666A2341" w14:textId="77777777" w:rsidTr="00D34EDB">
        <w:trPr>
          <w:trHeight w:val="340"/>
        </w:trPr>
        <w:tc>
          <w:tcPr>
            <w:tcW w:w="2269" w:type="dxa"/>
          </w:tcPr>
          <w:p w14:paraId="520C4B95" w14:textId="77777777" w:rsidR="00D34EDB" w:rsidRDefault="00D34EDB" w:rsidP="00980F9A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3CBC7AE8" w14:textId="753D7048" w:rsidR="00D34EDB" w:rsidRPr="0079638F" w:rsidRDefault="00D34EDB" w:rsidP="00980F9A">
            <w:pPr>
              <w:pStyle w:val="Randtitel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Angaben zum Subunternehmen,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 xml:space="preserve">Leistung: 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1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1</w:t>
            </w:r>
            <w:r w:rsidRPr="00E02B3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0"/>
                <w:lang w:eastAsia="en-US"/>
              </w:rPr>
              <w:t>pbFM</w:t>
            </w:r>
            <w:proofErr w:type="spellEnd"/>
          </w:p>
          <w:p w14:paraId="25C3DFB7" w14:textId="77777777" w:rsidR="00D34EDB" w:rsidRDefault="00D34EDB" w:rsidP="00980F9A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</w:p>
        </w:tc>
      </w:tr>
      <w:tr w:rsidR="00D34EDB" w14:paraId="1AAF9333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10D76229" w14:textId="77777777" w:rsidR="00D34EDB" w:rsidRDefault="00D34EDB" w:rsidP="00980F9A">
            <w:pPr>
              <w:pStyle w:val="Randtitel"/>
              <w:spacing w:line="180" w:lineRule="exact"/>
              <w:rPr>
                <w:szCs w:val="16"/>
              </w:rPr>
            </w:pPr>
            <w:permStart w:id="1335176847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DD87CD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35176847"/>
      <w:tr w:rsidR="00D34EDB" w14:paraId="3A3382CA" w14:textId="77777777" w:rsidTr="00D34EDB">
        <w:trPr>
          <w:trHeight w:val="340"/>
        </w:trPr>
        <w:tc>
          <w:tcPr>
            <w:tcW w:w="2269" w:type="dxa"/>
            <w:vAlign w:val="center"/>
          </w:tcPr>
          <w:p w14:paraId="5CAEC931" w14:textId="77777777" w:rsidR="00D34EDB" w:rsidRDefault="00D34EDB" w:rsidP="00980F9A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694973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09691036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652D5A32" w14:textId="77777777" w:rsidR="00D34EDB" w:rsidRDefault="00D34EDB" w:rsidP="00980F9A">
            <w:pPr>
              <w:pStyle w:val="Randtitel"/>
              <w:rPr>
                <w:szCs w:val="16"/>
              </w:rPr>
            </w:pPr>
            <w:permStart w:id="279600784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EA0FB3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79600784"/>
      <w:tr w:rsidR="00D34EDB" w14:paraId="69A70EAF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1E9F945A" w14:textId="77777777" w:rsidR="00D34EDB" w:rsidRDefault="00D34EDB" w:rsidP="00980F9A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0B0507" w14:textId="77777777" w:rsidR="00D34EDB" w:rsidRDefault="00D34EDB" w:rsidP="00980F9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399029026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399029026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CD08F" w14:textId="77777777" w:rsidR="00D34EDB" w:rsidRDefault="00D34EDB" w:rsidP="00980F9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69D0E4" w14:textId="77777777" w:rsidR="00D34EDB" w:rsidRDefault="00D34EDB" w:rsidP="00980F9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845905311" w:edGrp="everyone"/>
            <w:permEnd w:id="1845905311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5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7FBDF4" w14:textId="77777777" w:rsidR="00D34EDB" w:rsidRDefault="00D34EDB" w:rsidP="00980F9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1824333785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1824333785"/>
          </w:p>
        </w:tc>
      </w:tr>
      <w:tr w:rsidR="00D34EDB" w14:paraId="6CF5A806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48EB2FA2" w14:textId="77777777" w:rsidR="00D34EDB" w:rsidRDefault="00D34EDB" w:rsidP="00980F9A">
            <w:pPr>
              <w:pStyle w:val="Randtitel"/>
              <w:spacing w:line="180" w:lineRule="exact"/>
              <w:rPr>
                <w:szCs w:val="16"/>
              </w:rPr>
            </w:pPr>
            <w:permStart w:id="603677703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8F2E73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1C6C6154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273BDB81" w14:textId="77777777" w:rsidR="00D34EDB" w:rsidRDefault="00D34EDB" w:rsidP="00980F9A">
            <w:pPr>
              <w:pStyle w:val="Randtitel"/>
              <w:spacing w:line="180" w:lineRule="exact"/>
              <w:rPr>
                <w:szCs w:val="16"/>
              </w:rPr>
            </w:pPr>
            <w:permStart w:id="715459945" w:edGrp="everyone" w:colFirst="1" w:colLast="1"/>
            <w:permEnd w:id="603677703"/>
            <w:r>
              <w:rPr>
                <w:szCs w:val="16"/>
              </w:rPr>
              <w:t>Gesellschaftskapital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60A37A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5A3C2780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04DE9D79" w14:textId="77777777" w:rsidR="00D34EDB" w:rsidRDefault="00D34EDB" w:rsidP="00980F9A">
            <w:pPr>
              <w:pStyle w:val="Randtitel"/>
              <w:rPr>
                <w:szCs w:val="16"/>
              </w:rPr>
            </w:pPr>
            <w:permStart w:id="541738579" w:edGrp="everyone" w:colFirst="1" w:colLast="1"/>
            <w:permEnd w:id="715459945"/>
            <w:r>
              <w:rPr>
                <w:szCs w:val="16"/>
              </w:rPr>
              <w:t>Kernkompetenzen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BE925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41738579"/>
      <w:tr w:rsidR="00D34EDB" w14:paraId="4F4247FA" w14:textId="77777777" w:rsidTr="00D34EDB">
        <w:trPr>
          <w:trHeight w:val="113"/>
        </w:trPr>
        <w:tc>
          <w:tcPr>
            <w:tcW w:w="2269" w:type="dxa"/>
            <w:vAlign w:val="center"/>
          </w:tcPr>
          <w:p w14:paraId="50C44B77" w14:textId="77777777" w:rsidR="00D34EDB" w:rsidRDefault="00D34EDB" w:rsidP="00980F9A">
            <w:pPr>
              <w:pStyle w:val="Randtitel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8FF8A3" w14:textId="77777777" w:rsidR="00D34EDB" w:rsidRDefault="00D34EDB" w:rsidP="00980F9A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2084401742" w:edGrp="everyone"/>
            <w:permEnd w:id="2084401742"/>
          </w:p>
        </w:tc>
      </w:tr>
      <w:tr w:rsidR="00D34EDB" w14:paraId="4575886C" w14:textId="77777777" w:rsidTr="00D34EDB">
        <w:trPr>
          <w:trHeight w:val="340"/>
        </w:trPr>
        <w:tc>
          <w:tcPr>
            <w:tcW w:w="2269" w:type="dxa"/>
            <w:vAlign w:val="center"/>
          </w:tcPr>
          <w:p w14:paraId="3CD01597" w14:textId="77777777" w:rsidR="00D34EDB" w:rsidRDefault="00D34EDB" w:rsidP="00980F9A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5D91E8B" w14:textId="77777777" w:rsidR="00D34EDB" w:rsidRDefault="00D34EDB" w:rsidP="00980F9A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 den verantwortlichen Personen für den Rahmenvertrag</w:t>
            </w:r>
          </w:p>
        </w:tc>
      </w:tr>
      <w:tr w:rsidR="00D34EDB" w14:paraId="4BD8810A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48FF6D7A" w14:textId="77777777" w:rsidR="00D34EDB" w:rsidRDefault="00D34EDB" w:rsidP="00980F9A">
            <w:pPr>
              <w:pStyle w:val="Randtitel"/>
            </w:pPr>
            <w:permStart w:id="1089211764" w:edGrp="everyone" w:colFirst="1" w:colLast="1"/>
            <w:permStart w:id="823221578" w:edGrp="everyone" w:colFirst="1" w:colLast="1"/>
            <w:proofErr w:type="gramStart"/>
            <w:r>
              <w:t>PL Name</w:t>
            </w:r>
            <w:proofErr w:type="gramEnd"/>
            <w:r>
              <w:t>, Vorname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17BDC9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239F0C16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4BDB3F3D" w14:textId="77777777" w:rsidR="00D34EDB" w:rsidRDefault="00D34EDB" w:rsidP="00980F9A">
            <w:pPr>
              <w:pStyle w:val="Randtitel"/>
            </w:pPr>
            <w:permStart w:id="432873324" w:edGrp="everyone" w:colFirst="1" w:colLast="1"/>
            <w:permEnd w:id="1089211764"/>
            <w:r>
              <w:t>Funktion</w:t>
            </w:r>
            <w:permStart w:id="2013336429" w:edGrp="everyone" w:colFirst="1" w:colLast="1"/>
            <w:permEnd w:id="823221578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15E280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6948D313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279F7BB0" w14:textId="77777777" w:rsidR="00D34EDB" w:rsidRDefault="00D34EDB" w:rsidP="00980F9A">
            <w:pPr>
              <w:pStyle w:val="Randtitel"/>
              <w:spacing w:line="180" w:lineRule="exact"/>
            </w:pPr>
            <w:permStart w:id="535302168" w:edGrp="everyone" w:colFirst="1" w:colLast="1"/>
            <w:permEnd w:id="432873324"/>
            <w:r>
              <w:t>Beruf und Titel</w:t>
            </w:r>
            <w:permStart w:id="1903113505" w:edGrp="everyone" w:colFirst="1" w:colLast="1"/>
            <w:permEnd w:id="2013336429"/>
            <w:r>
              <w:t>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8E4A8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35302168"/>
      <w:permEnd w:id="1903113505"/>
      <w:tr w:rsidR="00D34EDB" w14:paraId="526424DE" w14:textId="77777777" w:rsidTr="00D34EDB">
        <w:trPr>
          <w:trHeight w:val="51"/>
        </w:trPr>
        <w:tc>
          <w:tcPr>
            <w:tcW w:w="2269" w:type="dxa"/>
            <w:vAlign w:val="center"/>
          </w:tcPr>
          <w:p w14:paraId="29D67C23" w14:textId="77777777" w:rsidR="00D34EDB" w:rsidRDefault="00D34EDB" w:rsidP="00980F9A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650456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D34EDB" w14:paraId="0F3287F6" w14:textId="77777777" w:rsidTr="00D34EDB">
        <w:trPr>
          <w:trHeight w:val="340"/>
        </w:trPr>
        <w:tc>
          <w:tcPr>
            <w:tcW w:w="2269" w:type="dxa"/>
            <w:vAlign w:val="center"/>
          </w:tcPr>
          <w:p w14:paraId="66E73961" w14:textId="77777777" w:rsidR="00D34EDB" w:rsidRDefault="00D34EDB" w:rsidP="00980F9A">
            <w:pPr>
              <w:pStyle w:val="Randtitel"/>
              <w:spacing w:line="180" w:lineRule="exact"/>
            </w:pPr>
            <w:proofErr w:type="spellStart"/>
            <w:r>
              <w:t>Stv</w:t>
            </w:r>
            <w:proofErr w:type="spellEnd"/>
            <w:r>
              <w:t>. Name, Vorname</w:t>
            </w:r>
          </w:p>
        </w:tc>
        <w:tc>
          <w:tcPr>
            <w:tcW w:w="822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912B2F" w14:textId="77777777" w:rsidR="00D34EDB" w:rsidRPr="0079638F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7D2F8A1E" w14:textId="77777777" w:rsidTr="00D34EDB">
        <w:trPr>
          <w:trHeight w:val="340"/>
        </w:trPr>
        <w:tc>
          <w:tcPr>
            <w:tcW w:w="2269" w:type="dxa"/>
            <w:vAlign w:val="center"/>
          </w:tcPr>
          <w:p w14:paraId="2096B2B3" w14:textId="77777777" w:rsidR="00D34EDB" w:rsidRDefault="00D34EDB" w:rsidP="00980F9A">
            <w:pPr>
              <w:pStyle w:val="Randtitel"/>
              <w:spacing w:line="180" w:lineRule="exact"/>
            </w:pPr>
            <w:r>
              <w:t>Funktion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5237B2" w14:textId="77777777" w:rsidR="00D34EDB" w:rsidRPr="0079638F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29E5724F" w14:textId="77777777" w:rsidTr="00D34EDB">
        <w:trPr>
          <w:trHeight w:val="340"/>
        </w:trPr>
        <w:tc>
          <w:tcPr>
            <w:tcW w:w="2269" w:type="dxa"/>
            <w:vAlign w:val="center"/>
          </w:tcPr>
          <w:p w14:paraId="23D294AA" w14:textId="77777777" w:rsidR="00D34EDB" w:rsidRDefault="00D34EDB" w:rsidP="00980F9A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9E09A9" w14:textId="77777777" w:rsidR="00D34EDB" w:rsidRPr="0079638F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63A7A6F9" w14:textId="77777777" w:rsidTr="00D34EDB">
        <w:trPr>
          <w:trHeight w:val="51"/>
        </w:trPr>
        <w:tc>
          <w:tcPr>
            <w:tcW w:w="2269" w:type="dxa"/>
            <w:vAlign w:val="center"/>
          </w:tcPr>
          <w:p w14:paraId="625F1956" w14:textId="77777777" w:rsidR="00D34EDB" w:rsidRDefault="00D34EDB" w:rsidP="00980F9A">
            <w:pPr>
              <w:pStyle w:val="Randtitel"/>
              <w:spacing w:line="180" w:lineRule="exact"/>
            </w:pPr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5BF3DF" w14:textId="77777777" w:rsidR="00D34EDB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D34EDB" w14:paraId="42931A26" w14:textId="77777777" w:rsidTr="00D34EDB">
        <w:trPr>
          <w:trHeight w:val="340"/>
        </w:trPr>
        <w:tc>
          <w:tcPr>
            <w:tcW w:w="2269" w:type="dxa"/>
            <w:vAlign w:val="center"/>
          </w:tcPr>
          <w:p w14:paraId="31BD8D21" w14:textId="77777777" w:rsidR="00D34EDB" w:rsidRDefault="00D34EDB" w:rsidP="00980F9A">
            <w:pPr>
              <w:pStyle w:val="Randtitel"/>
            </w:pPr>
          </w:p>
        </w:tc>
        <w:tc>
          <w:tcPr>
            <w:tcW w:w="822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4FDBE954" w14:textId="77777777" w:rsidR="00D34EDB" w:rsidRDefault="00D34EDB" w:rsidP="00980F9A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D34EDB" w:rsidRPr="000601ED" w14:paraId="3CD0CB5B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205F0D75" w14:textId="77777777" w:rsidR="00D34EDB" w:rsidRPr="000601ED" w:rsidRDefault="00D34EDB" w:rsidP="00980F9A">
            <w:pPr>
              <w:pStyle w:val="Randtitel"/>
            </w:pPr>
            <w:permStart w:id="672664036" w:edGrp="everyone" w:colFirst="1" w:colLast="1"/>
            <w:r w:rsidRPr="000601ED">
              <w:t>Mitarbeiter gesamt</w:t>
            </w:r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3F953" w14:textId="77777777" w:rsidR="00D34EDB" w:rsidRPr="000601ED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:rsidRPr="000601ED" w14:paraId="0F011805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3116329C" w14:textId="77777777" w:rsidR="00D34EDB" w:rsidRPr="000601ED" w:rsidRDefault="00D34EDB" w:rsidP="00980F9A">
            <w:pPr>
              <w:pStyle w:val="Randtitel"/>
            </w:pPr>
            <w:r w:rsidRPr="0079638F">
              <w:rPr>
                <w:szCs w:val="16"/>
              </w:rPr>
              <w:t>Fachpersonen</w:t>
            </w:r>
            <w:permStart w:id="338054796" w:edGrp="everyone" w:colFirst="1" w:colLast="1"/>
            <w:permStart w:id="525805220" w:edGrp="everyone" w:colFirst="1" w:colLast="1"/>
            <w:permStart w:id="84835522" w:edGrp="everyone" w:colFirst="3" w:colLast="3"/>
            <w:r w:rsidRPr="0079638F">
              <w:rPr>
                <w:szCs w:val="16"/>
              </w:rPr>
              <w:t xml:space="preserve"> im QS</w:t>
            </w:r>
            <w:permEnd w:id="672664036"/>
          </w:p>
        </w:tc>
        <w:tc>
          <w:tcPr>
            <w:tcW w:w="8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A04843" w14:textId="77777777" w:rsidR="00D34EDB" w:rsidRPr="000601ED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38054796"/>
      <w:tr w:rsidR="00D34EDB" w:rsidRPr="000601ED" w14:paraId="2DB9E88A" w14:textId="77777777" w:rsidTr="00D34EDB">
        <w:trPr>
          <w:trHeight w:val="340"/>
        </w:trPr>
        <w:tc>
          <w:tcPr>
            <w:tcW w:w="2269" w:type="dxa"/>
            <w:vAlign w:val="center"/>
            <w:hideMark/>
          </w:tcPr>
          <w:p w14:paraId="38033DF3" w14:textId="77777777" w:rsidR="00D34EDB" w:rsidRPr="000601ED" w:rsidRDefault="00D34EDB" w:rsidP="00980F9A">
            <w:pPr>
              <w:pStyle w:val="Randtitel"/>
              <w:spacing w:line="180" w:lineRule="exact"/>
            </w:pPr>
            <w:r w:rsidRPr="000601ED">
              <w:t>Fachpersonen auf Mandatsbasis</w:t>
            </w:r>
            <w:permStart w:id="1172642001" w:edGrp="everyone" w:colFirst="1" w:colLast="1"/>
            <w:permStart w:id="1993420742" w:edGrp="everyone" w:colFirst="3" w:colLast="3"/>
            <w:r>
              <w:t xml:space="preserve"> im QS</w:t>
            </w:r>
            <w:permEnd w:id="525805220"/>
            <w:permEnd w:id="84835522"/>
          </w:p>
        </w:tc>
        <w:tc>
          <w:tcPr>
            <w:tcW w:w="8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6C6DB7" w14:textId="77777777" w:rsidR="00D34EDB" w:rsidRPr="000601ED" w:rsidRDefault="00D34EDB" w:rsidP="00980F9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72642001"/>
      <w:permEnd w:id="1993420742"/>
    </w:tbl>
    <w:p w14:paraId="501AAEB4" w14:textId="77777777" w:rsidR="00D34EDB" w:rsidRPr="0079638F" w:rsidRDefault="00D34EDB" w:rsidP="00D34EDB">
      <w:pPr>
        <w:rPr>
          <w:sz w:val="16"/>
          <w:szCs w:val="16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70"/>
        <w:gridCol w:w="8226"/>
      </w:tblGrid>
      <w:tr w:rsidR="00D34EDB" w14:paraId="370DB970" w14:textId="77777777" w:rsidTr="00980F9A">
        <w:trPr>
          <w:trHeight w:val="340"/>
        </w:trPr>
        <w:tc>
          <w:tcPr>
            <w:tcW w:w="2269" w:type="dxa"/>
            <w:vAlign w:val="center"/>
          </w:tcPr>
          <w:p w14:paraId="2AAD0E8D" w14:textId="77777777" w:rsidR="00D34EDB" w:rsidRDefault="00D34EDB" w:rsidP="00980F9A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8221" w:type="dxa"/>
            <w:shd w:val="clear" w:color="auto" w:fill="F2F2F2" w:themeFill="background1" w:themeFillShade="F2"/>
            <w:vAlign w:val="center"/>
            <w:hideMark/>
          </w:tcPr>
          <w:p w14:paraId="4C1404EC" w14:textId="77777777" w:rsidR="00D34EDB" w:rsidRDefault="00D34EDB" w:rsidP="00980F9A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der Schlüsselperson</w:t>
            </w:r>
          </w:p>
        </w:tc>
      </w:tr>
      <w:tr w:rsidR="00D34EDB" w14:paraId="47CB62FC" w14:textId="77777777" w:rsidTr="00980F9A">
        <w:trPr>
          <w:trHeight w:hRule="exact" w:val="90"/>
        </w:trPr>
        <w:tc>
          <w:tcPr>
            <w:tcW w:w="2269" w:type="dxa"/>
          </w:tcPr>
          <w:p w14:paraId="248FC027" w14:textId="77777777" w:rsidR="00D34EDB" w:rsidRDefault="00D34EDB" w:rsidP="00980F9A">
            <w:pPr>
              <w:pStyle w:val="Randtitel"/>
              <w:spacing w:line="200" w:lineRule="exact"/>
              <w:ind w:right="223"/>
            </w:pPr>
          </w:p>
        </w:tc>
        <w:tc>
          <w:tcPr>
            <w:tcW w:w="8221" w:type="dxa"/>
          </w:tcPr>
          <w:p w14:paraId="39CB5011" w14:textId="77777777" w:rsidR="00D34EDB" w:rsidRDefault="00D34EDB" w:rsidP="00980F9A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D34EDB" w14:paraId="24A4C479" w14:textId="77777777" w:rsidTr="00980F9A">
        <w:trPr>
          <w:trHeight w:hRule="exact" w:val="397"/>
        </w:trPr>
        <w:tc>
          <w:tcPr>
            <w:tcW w:w="2269" w:type="dxa"/>
          </w:tcPr>
          <w:p w14:paraId="60A129F9" w14:textId="77777777" w:rsidR="00D34EDB" w:rsidRDefault="00D34EDB" w:rsidP="00980F9A">
            <w:pPr>
              <w:pStyle w:val="Randtitel"/>
              <w:spacing w:line="180" w:lineRule="exact"/>
            </w:pPr>
            <w:permStart w:id="1865449056" w:edGrp="everyone" w:colFirst="1" w:colLast="1"/>
            <w:r>
              <w:t>Objekt, Ort</w:t>
            </w:r>
          </w:p>
          <w:p w14:paraId="21D419CA" w14:textId="77777777" w:rsidR="00D34EDB" w:rsidRDefault="00D34EDB" w:rsidP="00980F9A">
            <w:pPr>
              <w:pStyle w:val="Randtitel"/>
              <w:spacing w:line="180" w:lineRule="exact"/>
            </w:pPr>
            <w:r>
              <w:t>Fertigstellungsdatum</w:t>
            </w:r>
          </w:p>
          <w:p w14:paraId="60EE162D" w14:textId="77777777" w:rsidR="00D34EDB" w:rsidRDefault="00D34EDB" w:rsidP="00980F9A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822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8D5943E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17CB5C4B" w14:textId="77777777" w:rsidTr="00980F9A">
        <w:trPr>
          <w:trHeight w:hRule="exact" w:val="397"/>
        </w:trPr>
        <w:tc>
          <w:tcPr>
            <w:tcW w:w="2269" w:type="dxa"/>
          </w:tcPr>
          <w:p w14:paraId="60122767" w14:textId="77777777" w:rsidR="00D34EDB" w:rsidRPr="000D72D1" w:rsidRDefault="00D34EDB" w:rsidP="00980F9A">
            <w:pPr>
              <w:pStyle w:val="Randtitel"/>
              <w:spacing w:line="180" w:lineRule="exact"/>
            </w:pPr>
            <w:permStart w:id="111956023" w:edGrp="everyone" w:colFirst="1" w:colLast="1"/>
            <w:permEnd w:id="1865449056"/>
            <w:r>
              <w:t>Baukategorie</w:t>
            </w:r>
            <w:r>
              <w:br/>
              <w:t>(SIA 102:2014, 7.6)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7E8544" w14:textId="77777777" w:rsidR="00D34EDB" w:rsidRPr="000D72D1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1956023"/>
      <w:tr w:rsidR="00D34EDB" w14:paraId="4536BF6B" w14:textId="77777777" w:rsidTr="00980F9A">
        <w:trPr>
          <w:trHeight w:hRule="exact" w:val="397"/>
        </w:trPr>
        <w:tc>
          <w:tcPr>
            <w:tcW w:w="2269" w:type="dxa"/>
            <w:hideMark/>
          </w:tcPr>
          <w:p w14:paraId="6FA073DF" w14:textId="77777777" w:rsidR="00D34EDB" w:rsidRDefault="00D34EDB" w:rsidP="00980F9A">
            <w:pPr>
              <w:pStyle w:val="Randtitel"/>
            </w:pPr>
            <w:r w:rsidRPr="0079638F">
              <w:rPr>
                <w:szCs w:val="16"/>
              </w:rPr>
              <w:t>Baukosten in CHF (BKP 1-9)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8A2EEA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4CA92475" w14:textId="77777777" w:rsidTr="00980F9A">
        <w:trPr>
          <w:trHeight w:hRule="exact" w:val="397"/>
        </w:trPr>
        <w:tc>
          <w:tcPr>
            <w:tcW w:w="2269" w:type="dxa"/>
          </w:tcPr>
          <w:p w14:paraId="605A41D0" w14:textId="77777777" w:rsidR="00D34EDB" w:rsidDel="00BE3575" w:rsidRDefault="00D34EDB" w:rsidP="00980F9A">
            <w:pPr>
              <w:pStyle w:val="Randtitel"/>
              <w:spacing w:line="180" w:lineRule="exact"/>
            </w:pPr>
            <w:r>
              <w:t>Geschossfläche in m</w:t>
            </w:r>
            <w:r w:rsidRPr="0079638F">
              <w:t>2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19BAF85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40C65B93" w14:textId="77777777" w:rsidTr="00980F9A">
        <w:trPr>
          <w:trHeight w:hRule="exact" w:val="397"/>
        </w:trPr>
        <w:tc>
          <w:tcPr>
            <w:tcW w:w="2269" w:type="dxa"/>
          </w:tcPr>
          <w:p w14:paraId="0FE87D9E" w14:textId="77777777" w:rsidR="00D34EDB" w:rsidRDefault="00D34EDB" w:rsidP="00980F9A">
            <w:pPr>
              <w:pStyle w:val="Randtitel"/>
              <w:spacing w:line="180" w:lineRule="exact"/>
            </w:pPr>
            <w:r>
              <w:t xml:space="preserve">bearbeitete </w:t>
            </w:r>
            <w:r w:rsidRPr="00A413DE">
              <w:t>Projektph</w:t>
            </w:r>
            <w:r>
              <w:t>asen</w:t>
            </w:r>
            <w:r>
              <w:br/>
              <w:t>(</w:t>
            </w:r>
            <w:r w:rsidRPr="00A413DE">
              <w:t>SIA 1</w:t>
            </w:r>
            <w:r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527BE8F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7B2A35DA" w14:textId="77777777" w:rsidTr="00980F9A">
        <w:trPr>
          <w:trHeight w:hRule="exact" w:val="397"/>
        </w:trPr>
        <w:tc>
          <w:tcPr>
            <w:tcW w:w="2269" w:type="dxa"/>
            <w:hideMark/>
          </w:tcPr>
          <w:p w14:paraId="14B3F843" w14:textId="77777777" w:rsidR="00D34EDB" w:rsidRDefault="00D34EDB" w:rsidP="00980F9A">
            <w:pPr>
              <w:pStyle w:val="Randtitel"/>
              <w:spacing w:line="180" w:lineRule="exact"/>
            </w:pPr>
            <w:r>
              <w:t>Funktion und Rolle der Unternehmung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747DE5B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34EDB" w14:paraId="2357767D" w14:textId="77777777" w:rsidTr="00980F9A">
        <w:trPr>
          <w:trHeight w:hRule="exact" w:val="1335"/>
        </w:trPr>
        <w:tc>
          <w:tcPr>
            <w:tcW w:w="2269" w:type="dxa"/>
            <w:hideMark/>
          </w:tcPr>
          <w:p w14:paraId="1D60E282" w14:textId="77777777" w:rsidR="00D34EDB" w:rsidRDefault="00D34EDB" w:rsidP="00980F9A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881547093" w:edGrp="everyone" w:colFirst="1" w:colLast="1"/>
            <w:r>
              <w:t>Charakterisierung des Projekts in Stichworten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DE67E0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743BD43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CC098B7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3AF9B8C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2EEEF1A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81547093"/>
      <w:tr w:rsidR="00D34EDB" w14:paraId="1FA9D9C8" w14:textId="77777777" w:rsidTr="00980F9A">
        <w:trPr>
          <w:trHeight w:hRule="exact" w:val="397"/>
        </w:trPr>
        <w:tc>
          <w:tcPr>
            <w:tcW w:w="2269" w:type="dxa"/>
            <w:hideMark/>
          </w:tcPr>
          <w:p w14:paraId="6D695C2C" w14:textId="77777777" w:rsidR="00D34EDB" w:rsidRDefault="00D34EDB" w:rsidP="00980F9A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7E01EEC1" w14:textId="77777777" w:rsidR="00D34EDB" w:rsidRDefault="00D34EDB" w:rsidP="00980F9A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B315C2C" w14:textId="77777777" w:rsidR="00D34EDB" w:rsidRDefault="00D34EDB" w:rsidP="00980F9A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056647205" w:edGrp="everyone" w:colFirst="1" w:colLast="1"/>
          </w:p>
        </w:tc>
      </w:tr>
      <w:permEnd w:id="1056647205"/>
    </w:tbl>
    <w:p w14:paraId="0913B6F2" w14:textId="77777777" w:rsidR="0079638F" w:rsidRDefault="0079638F" w:rsidP="00D34EDB">
      <w:pPr>
        <w:rPr>
          <w:sz w:val="20"/>
        </w:rPr>
      </w:pPr>
    </w:p>
    <w:sectPr w:rsidR="0079638F" w:rsidSect="00245B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062" w:right="567" w:bottom="1134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B60F1" w14:textId="77777777" w:rsidR="009C5C1A" w:rsidRDefault="009C5C1A" w:rsidP="00F657BF">
      <w:pPr>
        <w:spacing w:after="0" w:line="240" w:lineRule="auto"/>
      </w:pPr>
      <w:r>
        <w:separator/>
      </w:r>
    </w:p>
  </w:endnote>
  <w:endnote w:type="continuationSeparator" w:id="0">
    <w:p w14:paraId="52E81A9B" w14:textId="77777777" w:rsidR="009C5C1A" w:rsidRDefault="009C5C1A" w:rsidP="00F6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1757" w14:textId="77777777" w:rsidR="00245B0C" w:rsidRDefault="00245B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3D7F" w14:textId="77777777" w:rsidR="00245B0C" w:rsidRDefault="00245B0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7A21" w14:textId="77777777" w:rsidR="009C5C1A" w:rsidRPr="00AA185E" w:rsidRDefault="00E914D2" w:rsidP="009C5C1A">
    <w:pPr>
      <w:pStyle w:val="Fuzeile"/>
    </w:pPr>
    <w:sdt>
      <w:sdtPr>
        <w:alias w:val="CustomElements.Footer.Nr"/>
        <w:tag w:val="CustomElements.Footer.Nr"/>
        <w:id w:val="264969695"/>
        <w:temporary/>
        <w:dataBinding w:xpath="//Text[@id='CustomElements.Footer.Nr']" w:storeItemID="{482D3880-A9AF-49A3-A60B-467CCAEA3EC0}"/>
        <w:text w:multiLine="1"/>
      </w:sdtPr>
      <w:sdtEndPr/>
      <w:sdtContent>
        <w:r w:rsidR="009C5C1A">
          <w:t xml:space="preserve"> </w:t>
        </w:r>
      </w:sdtContent>
    </w:sdt>
    <w:sdt>
      <w:sdtPr>
        <w:alias w:val="CustomElements.Footer.Path"/>
        <w:id w:val="264969698"/>
        <w:dataBinding w:xpath="//Text[@id='CustomElements.Footer.Path']" w:storeItemID="{482D3880-A9AF-49A3-A60B-467CCAEA3EC0}"/>
        <w:text w:multiLine="1"/>
      </w:sdtPr>
      <w:sdtEndPr/>
      <w:sdtContent>
        <w:r w:rsidR="009C5C1A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A1741" w14:textId="77777777" w:rsidR="009C5C1A" w:rsidRDefault="009C5C1A" w:rsidP="00F657BF">
      <w:pPr>
        <w:spacing w:after="0" w:line="240" w:lineRule="auto"/>
      </w:pPr>
      <w:r>
        <w:separator/>
      </w:r>
    </w:p>
  </w:footnote>
  <w:footnote w:type="continuationSeparator" w:id="0">
    <w:p w14:paraId="6C7EEF41" w14:textId="77777777" w:rsidR="009C5C1A" w:rsidRDefault="009C5C1A" w:rsidP="00F6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09957" w14:textId="77777777" w:rsidR="00245B0C" w:rsidRDefault="00245B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E09C" w14:textId="77777777" w:rsidR="009C5C1A" w:rsidRPr="005F48DA" w:rsidRDefault="00E914D2" w:rsidP="009C5C1A">
    <w:r>
      <w:pict w14:anchorId="52412BFA"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14641.85pt;margin-top:55.3pt;width:209.75pt;height:22.7pt;z-index:251656704;mso-position-horizontal:right;mso-position-horizontal-relative:page;mso-position-vertical-relative:page" stroked="f">
          <v:textbox inset="0,0,0,0">
            <w:txbxContent>
              <w:sdt>
                <w:sdtPr>
                  <w:rPr>
                    <w:rFonts w:asciiTheme="minorHAnsi" w:hAnsiTheme="minorHAnsi"/>
                    <w:noProof/>
                    <w:sz w:val="20"/>
                    <w:szCs w:val="20"/>
                    <w:lang w:eastAsia="de-CH"/>
                  </w:rPr>
                  <w:alias w:val="Profile.Org.Kanton"/>
                  <w:id w:val="7906160"/>
                  <w:dataBinding w:xpath="/ooImg/Profile.Org.Kanton" w:storeItemID="{0F78725B-879F-4BE8-9207-3521EE9E852B}"/>
                  <w:picture/>
                </w:sdtPr>
                <w:sdtEndPr/>
                <w:sdtContent>
                  <w:p w14:paraId="3CBAD66A" w14:textId="77777777" w:rsidR="009C5C1A" w:rsidRDefault="009C5C1A" w:rsidP="009C5C1A">
                    <w:pPr>
                      <w:pStyle w:val="Neutral"/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de-CH"/>
                      </w:rPr>
                      <w:drawing>
                        <wp:inline distT="0" distB="0" distL="0" distR="0" wp14:anchorId="27CD5B5B" wp14:editId="0C3676EC">
                          <wp:extent cx="215900" cy="215900"/>
                          <wp:effectExtent l="19050" t="0" r="0" b="0"/>
                          <wp:docPr id="3" name="oo_4394050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o_43940503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  <w:r>
      <w:pict w14:anchorId="2940F19C">
        <v:shape id="_x0000_s2148" type="#_x0000_t202" style="position:absolute;margin-left:12446.6pt;margin-top:0;width:184.8pt;height:130.5pt;z-index:251657728;mso-position-horizontal:right;mso-position-horizontal-relative:page;mso-position-vertical-relative:page;mso-width-relative:margin;mso-height-relative:margin" filled="f" stroked="f">
          <v:textbox style="mso-next-textbox:#_x0000_s2148" inset="0,0,0,0">
            <w:txbxContent>
              <w:tbl>
                <w:tblPr>
                  <w:tblW w:w="0" w:type="auto"/>
                  <w:tblInd w:w="5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043"/>
                </w:tblGrid>
                <w:tr w:rsidR="009C5C1A" w14:paraId="798A1B30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  <w:hideMark/>
                    </w:tcPr>
                    <w:sdt>
                      <w:sdtPr>
                        <w:alias w:val="CustomElements.Header.TextFolgeseiten"/>
                        <w:id w:val="217364610"/>
                        <w:dataBinding w:xpath="//Text[@id='CustomElements.Header.TextFolgeseiten']" w:storeItemID="{482D3880-A9AF-49A3-A60B-467CCAEA3EC0}"/>
                        <w:text w:multiLine="1"/>
                      </w:sdtPr>
                      <w:sdtEndPr/>
                      <w:sdtContent>
                        <w:p w14:paraId="0159178D" w14:textId="77777777" w:rsidR="009C5C1A" w:rsidRDefault="009C5C1A">
                          <w:pPr>
                            <w:pStyle w:val="BriefKopf"/>
                          </w:pPr>
                          <w:r>
                            <w:t>Baudirektion</w:t>
                          </w:r>
                        </w:p>
                      </w:sdtContent>
                    </w:sdt>
                    <w:p w14:paraId="51E92DAD" w14:textId="77777777" w:rsidR="009C5C1A" w:rsidRDefault="009C5C1A">
                      <w:pPr>
                        <w:pStyle w:val="BriefKopf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PAGE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3009DE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/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3009DE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c>
                </w:tr>
              </w:tbl>
              <w:p w14:paraId="424207D5" w14:textId="77777777" w:rsidR="009C5C1A" w:rsidRDefault="009C5C1A" w:rsidP="009C5C1A">
                <w:pPr>
                  <w:spacing w:after="0"/>
                  <w:rPr>
                    <w:sz w:val="2"/>
                    <w:szCs w:val="2"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E29E" w14:textId="77777777" w:rsidR="009C5C1A" w:rsidRPr="00EA59F1" w:rsidRDefault="00E914D2" w:rsidP="009C5C1A">
    <w:pPr>
      <w:pStyle w:val="Neutral"/>
    </w:pPr>
    <w:r>
      <w:pict w14:anchorId="3B81B4B4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0;margin-top:0;width:423.9pt;height:136.55pt;z-index:251655680;mso-position-vertical-relative:page" filled="f" stroked="f">
          <v:textbox style="mso-next-textbox:#_x0000_s2150" inset="0,0,0,0">
            <w:txbxContent>
              <w:tbl>
                <w:tblPr>
                  <w:tblW w:w="5000" w:type="pct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8493"/>
                </w:tblGrid>
                <w:tr w:rsidR="009C5C1A" w14:paraId="1407DC50" w14:textId="77777777" w:rsidTr="009C5C1A">
                  <w:trPr>
                    <w:trHeight w:val="1117"/>
                  </w:trPr>
                  <w:sdt>
                    <w:sdtPr>
                      <w:alias w:val="CustomElements.Header.Formular.Script1"/>
                      <w:id w:val="4091668"/>
                      <w:dataBinding w:xpath="//Text[@id='CustomElements.Header.Formular.Script1']" w:storeItemID="{482D3880-A9AF-49A3-A60B-467CCAEA3EC0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  <w:vAlign w:val="bottom"/>
                        </w:tcPr>
                        <w:p w14:paraId="1EE6B704" w14:textId="77777777" w:rsidR="009C5C1A" w:rsidRPr="0085033C" w:rsidRDefault="009C5C1A" w:rsidP="009C5C1A">
                          <w:pPr>
                            <w:pStyle w:val="BriefKopf"/>
                          </w:pPr>
                          <w:r>
                            <w:t>Kanton Zürich</w:t>
                          </w:r>
                          <w:r>
                            <w:br/>
                            <w:t>Baudirektion</w:t>
                          </w:r>
                        </w:p>
                      </w:tc>
                    </w:sdtContent>
                  </w:sdt>
                </w:tr>
                <w:tr w:rsidR="009C5C1A" w14:paraId="49EDBF00" w14:textId="77777777" w:rsidTr="009C5C1A">
                  <w:trPr>
                    <w:trHeight w:val="227"/>
                  </w:trPr>
                  <w:tc>
                    <w:tcPr>
                      <w:tcW w:w="8505" w:type="dxa"/>
                    </w:tcPr>
                    <w:p w14:paraId="0C9BA3F6" w14:textId="62359C0A" w:rsidR="009C5C1A" w:rsidRDefault="00C73839" w:rsidP="00260967">
                      <w:pPr>
                        <w:pStyle w:val="MMKopfgross"/>
                      </w:pPr>
                      <w:r>
                        <w:t xml:space="preserve">Rahmenvertrag </w:t>
                      </w:r>
                      <w:r>
                        <w:br/>
                        <w:t>Bauherrenseitige Qualitätssicherung QS</w:t>
                      </w:r>
                      <w:r w:rsidR="00257A25">
                        <w:br/>
                        <w:t>B</w:t>
                      </w:r>
                      <w:r w:rsidR="00B93BAB">
                        <w:t>4</w:t>
                      </w:r>
                      <w:r w:rsidR="00257A25">
                        <w:t xml:space="preserve"> Angaben </w:t>
                      </w:r>
                      <w:r w:rsidR="00E02B38">
                        <w:t>QS-Fachspezialisten-Team</w:t>
                      </w:r>
                    </w:p>
                  </w:tc>
                </w:tr>
                <w:tr w:rsidR="009C5C1A" w14:paraId="5DCDEAE4" w14:textId="77777777" w:rsidTr="009C5C1A">
                  <w:trPr>
                    <w:trHeight w:val="1254"/>
                  </w:trPr>
                  <w:tc>
                    <w:tcPr>
                      <w:tcW w:w="8505" w:type="dxa"/>
                    </w:tcPr>
                    <w:p w14:paraId="40C54A67" w14:textId="4A8D1BFB" w:rsidR="009C5C1A" w:rsidRDefault="00A97EF5" w:rsidP="00D34EDB">
                      <w:pPr>
                        <w:pStyle w:val="BriefKopf"/>
                        <w:jc w:val="both"/>
                      </w:pPr>
                      <w:r>
                        <w:t>Hochbauamt</w:t>
                      </w:r>
                      <w:r>
                        <w:br/>
                        <w:t xml:space="preserve">Baubereich </w:t>
                      </w:r>
                      <w:r w:rsidR="00384743">
                        <w:t>B</w:t>
                      </w:r>
                    </w:p>
                    <w:p w14:paraId="6BC41E5E" w14:textId="77777777" w:rsidR="009C5C1A" w:rsidRDefault="009C5C1A" w:rsidP="009C5C1A">
                      <w:pPr>
                        <w:pStyle w:val="BriefKopf"/>
                      </w:pPr>
                    </w:p>
                  </w:tc>
                </w:tr>
              </w:tbl>
              <w:p w14:paraId="3FB918A6" w14:textId="77777777" w:rsidR="009C5C1A" w:rsidRPr="000262EB" w:rsidRDefault="009C5C1A" w:rsidP="009C5C1A"/>
            </w:txbxContent>
          </v:textbox>
          <w10:wrap anchory="page"/>
        </v:shape>
      </w:pict>
    </w:r>
    <w:r>
      <w:pict w14:anchorId="79FE3EB8">
        <v:shape id="###DraftMode###1026" o:spid="_x0000_s2149" type="#_x0000_t202" alt="off" style="position:absolute;margin-left:26in;margin-top:-1584.2pt;width:83.35pt;height:20.85pt;z-index:251658752;mso-position-horizontal:right;mso-position-vertical:absolute;mso-position-vertical-relative:page" stroked="f">
          <v:textbox style="mso-next-textbox:####DraftMode###1026" inset="0,0,0,0">
            <w:txbxContent>
              <w:tbl>
                <w:tblPr>
                  <w:tblW w:w="0" w:type="auto"/>
                  <w:tblInd w:w="57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565"/>
                </w:tblGrid>
                <w:tr w:rsidR="009C5C1A" w14:paraId="3C7C259B" w14:textId="77777777" w:rsidTr="009C5C1A">
                  <w:trPr>
                    <w:trHeight w:val="170"/>
                  </w:trPr>
                  <w:tc>
                    <w:tcPr>
                      <w:tcW w:w="1565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  <w:hideMark/>
                    </w:tcPr>
                    <w:p w14:paraId="2A9F4DE5" w14:textId="77777777" w:rsidR="009C5C1A" w:rsidRDefault="009C5C1A">
                      <w:pPr>
                        <w:pStyle w:val="BriefKopffett"/>
                      </w:pPr>
                      <w:r>
                        <w:t>Entwurf</w:t>
                      </w:r>
                    </w:p>
                  </w:tc>
                </w:tr>
                <w:tr w:rsidR="009C5C1A" w14:paraId="0FA56EDD" w14:textId="77777777" w:rsidTr="009C5C1A">
                  <w:sdt>
                    <w:sdtPr>
                      <w:alias w:val="DocParam.Hidden.CreationTime"/>
                      <w:tag w:val="DocParam.Hidden.CreationTime"/>
                      <w:id w:val="1146235618"/>
                      <w:dataBinding w:xpath="//DateTime[@id='DocParam.Hidden.CreationTime']" w:storeItemID="{482D3880-A9AF-49A3-A60B-467CCAEA3EC0}"/>
                      <w:date w:fullDate="2019-03-29T14:43:00Z">
                        <w:dateFormat w:val="d. MMMM yyyy"/>
                        <w:lid w:val="de-CH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tc>
                        <w:tcPr>
                          <w:tcW w:w="1565" w:type="dxa"/>
                          <w:tcBorders>
                            <w:top w:val="single" w:sz="4" w:space="0" w:color="auto"/>
                            <w:left w:val="nil"/>
                            <w:bottom w:val="nil"/>
                            <w:right w:val="nil"/>
                          </w:tcBorders>
                          <w:hideMark/>
                        </w:tcPr>
                        <w:p w14:paraId="01BB75DE" w14:textId="77777777" w:rsidR="009C5C1A" w:rsidRDefault="009C5C1A">
                          <w:pPr>
                            <w:pStyle w:val="BriefKopf"/>
                          </w:pPr>
                          <w:r>
                            <w:t>29. März 2019</w:t>
                          </w:r>
                        </w:p>
                      </w:tc>
                    </w:sdtContent>
                  </w:sdt>
                </w:tr>
              </w:tbl>
              <w:p w14:paraId="589AC404" w14:textId="77777777" w:rsidR="009C5C1A" w:rsidRPr="002F1C35" w:rsidRDefault="009C5C1A" w:rsidP="009C5C1A"/>
            </w:txbxContent>
          </v:textbox>
          <w10:wrap anchory="page"/>
        </v:shape>
      </w:pict>
    </w:r>
    <w:r>
      <w:pict w14:anchorId="29B9172D">
        <v:shape id="_x0000_s2151" type="#_x0000_t202" style="position:absolute;margin-left:27.15pt;margin-top:21.25pt;width:91.8pt;height:87.85pt;z-index:251659776;mso-position-horizontal-relative:page;mso-position-vertical-relative:page" stroked="f">
          <v:textbox style="mso-next-textbox:#_x0000_s2151" inset="0,0,0,0">
            <w:txbxContent>
              <w:sdt>
                <w:sdtPr>
                  <w:alias w:val="Profile.Org.HeaderLogoShort"/>
                  <w:id w:val="4091672"/>
                  <w:dataBinding w:xpath="/ooImg/Profile.Org.HeaderLogoShort" w:storeItemID="{0F78725B-879F-4BE8-9207-3521EE9E852B}"/>
                  <w:picture/>
                </w:sdtPr>
                <w:sdtEndPr/>
                <w:sdtContent>
                  <w:p w14:paraId="000525BF" w14:textId="77777777" w:rsidR="009C5C1A" w:rsidRPr="00B00301" w:rsidRDefault="009C5C1A" w:rsidP="009C5C1A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207CEC71" wp14:editId="73876112">
                          <wp:extent cx="1115660" cy="1079081"/>
                          <wp:effectExtent l="19050" t="0" r="8291" b="0"/>
                          <wp:docPr id="4" name="oo_98315990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60" cy="10790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471B7B"/>
    <w:multiLevelType w:val="hybridMultilevel"/>
    <w:tmpl w:val="2A0EA986"/>
    <w:lvl w:ilvl="0" w:tplc="5746710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60" w:hanging="360"/>
      </w:pPr>
    </w:lvl>
    <w:lvl w:ilvl="2" w:tplc="0807001B" w:tentative="1">
      <w:start w:val="1"/>
      <w:numFmt w:val="lowerRoman"/>
      <w:lvlText w:val="%3."/>
      <w:lvlJc w:val="right"/>
      <w:pPr>
        <w:ind w:left="1980" w:hanging="180"/>
      </w:pPr>
    </w:lvl>
    <w:lvl w:ilvl="3" w:tplc="0807000F" w:tentative="1">
      <w:start w:val="1"/>
      <w:numFmt w:val="decimal"/>
      <w:lvlText w:val="%4."/>
      <w:lvlJc w:val="left"/>
      <w:pPr>
        <w:ind w:left="2700" w:hanging="360"/>
      </w:pPr>
    </w:lvl>
    <w:lvl w:ilvl="4" w:tplc="08070019" w:tentative="1">
      <w:start w:val="1"/>
      <w:numFmt w:val="lowerLetter"/>
      <w:lvlText w:val="%5."/>
      <w:lvlJc w:val="left"/>
      <w:pPr>
        <w:ind w:left="3420" w:hanging="360"/>
      </w:pPr>
    </w:lvl>
    <w:lvl w:ilvl="5" w:tplc="0807001B" w:tentative="1">
      <w:start w:val="1"/>
      <w:numFmt w:val="lowerRoman"/>
      <w:lvlText w:val="%6."/>
      <w:lvlJc w:val="right"/>
      <w:pPr>
        <w:ind w:left="4140" w:hanging="180"/>
      </w:pPr>
    </w:lvl>
    <w:lvl w:ilvl="6" w:tplc="0807000F" w:tentative="1">
      <w:start w:val="1"/>
      <w:numFmt w:val="decimal"/>
      <w:lvlText w:val="%7."/>
      <w:lvlJc w:val="left"/>
      <w:pPr>
        <w:ind w:left="4860" w:hanging="360"/>
      </w:pPr>
    </w:lvl>
    <w:lvl w:ilvl="7" w:tplc="08070019" w:tentative="1">
      <w:start w:val="1"/>
      <w:numFmt w:val="lowerLetter"/>
      <w:lvlText w:val="%8."/>
      <w:lvlJc w:val="left"/>
      <w:pPr>
        <w:ind w:left="5580" w:hanging="360"/>
      </w:pPr>
    </w:lvl>
    <w:lvl w:ilvl="8" w:tplc="0807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2D40274"/>
    <w:multiLevelType w:val="hybridMultilevel"/>
    <w:tmpl w:val="4C6058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24726CC7"/>
    <w:multiLevelType w:val="multilevel"/>
    <w:tmpl w:val="56A09424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91"/>
        </w:tabs>
        <w:ind w:left="851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058"/>
        </w:tabs>
        <w:ind w:left="1418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2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192"/>
        </w:tabs>
        <w:ind w:left="2552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759"/>
        </w:tabs>
        <w:ind w:left="3119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326"/>
        </w:tabs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893"/>
        </w:tabs>
        <w:ind w:left="4253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60"/>
        </w:tabs>
        <w:ind w:left="4820" w:hanging="284"/>
      </w:pPr>
      <w:rPr>
        <w:rFonts w:ascii="Symbol" w:hAnsi="Symbol" w:hint="default"/>
      </w:rPr>
    </w:lvl>
  </w:abstractNum>
  <w:abstractNum w:abstractNumId="5" w15:restartNumberingAfterBreak="0">
    <w:nsid w:val="303B11D4"/>
    <w:multiLevelType w:val="multilevel"/>
    <w:tmpl w:val="C4E889FC"/>
    <w:lvl w:ilvl="0">
      <w:start w:val="1"/>
      <w:numFmt w:val="upperRoman"/>
      <w:pStyle w:val="ListeNummern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30ED426C"/>
    <w:multiLevelType w:val="multilevel"/>
    <w:tmpl w:val="D8A84614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91"/>
        </w:tabs>
        <w:ind w:left="851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05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625"/>
        </w:tabs>
        <w:ind w:left="1985" w:hanging="284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192"/>
        </w:tabs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3759"/>
        </w:tabs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432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4893"/>
        </w:tabs>
        <w:ind w:left="4253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5460"/>
        </w:tabs>
        <w:ind w:left="4820" w:hanging="284"/>
      </w:pPr>
      <w:rPr>
        <w:rFonts w:ascii="Arial" w:hAnsi="Arial" w:hint="default"/>
      </w:rPr>
    </w:lvl>
  </w:abstractNum>
  <w:abstractNum w:abstractNumId="7" w15:restartNumberingAfterBreak="0">
    <w:nsid w:val="43A0187D"/>
    <w:multiLevelType w:val="multilevel"/>
    <w:tmpl w:val="985A2188"/>
    <w:lvl w:ilvl="0">
      <w:start w:val="1"/>
      <w:numFmt w:val="none"/>
      <w:pStyle w:val="BeilagenListe"/>
      <w:lvlText w:val="-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-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Text w:val="%3-"/>
      <w:lvlJc w:val="left"/>
      <w:pPr>
        <w:ind w:left="397" w:hanging="397"/>
      </w:pPr>
      <w:rPr>
        <w:rFonts w:hint="default"/>
      </w:rPr>
    </w:lvl>
    <w:lvl w:ilvl="3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4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5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6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7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8">
      <w:start w:val="1"/>
      <w:numFmt w:val="none"/>
      <w:lvlText w:val="-"/>
      <w:lvlJc w:val="left"/>
      <w:pPr>
        <w:ind w:left="397" w:hanging="397"/>
      </w:pPr>
      <w:rPr>
        <w:rFonts w:hint="default"/>
      </w:rPr>
    </w:lvl>
  </w:abstractNum>
  <w:abstractNum w:abstractNumId="8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9" w15:restartNumberingAfterBreak="0">
    <w:nsid w:val="46991D47"/>
    <w:multiLevelType w:val="multilevel"/>
    <w:tmpl w:val="B6F8D8CC"/>
    <w:lvl w:ilvl="0">
      <w:start w:val="1"/>
      <w:numFmt w:val="none"/>
      <w:pStyle w:val="ListeNummernArabischNeustarten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eNummernArabisch"/>
      <w:lvlText w:val="%1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Restart w:val="0"/>
      <w:lvlText w:val="%2.%3.%4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Restart w:val="0"/>
      <w:lvlText w:val="%2.%3.%4.%5"/>
      <w:lvlJc w:val="left"/>
      <w:pPr>
        <w:ind w:left="2268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10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1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12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16610">
    <w:abstractNumId w:val="8"/>
  </w:num>
  <w:num w:numId="2" w16cid:durableId="1711568805">
    <w:abstractNumId w:val="6"/>
  </w:num>
  <w:num w:numId="3" w16cid:durableId="1818571988">
    <w:abstractNumId w:val="4"/>
  </w:num>
  <w:num w:numId="4" w16cid:durableId="1954826713">
    <w:abstractNumId w:val="9"/>
  </w:num>
  <w:num w:numId="5" w16cid:durableId="2017730785">
    <w:abstractNumId w:val="5"/>
  </w:num>
  <w:num w:numId="6" w16cid:durableId="993072267">
    <w:abstractNumId w:val="12"/>
  </w:num>
  <w:num w:numId="7" w16cid:durableId="1193107015">
    <w:abstractNumId w:val="3"/>
  </w:num>
  <w:num w:numId="8" w16cid:durableId="1193180398">
    <w:abstractNumId w:val="10"/>
  </w:num>
  <w:num w:numId="9" w16cid:durableId="874926292">
    <w:abstractNumId w:val="11"/>
  </w:num>
  <w:num w:numId="10" w16cid:durableId="1139616161">
    <w:abstractNumId w:val="7"/>
  </w:num>
  <w:num w:numId="11" w16cid:durableId="1008682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2357722">
    <w:abstractNumId w:val="1"/>
  </w:num>
  <w:num w:numId="13" w16cid:durableId="167287701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A1"/>
    <w:rsid w:val="00014EFB"/>
    <w:rsid w:val="000257AF"/>
    <w:rsid w:val="0002696B"/>
    <w:rsid w:val="000274DA"/>
    <w:rsid w:val="00044B5D"/>
    <w:rsid w:val="00046562"/>
    <w:rsid w:val="000601ED"/>
    <w:rsid w:val="00070DFB"/>
    <w:rsid w:val="00074438"/>
    <w:rsid w:val="00085994"/>
    <w:rsid w:val="000A2047"/>
    <w:rsid w:val="000B3E9B"/>
    <w:rsid w:val="000B4102"/>
    <w:rsid w:val="000B6EA1"/>
    <w:rsid w:val="000C4065"/>
    <w:rsid w:val="000D5F0C"/>
    <w:rsid w:val="000E2B94"/>
    <w:rsid w:val="00104328"/>
    <w:rsid w:val="00121D32"/>
    <w:rsid w:val="001331EB"/>
    <w:rsid w:val="00135F16"/>
    <w:rsid w:val="00141E66"/>
    <w:rsid w:val="00166465"/>
    <w:rsid w:val="00171969"/>
    <w:rsid w:val="00177DFB"/>
    <w:rsid w:val="00190E9B"/>
    <w:rsid w:val="001B4295"/>
    <w:rsid w:val="001B5875"/>
    <w:rsid w:val="001C21F8"/>
    <w:rsid w:val="001D48A4"/>
    <w:rsid w:val="001F395A"/>
    <w:rsid w:val="001F39F6"/>
    <w:rsid w:val="001F3EE1"/>
    <w:rsid w:val="001F4FB4"/>
    <w:rsid w:val="001F7B4D"/>
    <w:rsid w:val="0022397B"/>
    <w:rsid w:val="00224D6C"/>
    <w:rsid w:val="002279E8"/>
    <w:rsid w:val="002376AD"/>
    <w:rsid w:val="00245B0C"/>
    <w:rsid w:val="0025297B"/>
    <w:rsid w:val="00257A25"/>
    <w:rsid w:val="00260967"/>
    <w:rsid w:val="002927C7"/>
    <w:rsid w:val="002A71BE"/>
    <w:rsid w:val="002B5D9F"/>
    <w:rsid w:val="002D17FE"/>
    <w:rsid w:val="002D3233"/>
    <w:rsid w:val="002E4877"/>
    <w:rsid w:val="003004B4"/>
    <w:rsid w:val="003009DE"/>
    <w:rsid w:val="00331FD0"/>
    <w:rsid w:val="003343ED"/>
    <w:rsid w:val="00374F5D"/>
    <w:rsid w:val="00384743"/>
    <w:rsid w:val="00390CFB"/>
    <w:rsid w:val="003A5CBB"/>
    <w:rsid w:val="003B7768"/>
    <w:rsid w:val="003D7BE8"/>
    <w:rsid w:val="003F4ADD"/>
    <w:rsid w:val="003F665C"/>
    <w:rsid w:val="003F677F"/>
    <w:rsid w:val="00400D14"/>
    <w:rsid w:val="00404D8C"/>
    <w:rsid w:val="0042798C"/>
    <w:rsid w:val="00443348"/>
    <w:rsid w:val="00444918"/>
    <w:rsid w:val="0045268C"/>
    <w:rsid w:val="0045620B"/>
    <w:rsid w:val="00467441"/>
    <w:rsid w:val="00485C46"/>
    <w:rsid w:val="00496D27"/>
    <w:rsid w:val="004A597F"/>
    <w:rsid w:val="004C13DB"/>
    <w:rsid w:val="004D12E2"/>
    <w:rsid w:val="004E0609"/>
    <w:rsid w:val="004E56D6"/>
    <w:rsid w:val="004F14ED"/>
    <w:rsid w:val="004F6C7E"/>
    <w:rsid w:val="005113F3"/>
    <w:rsid w:val="00512AFE"/>
    <w:rsid w:val="005156EB"/>
    <w:rsid w:val="0052206B"/>
    <w:rsid w:val="005337CA"/>
    <w:rsid w:val="00551003"/>
    <w:rsid w:val="00551107"/>
    <w:rsid w:val="005526CC"/>
    <w:rsid w:val="00573D84"/>
    <w:rsid w:val="00574A72"/>
    <w:rsid w:val="00580E2C"/>
    <w:rsid w:val="00581153"/>
    <w:rsid w:val="00595C98"/>
    <w:rsid w:val="005B09E1"/>
    <w:rsid w:val="005C5DB0"/>
    <w:rsid w:val="005E3630"/>
    <w:rsid w:val="005F42EA"/>
    <w:rsid w:val="005F5333"/>
    <w:rsid w:val="005F7CF1"/>
    <w:rsid w:val="00654321"/>
    <w:rsid w:val="00657206"/>
    <w:rsid w:val="00682A5B"/>
    <w:rsid w:val="00683D23"/>
    <w:rsid w:val="00694686"/>
    <w:rsid w:val="006A6F53"/>
    <w:rsid w:val="006B67B8"/>
    <w:rsid w:val="006C08A9"/>
    <w:rsid w:val="006D0564"/>
    <w:rsid w:val="006D4EA8"/>
    <w:rsid w:val="006E1FB6"/>
    <w:rsid w:val="00700277"/>
    <w:rsid w:val="00716EE0"/>
    <w:rsid w:val="00720DFA"/>
    <w:rsid w:val="00722C47"/>
    <w:rsid w:val="00725030"/>
    <w:rsid w:val="0074201C"/>
    <w:rsid w:val="007531EA"/>
    <w:rsid w:val="00767EAA"/>
    <w:rsid w:val="00774BA3"/>
    <w:rsid w:val="007812D9"/>
    <w:rsid w:val="0079638F"/>
    <w:rsid w:val="007B75AD"/>
    <w:rsid w:val="007C523D"/>
    <w:rsid w:val="007E395C"/>
    <w:rsid w:val="007F511F"/>
    <w:rsid w:val="00805FA6"/>
    <w:rsid w:val="00807D4E"/>
    <w:rsid w:val="00815AE4"/>
    <w:rsid w:val="0082145F"/>
    <w:rsid w:val="00825886"/>
    <w:rsid w:val="008561CC"/>
    <w:rsid w:val="008746B6"/>
    <w:rsid w:val="008763B6"/>
    <w:rsid w:val="00883CD2"/>
    <w:rsid w:val="00890747"/>
    <w:rsid w:val="00891E59"/>
    <w:rsid w:val="00896428"/>
    <w:rsid w:val="0089672C"/>
    <w:rsid w:val="00896D71"/>
    <w:rsid w:val="008A6A0B"/>
    <w:rsid w:val="008C57B8"/>
    <w:rsid w:val="008C634C"/>
    <w:rsid w:val="008C6FF9"/>
    <w:rsid w:val="008D4DEE"/>
    <w:rsid w:val="008F52AF"/>
    <w:rsid w:val="00910D83"/>
    <w:rsid w:val="0093266F"/>
    <w:rsid w:val="009371AC"/>
    <w:rsid w:val="00956579"/>
    <w:rsid w:val="00975B4B"/>
    <w:rsid w:val="00982B94"/>
    <w:rsid w:val="009C5C1A"/>
    <w:rsid w:val="009E4C48"/>
    <w:rsid w:val="009F04C8"/>
    <w:rsid w:val="009F4315"/>
    <w:rsid w:val="009F4959"/>
    <w:rsid w:val="00A05C68"/>
    <w:rsid w:val="00A2635B"/>
    <w:rsid w:val="00A448E6"/>
    <w:rsid w:val="00A53AE0"/>
    <w:rsid w:val="00A55797"/>
    <w:rsid w:val="00A6583E"/>
    <w:rsid w:val="00A735DF"/>
    <w:rsid w:val="00A97EF5"/>
    <w:rsid w:val="00AA3CCE"/>
    <w:rsid w:val="00AC1906"/>
    <w:rsid w:val="00AD4885"/>
    <w:rsid w:val="00AD6250"/>
    <w:rsid w:val="00AE5A2C"/>
    <w:rsid w:val="00B01373"/>
    <w:rsid w:val="00B01B62"/>
    <w:rsid w:val="00B0392B"/>
    <w:rsid w:val="00B13B84"/>
    <w:rsid w:val="00B345D8"/>
    <w:rsid w:val="00B37B28"/>
    <w:rsid w:val="00B4109E"/>
    <w:rsid w:val="00B4401B"/>
    <w:rsid w:val="00B72F16"/>
    <w:rsid w:val="00B760E6"/>
    <w:rsid w:val="00B83E0A"/>
    <w:rsid w:val="00B93BAB"/>
    <w:rsid w:val="00B9504A"/>
    <w:rsid w:val="00BA0042"/>
    <w:rsid w:val="00BA7B14"/>
    <w:rsid w:val="00BA7C9F"/>
    <w:rsid w:val="00BB68E8"/>
    <w:rsid w:val="00BC6D48"/>
    <w:rsid w:val="00BE3575"/>
    <w:rsid w:val="00C0032E"/>
    <w:rsid w:val="00C0534E"/>
    <w:rsid w:val="00C11DAE"/>
    <w:rsid w:val="00C26D68"/>
    <w:rsid w:val="00C432AB"/>
    <w:rsid w:val="00C45962"/>
    <w:rsid w:val="00C50A4A"/>
    <w:rsid w:val="00C64541"/>
    <w:rsid w:val="00C65079"/>
    <w:rsid w:val="00C73839"/>
    <w:rsid w:val="00CA3B79"/>
    <w:rsid w:val="00CC275A"/>
    <w:rsid w:val="00CE0B03"/>
    <w:rsid w:val="00CE1A65"/>
    <w:rsid w:val="00CE4460"/>
    <w:rsid w:val="00D1305B"/>
    <w:rsid w:val="00D238E5"/>
    <w:rsid w:val="00D256AF"/>
    <w:rsid w:val="00D34EDB"/>
    <w:rsid w:val="00D43D28"/>
    <w:rsid w:val="00D44671"/>
    <w:rsid w:val="00D50D8B"/>
    <w:rsid w:val="00D71274"/>
    <w:rsid w:val="00D8043A"/>
    <w:rsid w:val="00D84ACA"/>
    <w:rsid w:val="00D934D8"/>
    <w:rsid w:val="00DA5E52"/>
    <w:rsid w:val="00DB7A7E"/>
    <w:rsid w:val="00DC7767"/>
    <w:rsid w:val="00DD79BF"/>
    <w:rsid w:val="00DE1EAB"/>
    <w:rsid w:val="00DE6917"/>
    <w:rsid w:val="00DF44CA"/>
    <w:rsid w:val="00E02B38"/>
    <w:rsid w:val="00E20A50"/>
    <w:rsid w:val="00E447E6"/>
    <w:rsid w:val="00E455E5"/>
    <w:rsid w:val="00E60104"/>
    <w:rsid w:val="00E62D2E"/>
    <w:rsid w:val="00E62E07"/>
    <w:rsid w:val="00E65356"/>
    <w:rsid w:val="00E914D2"/>
    <w:rsid w:val="00E9235F"/>
    <w:rsid w:val="00EB088A"/>
    <w:rsid w:val="00EB1CB2"/>
    <w:rsid w:val="00EC42C9"/>
    <w:rsid w:val="00EE1C05"/>
    <w:rsid w:val="00EE56F4"/>
    <w:rsid w:val="00EF50A1"/>
    <w:rsid w:val="00EF7C37"/>
    <w:rsid w:val="00F04A52"/>
    <w:rsid w:val="00F22B17"/>
    <w:rsid w:val="00F26858"/>
    <w:rsid w:val="00F46AE4"/>
    <w:rsid w:val="00F657BF"/>
    <w:rsid w:val="00F85EA8"/>
    <w:rsid w:val="00F95F83"/>
    <w:rsid w:val="00FA0C45"/>
    <w:rsid w:val="00FA2938"/>
    <w:rsid w:val="00FB51BA"/>
    <w:rsid w:val="00F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4"/>
    <o:shapelayout v:ext="edit">
      <o:idmap v:ext="edit" data="1"/>
    </o:shapelayout>
  </w:shapeDefaults>
  <w:decimalSymbol w:val="."/>
  <w:listSeparator w:val=";"/>
  <w14:docId w14:val="4AFA8027"/>
  <w15:docId w15:val="{2F583A33-48B7-4D6D-9EE6-429E708D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9638F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5C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5C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5C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5C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5C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qFormat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uiPriority w:val="99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ED3B82"/>
    <w:pPr>
      <w:tabs>
        <w:tab w:val="center" w:pos="4513"/>
        <w:tab w:val="right" w:pos="9026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ED3B82"/>
    <w:rPr>
      <w:rFonts w:ascii="Arial" w:hAnsi="Arial"/>
      <w:sz w:val="12"/>
    </w:rPr>
  </w:style>
  <w:style w:type="paragraph" w:customStyle="1" w:styleId="Normalbold">
    <w:name w:val="Normal bold"/>
    <w:basedOn w:val="Standard"/>
    <w:uiPriority w:val="99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uiPriority w:val="99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uiPriority w:val="99"/>
    <w:rsid w:val="00530317"/>
    <w:rPr>
      <w:rFonts w:ascii="Arial Black" w:hAnsi="Arial Black"/>
    </w:rPr>
  </w:style>
  <w:style w:type="paragraph" w:customStyle="1" w:styleId="Neutral">
    <w:name w:val="Neutral"/>
    <w:basedOn w:val="Standard"/>
    <w:uiPriority w:val="99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1"/>
      </w:numPr>
    </w:pPr>
  </w:style>
  <w:style w:type="paragraph" w:customStyle="1" w:styleId="MMKopfgross">
    <w:name w:val="MM_Kopf_gross"/>
    <w:basedOn w:val="BriefKopf"/>
    <w:next w:val="BriefKopf"/>
    <w:uiPriority w:val="99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uiPriority w:val="99"/>
    <w:rsid w:val="0035023A"/>
    <w:pPr>
      <w:spacing w:after="0"/>
    </w:pPr>
  </w:style>
  <w:style w:type="paragraph" w:customStyle="1" w:styleId="BriefDatum">
    <w:name w:val="Brief_Datum"/>
    <w:basedOn w:val="Grundtext"/>
    <w:uiPriority w:val="99"/>
    <w:rsid w:val="0035023A"/>
    <w:pPr>
      <w:spacing w:after="0"/>
    </w:pPr>
  </w:style>
  <w:style w:type="paragraph" w:customStyle="1" w:styleId="BriefBetreff">
    <w:name w:val="Brief_Betreff"/>
    <w:basedOn w:val="Grundtext"/>
    <w:uiPriority w:val="99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uiPriority w:val="99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uiPriority w:val="99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uiPriority w:val="99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uiPriority w:val="99"/>
    <w:rsid w:val="008004EF"/>
    <w:pPr>
      <w:numPr>
        <w:numId w:val="2"/>
      </w:numPr>
      <w:contextualSpacing/>
    </w:pPr>
  </w:style>
  <w:style w:type="paragraph" w:customStyle="1" w:styleId="ListePunkt">
    <w:name w:val="Liste_Punkt"/>
    <w:basedOn w:val="Grundtext"/>
    <w:uiPriority w:val="99"/>
    <w:rsid w:val="008004EF"/>
    <w:pPr>
      <w:numPr>
        <w:numId w:val="3"/>
      </w:numPr>
      <w:contextualSpacing/>
    </w:pPr>
  </w:style>
  <w:style w:type="paragraph" w:customStyle="1" w:styleId="ListeNummernArabisch">
    <w:name w:val="Liste_Nummern_Arabisch"/>
    <w:basedOn w:val="Grundtext"/>
    <w:uiPriority w:val="99"/>
    <w:rsid w:val="008004EF"/>
    <w:pPr>
      <w:numPr>
        <w:ilvl w:val="1"/>
        <w:numId w:val="4"/>
      </w:numPr>
      <w:contextualSpacing/>
    </w:pPr>
  </w:style>
  <w:style w:type="paragraph" w:customStyle="1" w:styleId="ListeNummernRoemisch">
    <w:name w:val="Liste_Nummern_Roemisch"/>
    <w:basedOn w:val="Grundtext"/>
    <w:uiPriority w:val="99"/>
    <w:rsid w:val="008004EF"/>
    <w:pPr>
      <w:numPr>
        <w:numId w:val="5"/>
      </w:numPr>
      <w:contextualSpacing/>
    </w:pPr>
  </w:style>
  <w:style w:type="paragraph" w:customStyle="1" w:styleId="Titel01">
    <w:name w:val="Titel_01"/>
    <w:basedOn w:val="Grundtext"/>
    <w:next w:val="Grundtext"/>
    <w:uiPriority w:val="99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uiPriority w:val="99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uiPriority w:val="99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uiPriority w:val="99"/>
    <w:rsid w:val="00931B37"/>
  </w:style>
  <w:style w:type="paragraph" w:customStyle="1" w:styleId="Titel02Nummern">
    <w:name w:val="Titel_02_Nummern"/>
    <w:basedOn w:val="Titel02"/>
    <w:next w:val="Grundtext"/>
    <w:uiPriority w:val="99"/>
    <w:rsid w:val="00931B37"/>
  </w:style>
  <w:style w:type="paragraph" w:customStyle="1" w:styleId="Titel03Nummern">
    <w:name w:val="Titel_03_Nummern"/>
    <w:basedOn w:val="Titel03"/>
    <w:next w:val="Grundtext"/>
    <w:uiPriority w:val="99"/>
    <w:rsid w:val="00931B37"/>
  </w:style>
  <w:style w:type="paragraph" w:customStyle="1" w:styleId="Zwischentitel">
    <w:name w:val="Zwischentitel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uiPriority w:val="99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uiPriority w:val="99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uiPriority w:val="99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uiPriority w:val="99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uiPriority w:val="99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uiPriority w:val="99"/>
    <w:rsid w:val="00990EE5"/>
    <w:pPr>
      <w:spacing w:after="0"/>
    </w:pPr>
  </w:style>
  <w:style w:type="paragraph" w:customStyle="1" w:styleId="TabelleZellefett">
    <w:name w:val="Tabelle_Zelle_fett"/>
    <w:basedOn w:val="TabelleZelle"/>
    <w:uiPriority w:val="99"/>
    <w:rsid w:val="000741EA"/>
    <w:rPr>
      <w:rFonts w:ascii="Arial Black" w:hAnsi="Arial Black"/>
    </w:rPr>
  </w:style>
  <w:style w:type="paragraph" w:customStyle="1" w:styleId="Tabelleberschrift">
    <w:name w:val="Tabelle_Überschrift"/>
    <w:basedOn w:val="TabelleZellefett"/>
    <w:next w:val="Grundtext"/>
    <w:uiPriority w:val="99"/>
    <w:rsid w:val="00B51B63"/>
    <w:pPr>
      <w:numPr>
        <w:numId w:val="6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uiPriority w:val="99"/>
    <w:rsid w:val="00012506"/>
    <w:pPr>
      <w:numPr>
        <w:numId w:val="7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uiPriority w:val="99"/>
    <w:rsid w:val="00012506"/>
    <w:pPr>
      <w:numPr>
        <w:numId w:val="8"/>
      </w:numPr>
      <w:tabs>
        <w:tab w:val="left" w:pos="567"/>
      </w:tabs>
    </w:pPr>
  </w:style>
  <w:style w:type="paragraph" w:customStyle="1" w:styleId="Titel0216pt">
    <w:name w:val="Titel_02_16pt"/>
    <w:basedOn w:val="Titel02"/>
    <w:uiPriority w:val="99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uiPriority w:val="99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uiPriority w:val="99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9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ndtitelmitTextbox">
    <w:name w:val="Randtitel mit Textbox"/>
    <w:basedOn w:val="Randtitel"/>
    <w:rsid w:val="008D7A92"/>
    <w:pPr>
      <w:framePr w:w="1843" w:hSpace="142" w:wrap="around" w:vAnchor="text" w:hAnchor="page" w:y="1" w:anchorLock="1"/>
      <w:ind w:left="567" w:hanging="567"/>
    </w:pPr>
  </w:style>
  <w:style w:type="paragraph" w:customStyle="1" w:styleId="GrundtextRRB">
    <w:name w:val="Grundtext_RRB"/>
    <w:basedOn w:val="Grundtext"/>
    <w:rsid w:val="00616104"/>
    <w:pPr>
      <w:suppressAutoHyphens/>
      <w:spacing w:line="360" w:lineRule="auto"/>
      <w:ind w:left="567"/>
    </w:pPr>
  </w:style>
  <w:style w:type="paragraph" w:customStyle="1" w:styleId="BeilagenListe">
    <w:name w:val="Beilagen_Liste"/>
    <w:basedOn w:val="Grundtext"/>
    <w:rsid w:val="004A406B"/>
    <w:pPr>
      <w:numPr>
        <w:numId w:val="10"/>
      </w:numPr>
      <w:spacing w:after="0" w:line="240" w:lineRule="auto"/>
    </w:pPr>
  </w:style>
  <w:style w:type="paragraph" w:customStyle="1" w:styleId="MitteilungAnListe">
    <w:name w:val="MitteilungAn_Liste"/>
    <w:basedOn w:val="Grundtext"/>
    <w:rsid w:val="0087599E"/>
    <w:pPr>
      <w:tabs>
        <w:tab w:val="left" w:pos="567"/>
      </w:tabs>
      <w:spacing w:line="360" w:lineRule="auto"/>
      <w:ind w:left="567" w:hanging="567"/>
    </w:pPr>
  </w:style>
  <w:style w:type="paragraph" w:customStyle="1" w:styleId="MitteilungAnListe2">
    <w:name w:val="MitteilungAn_Liste2"/>
    <w:basedOn w:val="MitteilungAnListe"/>
    <w:rsid w:val="00CB4E06"/>
    <w:pPr>
      <w:tabs>
        <w:tab w:val="clear" w:pos="567"/>
        <w:tab w:val="left" w:pos="420"/>
      </w:tabs>
      <w:spacing w:line="248" w:lineRule="exact"/>
      <w:ind w:left="420" w:hanging="420"/>
    </w:pPr>
  </w:style>
  <w:style w:type="paragraph" w:customStyle="1" w:styleId="Invisible">
    <w:name w:val="Invisible"/>
    <w:basedOn w:val="Standard"/>
    <w:rsid w:val="00557496"/>
    <w:pPr>
      <w:spacing w:after="0" w:line="72" w:lineRule="auto"/>
    </w:pPr>
    <w:rPr>
      <w:sz w:val="6"/>
      <w:lang w:val="fr-CH"/>
    </w:rPr>
  </w:style>
  <w:style w:type="paragraph" w:customStyle="1" w:styleId="ListeNummernArabischNeustarten">
    <w:name w:val="Liste_Nummern_Arabisch_Neustarten"/>
    <w:basedOn w:val="Invisible"/>
    <w:next w:val="Grundtext"/>
    <w:rsid w:val="00557496"/>
    <w:pPr>
      <w:numPr>
        <w:numId w:val="4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F5D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5C1A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5C1A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5C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C5C1A"/>
    <w:pPr>
      <w:spacing w:after="0" w:line="240" w:lineRule="auto"/>
    </w:pPr>
    <w:rPr>
      <w:rFonts w:eastAsia="Times New Roman"/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C5C1A"/>
    <w:rPr>
      <w:rFonts w:ascii="Arial" w:eastAsia="Times New Roman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C5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C5C1A"/>
    <w:rPr>
      <w:rFonts w:ascii="Consolas" w:hAnsi="Consolas"/>
      <w:sz w:val="20"/>
      <w:szCs w:val="20"/>
    </w:rPr>
  </w:style>
  <w:style w:type="paragraph" w:customStyle="1" w:styleId="msonormal0">
    <w:name w:val="msonormal"/>
    <w:basedOn w:val="Standard"/>
    <w:uiPriority w:val="99"/>
    <w:semiHidden/>
    <w:rsid w:val="009C5C1A"/>
    <w:rPr>
      <w:rFonts w:ascii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C5C1A"/>
    <w:rPr>
      <w:rFonts w:ascii="Times New Roman" w:hAnsi="Times New Roman" w:cs="Times New Roman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890" w:hanging="21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C5C1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C5C1A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5C1A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C5C1A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C5C1A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C5C1A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C5C1A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C5C1A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C5C1A"/>
    <w:pPr>
      <w:spacing w:after="100"/>
      <w:ind w:left="1680"/>
    </w:pPr>
  </w:style>
  <w:style w:type="paragraph" w:styleId="Standardeinzug">
    <w:name w:val="Normal Indent"/>
    <w:basedOn w:val="Standard"/>
    <w:unhideWhenUsed/>
    <w:rsid w:val="009C5C1A"/>
    <w:pPr>
      <w:ind w:left="708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5C1A"/>
    <w:rPr>
      <w:rFonts w:ascii="Arial" w:hAnsi="Arial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9C5C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C5C1A"/>
    <w:rPr>
      <w:rFonts w:ascii="Arial" w:hAnsi="Arial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9C5C1A"/>
    <w:rPr>
      <w:rFonts w:asciiTheme="majorHAnsi" w:eastAsiaTheme="majorEastAsia" w:hAnsiTheme="majorHAnsi" w:cstheme="majorBidi"/>
      <w:b/>
      <w:b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C5C1A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C5C1A"/>
    <w:pPr>
      <w:spacing w:after="0"/>
    </w:pPr>
  </w:style>
  <w:style w:type="paragraph" w:styleId="Umschlagadresse">
    <w:name w:val="envelope address"/>
    <w:basedOn w:val="Standard"/>
    <w:uiPriority w:val="99"/>
    <w:semiHidden/>
    <w:unhideWhenUsed/>
    <w:rsid w:val="009C5C1A"/>
    <w:pPr>
      <w:framePr w:w="4320" w:h="2160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9C5C1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C5C1A"/>
    <w:rPr>
      <w:rFonts w:ascii="Arial" w:hAnsi="Arial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C5C1A"/>
    <w:pPr>
      <w:spacing w:after="0"/>
      <w:ind w:left="210" w:hanging="210"/>
    </w:pPr>
  </w:style>
  <w:style w:type="paragraph" w:styleId="Makrotext">
    <w:name w:val="macro"/>
    <w:link w:val="MakrotextZchn"/>
    <w:uiPriority w:val="99"/>
    <w:semiHidden/>
    <w:unhideWhenUsed/>
    <w:rsid w:val="009C5C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C5C1A"/>
    <w:rPr>
      <w:rFonts w:ascii="Consolas" w:hAnsi="Consolas"/>
      <w:sz w:val="20"/>
      <w:szCs w:val="20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9C5C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iste">
    <w:name w:val="List"/>
    <w:basedOn w:val="Standard"/>
    <w:uiPriority w:val="99"/>
    <w:semiHidden/>
    <w:unhideWhenUsed/>
    <w:rsid w:val="009C5C1A"/>
    <w:pPr>
      <w:ind w:left="283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9C5C1A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C5C1A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C5C1A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C5C1A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C5C1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C5C1A"/>
    <w:rPr>
      <w:rFonts w:ascii="Arial" w:hAnsi="Arial"/>
      <w:sz w:val="2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C5C1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C5C1A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C5C1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C5C1A"/>
    <w:rPr>
      <w:rFonts w:ascii="Arial" w:hAnsi="Arial"/>
      <w:sz w:val="21"/>
    </w:rPr>
  </w:style>
  <w:style w:type="paragraph" w:styleId="Listenfortsetzung">
    <w:name w:val="List Continue"/>
    <w:basedOn w:val="Standard"/>
    <w:uiPriority w:val="99"/>
    <w:semiHidden/>
    <w:unhideWhenUsed/>
    <w:rsid w:val="009C5C1A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C5C1A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C5C1A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C5C1A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C5C1A"/>
    <w:pPr>
      <w:spacing w:after="120"/>
      <w:ind w:left="1415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C5C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C5C1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C5C1A"/>
  </w:style>
  <w:style w:type="character" w:customStyle="1" w:styleId="AnredeZchn">
    <w:name w:val="Anrede Zchn"/>
    <w:basedOn w:val="Absatz-Standardschriftart"/>
    <w:link w:val="Anrede"/>
    <w:uiPriority w:val="99"/>
    <w:semiHidden/>
    <w:rsid w:val="009C5C1A"/>
    <w:rPr>
      <w:rFonts w:ascii="Arial" w:hAnsi="Arial"/>
      <w:sz w:val="2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C5C1A"/>
  </w:style>
  <w:style w:type="character" w:customStyle="1" w:styleId="DatumZchn">
    <w:name w:val="Datum Zchn"/>
    <w:basedOn w:val="Absatz-Standardschriftart"/>
    <w:link w:val="Datum"/>
    <w:uiPriority w:val="99"/>
    <w:semiHidden/>
    <w:rsid w:val="009C5C1A"/>
    <w:rPr>
      <w:rFonts w:ascii="Arial" w:hAnsi="Arial"/>
      <w:sz w:val="21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C5C1A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C5C1A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C5C1A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C5C1A"/>
    <w:rPr>
      <w:rFonts w:ascii="Arial" w:hAnsi="Arial"/>
      <w:sz w:val="21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C5C1A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C5C1A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C5C1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C5C1A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C5C1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C5C1A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C5C1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C5C1A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C5C1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C5C1A"/>
    <w:rPr>
      <w:rFonts w:ascii="Arial" w:hAnsi="Arial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rsid w:val="009C5C1A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C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C5C1A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9C5C1A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C5C1A"/>
    <w:rPr>
      <w:rFonts w:ascii="Consolas" w:hAnsi="Consolas"/>
      <w:sz w:val="21"/>
      <w:szCs w:val="21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C5C1A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C5C1A"/>
    <w:rPr>
      <w:rFonts w:ascii="Arial" w:hAnsi="Arial"/>
      <w:sz w:val="2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C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C1A"/>
    <w:rPr>
      <w:rFonts w:ascii="Arial" w:hAnsi="Arial"/>
      <w:b/>
      <w:bCs/>
      <w:sz w:val="20"/>
      <w:szCs w:val="20"/>
    </w:rPr>
  </w:style>
  <w:style w:type="paragraph" w:styleId="berarbeitung">
    <w:name w:val="Revision"/>
    <w:uiPriority w:val="99"/>
    <w:semiHidden/>
    <w:rsid w:val="009C5C1A"/>
    <w:pPr>
      <w:spacing w:after="0" w:line="240" w:lineRule="auto"/>
    </w:pPr>
    <w:rPr>
      <w:rFonts w:ascii="Arial" w:hAnsi="Arial"/>
      <w:sz w:val="21"/>
    </w:rPr>
  </w:style>
  <w:style w:type="paragraph" w:styleId="Listenabsatz">
    <w:name w:val="List Paragraph"/>
    <w:basedOn w:val="Standard"/>
    <w:uiPriority w:val="34"/>
    <w:qFormat/>
    <w:rsid w:val="009C5C1A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C5C1A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C5C1A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berschriftZchn">
    <w:name w:val="1. Überschrift Zchn"/>
    <w:basedOn w:val="Absatz-Standardschriftart"/>
    <w:link w:val="1berschrift"/>
    <w:uiPriority w:val="99"/>
    <w:semiHidden/>
    <w:locked/>
    <w:rsid w:val="009C5C1A"/>
    <w:rPr>
      <w:rFonts w:ascii="Arial Black" w:eastAsia="Times New Roman" w:hAnsi="Arial Black" w:cs="Times New Roman"/>
      <w:b/>
      <w:shd w:val="clear" w:color="auto" w:fill="DDF0FF"/>
      <w:lang w:eastAsia="de-DE"/>
    </w:rPr>
  </w:style>
  <w:style w:type="paragraph" w:customStyle="1" w:styleId="1berschrift">
    <w:name w:val="1. Überschrift"/>
    <w:basedOn w:val="Standard"/>
    <w:link w:val="1berschriftZchn"/>
    <w:uiPriority w:val="99"/>
    <w:semiHidden/>
    <w:qFormat/>
    <w:rsid w:val="009C5C1A"/>
    <w:pPr>
      <w:numPr>
        <w:numId w:val="11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2"/>
      <w:lang w:eastAsia="de-DE"/>
    </w:rPr>
  </w:style>
  <w:style w:type="paragraph" w:customStyle="1" w:styleId="111berschrift">
    <w:name w:val="1.1.1 Überschrift"/>
    <w:basedOn w:val="berschrift1"/>
    <w:uiPriority w:val="99"/>
    <w:semiHidden/>
    <w:qFormat/>
    <w:rsid w:val="009C5C1A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C5C1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53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gt2\AppData\Local\Temp\09078df7-24ce-433e-8ddb-26ba2db69680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>
      </Group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2055">Formatierungen</Label>
          <Definition type="Randtitel" style="Randtitel mit Textbox">
            <Label lcid="2055">Randtitel</Label>
          </Definition>
          <Definition type="Lead" style="Lead">
            <Label lcid="2055">Lead</Label>
          </Definition>
        </Category>
        <Category id="Liste_Nummern_Neu_beginnen_bei-1">
          <Label lcid="2055">Aufzählung Neu beginnen bei 1</Label>
          <Definition type="Liste_Nummern_Arabisch_Neustarten" style="Liste_Nummern_Arabisch_Neustarten">
            <Label lcid="2055">Liste Nummern Arabisch Neustarten</Label>
          </Definition>
        </Category>
      </Group>
    </DocumentFunction>
  </Configuration>
</OneOffixxFormattingPart>
</file>

<file path=customXml/item2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200657112</Id>
      <Width>0</Width>
      <Height>0</Height>
      <XPath>/ooImg/Profile.Org.Kanton</XPath>
      <ImageHash>fedfa46efbe28957e006e244d2ce5914</ImageHash>
    </ImageSizeDefinition>
    <ImageSizeDefinition>
      <Id>1390341077</Id>
      <Width>0</Width>
      <Height>0</Height>
      <XPath>/ooImg/Profile.Org.HeaderLogoShort</XPath>
      <ImageHash>19d83c140522fa4ad9243b1cc07bb339</ImageHash>
    </ImageSizeDefinition>
  </ImageDefinitions>
</OneOffixxImageDefinitionPart>
</file>

<file path=customXml/item3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f e 0 5 d 2 0 e - c f b 7 - 4 5 5 d - b b e 0 - 2 3 2 f e 0 4 d 6 b d 5 "   t I d = " a 7 6 f 6 3 e 3 - 7 e b 0 - 4 e 2 d - 8 d 3 2 - 6 f b f f a 0 7 3 6 d f "   i n t e r n a l T I d = " a 7 6 f 6 3 e 3 - 7 e b 0 - 4 e 2 d - 8 d 3 2 - 6 f b f f a 0 7 3 6 d f "   m t I d = " 2 7 5 a f 3 2 e - b c 4 0 - 4 5 c 2 - 8 5 b 7 - a f b 1 c 0 3 8 2 6 5 3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2 8 b a 5 1 b 2 - 2 0 6 1 - 4 e e 0 - 8 6 d 0 - f c 3 4 e 6 0 e 4 b 7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a r a m e t e r   w i n d o w w i d t h = " 7 5 0 " >  
                 < T e x t   i d = " D o c P a r a m . A t t a c h m e n t s "   r o w = " 5 "   c o l u m n = " 1 "   c o l u m n s p a n = " 3 "   m u l t i l i n e = " T r u e "   m u l t i l i n e r o w s = " 1 . 5 "   l a b e l = " B e i l a g e n "   v i s i b l e = " F a l s e " > < ! [ C D A T A [   ] ] > < / T e x t >  
                 < T e x t   i d = " D o c P a r a m . C o p y T o "   r o w = " 3 "   c o l u m n = " 1 "   c o l u m n s p a n = " 3 "   m u l t i l i n e = " T r u e "   m u l t i l i n e r o w s = " 1 . 5 "   l a b e l = " K o p i e   a n "   v i s i b l e = " F a l s e " > < ! [ C D A T A [   ] ] > < / T e x t >  
                 < D a t e T i m e   i d = " D o c P a r a m . C r e a t i o n T i m e "   l i d = " D e u t s c h   ( D e u t s c h l a n d ) "   r o w = " 1 "   c o l u m n = " 1 "   c o l u m n s p a n = " 1 "   l a b e l = " D a t u m "   v i s i b l e = " F a l s e " > 2 0 1 9 - 0 3 - 2 9 T 1 3 : 4 3 : 2 3 . 1 5 0 7 7 6 2 Z < / D a t e T i m e >  
                 < D a t e T i m e   i d = " D o c P a r a m . D a t e "   l i d = " D e u t s c h   ( D e u t s c h l a n d ) "   f o r m a t = " d .   M M M M   y y y y "   r o w = " 2 "   c o l u m n = " 1 "   c o l u m n s p a n = " 1 "   l a b e l = " D a t u m "   v i s i b l e = " F a l s e " > 2 0 1 9 - 0 3 - 2 9 T 1 3 : 4 3 : 2 3 . 1 5 0 7 7 6 2 Z < / D a t e T i m e >  
                 < C h e c k B o x   i d = " D o c P a r a m . D a t e S t a m p "   r o w = " 7 "   c o l u m n = " 1 "   c o l u m n s p a n = " 1 "   l a b e l = " D a t u m s - S t e m p e l "   v i s i b l e = " F a l s e " > f a l s e < / C h e c k B o x >  
                 < T e x t   i d = " T e x t D o c P a r a m . D a t e S t a m p "   l a b e l = " D a t u m s - S t e m p e l t e x t "   v i s i b l e = " F a l s e " > < ! [ C D A T A [ D a t u m s - S t e m p e l ] ] > < / T e x t >  
                 < T e x t   i d = " D o c P a r a m . F o o t e r N r "   r o w = " 8 "   c o l u m n = " 1 "   c o l u m n s p a n = " 1 "   l a b e l = " F u s s z e i l e "   v i s i b l e = " F a l s e " > < ! [ C D A T A [   ] ] > < / T e x t >  
                 < T e x t   i d = " D o c P a r a m . G o e s T o "   r o w = " 4 "   c o l u m n = " 1 "   c o l u m n s p a n = " 3 "   m u l t i l i n e = " T r u e "   m u l t i l i n e r o w s = " 1 . 5 "   l a b e l = " G e h t   a n "   v i s i b l e = " F a l s e " > < ! [ C D A T A [   ] ] > < / T e x t >  
                 < T e x t   i d = " D o c P a r a m . H e a d e r S u b j e c t "   r o w = " 6 "   c o l u m n = " 1 "   c o l u m n s p a n = " 3 "   m u l t i l i n e = " T r u e "   m u l t i l i n e r o w s = " 1 . 5 "   l a b e l = " T e x t   F o l g e s e i t e n "   v i s i b l e = " F a l s e " > < ! [ C D A T A [ B a u d i r e k t i o n ] ] > < / T e x t >  
                 < D a t e T i m e   i d = " D o c P a r a m . H i d d e n . C r e a t i o n T i m e "   l i d = " D e u t s c h   ( D e u t s c h l a n d ) "   f o r m a t = " d .   M M M M   y y y y "   v i s i b l e = " F a l s e " > 2 0 1 9 - 0 3 - 2 9 T 1 3 : 4 3 : 0 0 Z < / D a t e T i m e >  
                 < T e x t   i d = " D o c P a r a m . R e f N r "   r o w = " 1 "   c o l u m n = " 1 "   c o l u m n s p a n = " 3 "   l a b e l = " R e f e r e n z - N r . "   v i s i b l e = " F a l s e " > < ! [ C D A T A [   ] ] > < / T e x t >  
                 < C h e c k B o x   i d = " D o c P a r a m . S e n d e r F a x "   r o w = " 7 "   c o l u m n = " 2 "   c o l u m n s p a n = " 1 "   l a b e l = " A b s e n d e r - F a x n u m m e r "   v i s i b l e = " F a l s e " > f a l s e < / C h e c k B o x >  
                 < T e x t   i d = " T e x t D o c P a r a m . S e n d e r F a x "   l a b e l = " A b s e n d e r - F a x n u m m e r t e x t "   v i s i b l e = " F a l s e " > < ! [ C D A T A [ A b s e n d e r - F a x n u m m e r ] ] > < / T e x t >  
                 < C h e c k B o x   i d = " D o c P a r a m . S h o w F o o t e r "   r o w = " 7 "   c o l u m n = " 3 "   c o l u m n s p a n = " 1 "   l a b e l = " D a t e i p f a d   a n z e i g e n "   v i s i b l e = " F a l s e " > f a l s e < / C h e c k B o x >  
                 < T e x t   i d = " T e x t D o c P a r a m . S h o w F o o t e r "   l a b e l = " D a t e i p f a d   a n z e i g e n t e x t "   v i s i b l e = " F a l s e " > < ! [ C D A T A [ D a t e i p f a d   a n z e i g e n ] ] > < / T e x t >  
                 < T e x t   i d = " D o c P a r a m . S u b j e c t "   c o l u m n = " 1 "   c o l u m n s p a n = " 3 "   l a b e l = " B e t r e f f "   v i s i b l e = " F a l s e " > < ! [ C D A T A [ R a h m e n v e r t r a g    
 B a u h e r r e n s e i t i g e   Q u a l i t � t s s i c h e r u n g   Q S  
 B 4   A n g a b e n   Q S - F a c h s p e z i a l i s t e n - T e a m ] ] > < / T e x t >  
                 < T e x t   i d = " D o c P a r a m . S u b j e c t "   c o l u m n = " 1 "   c o l u m n s p a n = " 3 "   m u l t i l i n e = " T r u e "   m u l t i l i n e r o w s = " 1 . 5 "   l a b e l = " B e t r e f f "   v i s i b l e = " F a l s e " > < ! [ C D A T A [   ] ] > < / T e x t >  
                 < L a b e l   i d = " L B L H e a d e r "   r o w = " 9 "   c o l u m n s p a n = " 4 "   l a b e l = " B a s i s   F o r m a t   F o r m u l a r   N e u t r a l   h o c h   m i t   T i t e l "   v i s i b l e = " F a l s e " /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P r o f i l e >  
                 < T e x t   i d = " P r o f i l e . I d "   l a b e l = " P r o f i l e . I d " > < ! [ C D A T A [ 2 8 b a 5 1 b 2 - 2 0 6 1 - 4 e e 0 - 8 6 d 0 - f c 3 4 e 6 0 e 4 b 7 b ] ] > < / T e x t >  
                 < T e x t   i d = " P r o f i l e . O r g a n i z a t i o n U n i t I d "   l a b e l = " P r o f i l e . O r g a n i z a t i o n U n i t I d " > < ! [ C D A T A [ 5 f 9 8 4 b 2 6 - 4 c e 2 - 4 6 f d - 8 4 a a - 1 f 7 d b 5 4 8 a f e 8 ] ] > < / T e x t >  
                 < T e x t   i d = " P r o f i l e . O r g . P o s t a l . C o u n t r y "   l a b e l = " P r o f i l e . O r g . P o s t a l . C o u n t r y " > < ! [ C D A T A [ S c h w e i z ] ] > < / T e x t >  
                 < T e x t   i d = " P r o f i l e . O r g . P o s t a l . L Z i p "   l a b e l = " P r o f i l e . O r g . P o s t a l . L Z i p " > < ! [ C D A T A [ C H ] ] > < / T e x t >  
                 < T e x t   i d = " P r o f i l e . O r g . T i t l e "   l a b e l = " P r o f i l e . O r g . T i t l e " > < ! [ C D A T A [ K a n t o n   Z � r i c h ] ] > < / T e x t >  
                 < T e x t   i d = " P r o f i l e . U s e r . A l i a s "   l a b e l = " P r o f i l e . U s e r . A l i a s " > < ! [ C D A T A [   ] ] > < / T e x t >  
                 < T e x t   i d = " P r o f i l e . U s e r . E m a i l "   l a b e l = " P r o f i l e . U s e r . E m a i l " > < ! [ C D A T A [ t h o m a s . g l a e s s @ b d . z h . c h ] ] > < / T e x t >  
                 < T e x t   i d = " P r o f i l e . U s e r . F a x "   l a b e l = " P r o f i l e . U s e r . F a x " > < ! [ C D A T A [ + 4 1   4 3   2 5 9   5 1   9 3 ] ] > < / T e x t >  
                 < T e x t   i d = " P r o f i l e . U s e r . F i r s t N a m e "   l a b e l = " P r o f i l e . U s e r . F i r s t N a m e " > < ! [ C D A T A [ T h o m a s ] ] > < / T e x t >  
                 < T e x t   i d = " P r o f i l e . U s e r . F u n c t i o n "   l a b e l = " P r o f i l e . U s e r . F u n c t i o n " > < ! [ C D A T A [ P r o j e k t l e i t e r ] ] > < / T e x t >  
                 < T e x t   i d = " P r o f i l e . U s e r . J o b D e s c r i p t i o n "   l a b e l = " P r o f i l e . U s e r . J o b D e s c r i p t i o n " > < ! [ C D A T A [   ] ] > < / T e x t >  
                 < T e x t   i d = " P r o f i l e . U s e r . L a s t N a m e "   l a b e l = " P r o f i l e . U s e r . L a s t N a m e " > < ! [ C D A T A [ G l � s s ] ] > < / T e x t >  
                 < T e x t   i d = " P r o f i l e . U s e r . O u L e v 1 "   l a b e l = " P r o f i l e . U s e r . O u L e v 1 " > < ! [ C D A T A [ K a n t o n   Z � r i c h ] ] > < / T e x t >  
                 < T e x t   i d = " P r o f i l e . U s e r . O u L e v 2 "   l a b e l = " P r o f i l e . U s e r . O u L e v 2 " > < ! [ C D A T A [ B a u d i r e k t i o n ] ] > < / T e x t >  
                 < T e x t   i d = " P r o f i l e . U s e r . O u L e v 3 "   l a b e l = " P r o f i l e . U s e r . O u L e v 3 " > < ! [ C D A T A [ H o c h b a u a m t ] ] > < / T e x t >  
                 < T e x t   i d = " P r o f i l e . U s e r . O u L e v 4 "   l a b e l = " P r o f i l e . U s e r . O u L e v 4 " > < ! [ C D A T A [ B a u b e r e i c h   D ] ] > < / T e x t >  
                 < T e x t   i d = " P r o f i l e . U s e r . O u L e v 5 "   l a b e l = " P r o f i l e . U s e r . O u L e v 5 " > < ! [ C D A T A [ R e s s o r t   1 ] ] > < / T e x t >  
                 < T e x t   i d = " P r o f i l e . U s e r . O u L e v 6 "   l a b e l = " P r o f i l e . U s e r . O u L e v 6 " > < ! [ C D A T A [   ] ] > < / T e x t >  
                 < T e x t   i d = " P r o f i l e . U s e r . O u L e v 7 "   l a b e l = " P r o f i l e . U s e r . O u L e v 7 " > < ! [ C D A T A [   ] ] > < / T e x t >  
                 < T e x t   i d = " P r o f i l e . U s e r . O u M a i l "   l a b e l = " P r o f i l e . U s e r . O u M a i l " > < ! [ C D A T A [ i n f o @ b d . z h . c h ] ] > < / T e x t >  
                 < T e x t   i d = " P r o f i l e . U s e r . O u P h o n e "   l a b e l = " P r o f i l e . U s e r . O u P h o n e " > < ! [ C D A T A [ + 4 1   4 3   2 5 9   2 8   4 2 ] ] > < / T e x t >  
                 < T e x t   i d = " P r o f i l e . U s e r . P h o n e "   l a b e l = " P r o f i l e . U s e r . P h o n e " > < ! [ C D A T A [ + 4 1   4 3   2 5 9   2 8   9 2 ] ] > < / T e x t >  
                 < T e x t   i d = " P r o f i l e . U s e r . P o s t a l . C i t y "   l a b e l = " P r o f i l e . U s e r . P o s t a l . C i t y " > < ! [ C D A T A [ Z � r i c h ] ] > < / T e x t >  
                 < T e x t   i d = " P r o f i l e . U s e r . P o s t a l . O f f i c e N a m e "   l a b e l = " P r o f i l e . U s e r . P o s t a l . O f f i c e N a m e " > < ! [ C D A T A [ 3 0 5 ] ] > < / T e x t >  
                 < T e x t   i d = " P r o f i l e . U s e r . P o s t a l . P O B o x "   l a b e l = " P r o f i l e . U s e r . P o s t a l . P O B o x " > < ! [ C D A T A [   ] ] > < / T e x t >  
                 < T e x t   i d = " P r o f i l e . U s e r . P o s t a l . S t r e e t "   l a b e l = " P r o f i l e . U s e r . P o s t a l . S t r e e t " > < ! [ C D A T A [ S t a m p f e n b a c h s t r a s s e   1 1 0 ] ] > < / T e x t >  
                 < T e x t   i d = " P r o f i l e . U s e r . P o s t a l . Z i p "   l a b e l = " P r o f i l e . U s e r . P o s t a l . Z i p " > < ! [ C D A T A [ 8 0 9 0 ] ] > < / T e x t >  
                 < T e x t   i d = " P r o f i l e . U s e r . S a l u t a t i o n "   l a b e l = " P r o f i l e . U s e r . S a l u t a t i o n " > < ! [ C D A T A [ H e r r ] ] > < / T e x t >  
                 < T e x t   i d = " P r o f i l e . U s e r . T i t l e "   l a b e l = " P r o f i l e . U s e r . T i t l e " > < ! [ C D A T A [   ] ] > < / T e x t >  
                 < T e x t   i d = " P r o f i l e . U s e r . U r l "   l a b e l = " P r o f i l e . U s e r . U r l " > < ! [ C D A T A [ w w w . h o c h b a u a m t . z h . c h ] ] > < / T e x t >  
             < / P r o f i l e >  
             < A u t h o r >  
                 < T e x t   i d = " A u t h o r . U s e r . A l i a s "   l a b e l = " A u t h o r . U s e r . A l i a s " > < ! [ C D A T A [   ] ] > < / T e x t >  
                 < T e x t   i d = " A u t h o r . U s e r . E m a i l "   l a b e l = " A u t h o r . U s e r . E m a i l " > < ! [ C D A T A [ t h o m a s . g l a e s s @ b d . z h . c h ] ] > < / T e x t >  
                 < T e x t   i d = " A u t h o r . U s e r . F a x "   l a b e l = " A u t h o r . U s e r . F a x " > < ! [ C D A T A [ + 4 1   4 3   2 5 9   5 1   9 3 ] ] > < / T e x t >  
                 < T e x t   i d = " A u t h o r . U s e r . F i r s t N a m e "   l a b e l = " A u t h o r . U s e r . F i r s t N a m e " > < ! [ C D A T A [ T h o m a s ] ] > < / T e x t >  
                 < T e x t   i d = " A u t h o r . U s e r . F u n c t i o n "   l a b e l = " A u t h o r . U s e r . F u n c t i o n " > < ! [ C D A T A [ P r o j e k t l e i t e r ] ] > < / T e x t >  
                 < T e x t   i d = " A u t h o r . U s e r . J o b D e s c r i p t i o n "   l a b e l = " A u t h o r . U s e r . J o b D e s c r i p t i o n " > < ! [ C D A T A [   ] ] > < / T e x t >  
                 < T e x t   i d = " A u t h o r . U s e r . L a s t N a m e "   l a b e l = " A u t h o r . U s e r . L a s t N a m e " > < ! [ C D A T A [ G l � s s ] ] > < / T e x t >  
                 < T e x t   i d = " A u t h o r . U s e r . O u L e v 1 "   l a b e l = " A u t h o r . U s e r . O u L e v 1 " > < ! [ C D A T A [ K a n t o n   Z � r i c h ] ] > < / T e x t >  
                 < T e x t   i d = " A u t h o r . U s e r . O u L e v 2 "   l a b e l = " A u t h o r . U s e r . O u L e v 2 " > < ! [ C D A T A [ B a u d i r e k t i o n ] ] > < / T e x t >  
                 < T e x t   i d = " A u t h o r . U s e r . O u L e v 3 "   l a b e l = " A u t h o r . U s e r . O u L e v 3 " > < ! [ C D A T A [ H o c h b a u a m t ] ] > < / T e x t >  
                 < T e x t   i d = " A u t h o r . U s e r . O u L e v 4 "   l a b e l = " A u t h o r . U s e r . O u L e v 4 " > < ! [ C D A T A [ B a u b e r e i c h   D ] ] > < / T e x t >  
                 < T e x t   i d = " A u t h o r . U s e r . O u L e v 5 "   l a b e l = " A u t h o r . U s e r . O u L e v 5 " > < ! [ C D A T A [ R e s s o r t   1 ] ] > < / T e x t >  
                 < T e x t   i d = " A u t h o r . U s e r . O u L e v 6 "   l a b e l = " A u t h o r . U s e r . O u L e v 6 " > < ! [ C D A T A [   ] ] > < / T e x t >  
                 < T e x t   i d = " A u t h o r . U s e r . O u L e v 7 "   l a b e l = " A u t h o r . U s e r . O u L e v 7 " > < ! [ C D A T A [   ] ] > < / T e x t >  
                 < T e x t   i d = " A u t h o r . U s e r . O u M a i l "   l a b e l = " A u t h o r . U s e r . O u M a i l " > < ! [ C D A T A [ i n f o @ b d . z h . c h ] ] > < / T e x t >  
                 < T e x t   i d = " A u t h o r . U s e r . O u P h o n e "   l a b e l = " A u t h o r . U s e r . O u P h o n e " > < ! [ C D A T A [ + 4 1   4 3   2 5 9   2 8   4 2 ] ] > < / T e x t >  
                 < T e x t   i d = " A u t h o r . U s e r . P h o n e "   l a b e l = " A u t h o r . U s e r . P h o n e " > < ! [ C D A T A [ + 4 1   4 3   2 5 9   2 8   9 2 ] ] > < / T e x t >  
                 < T e x t   i d = " A u t h o r . U s e r . P o s t a l . C i t y "   l a b e l = " A u t h o r . U s e r . P o s t a l . C i t y " > < ! [ C D A T A [ Z � r i c h ] ] > < / T e x t >  
                 < T e x t   i d = " A u t h o r . U s e r . P o s t a l . O f f i c e N a m e "   l a b e l = " A u t h o r . U s e r . P o s t a l . O f f i c e N a m e " > < ! [ C D A T A [ 3 0 5 ] ] > < / T e x t >  
                 < T e x t   i d = " A u t h o r . U s e r . P o s t a l . P O B o x "   l a b e l = " A u t h o r . U s e r . P o s t a l . P O B o x " > < ! [ C D A T A [   ] ] > < / T e x t >  
                 < T e x t   i d = " A u t h o r . U s e r . P o s t a l . S t r e e t "   l a b e l = " A u t h o r . U s e r . P o s t a l . S t r e e t " > < ! [ C D A T A [ S t a m p f e n b a c h s t r a s s e   1 1 0 ] ] > < / T e x t >  
                 < T e x t   i d = " A u t h o r . U s e r . P o s t a l . Z i p "   l a b e l = " A u t h o r . U s e r . P o s t a l . Z i p " > < ! [ C D A T A [ 8 0 9 0 ] ] > < / T e x t >  
                 < T e x t   i d = " A u t h o r . U s e r . S a l u t a t i o n "   l a b e l = " A u t h o r . U s e r . S a l u t a t i o n " > < ! [ C D A T A [ H e r r ] ] > < / T e x t >  
                 < T e x t   i d = " A u t h o r . U s e r . T i t l e "   l a b e l = " A u t h o r . U s e r . T i t l e " > < ! [ C D A T A [   ] ] > < / T e x t >  
                 < T e x t   i d = " A u t h o r . U s e r . U r l "   l a b e l = " A u t h o r . U s e r . U r l " > < ! [ C D A T A [ w w w . h o c h b a u a m t . z h . c h ] ] > < / T e x t >  
             < / A u t h o r >  
             < S i g n e r _ 0 >  
                 < T e x t   i d = " S i g n e r _ 0 . I d "   l a b e l = " S i g n e r _ 0 . I d " > < ! [ C D A T A [ 2 8 b a 5 1 b 2 - 2 0 6 1 - 4 e e 0 - 8 6 d 0 - f c 3 4 e 6 0 e 4 b 7 b ] ] > < / T e x t >  
                 < T e x t   i d = " S i g n e r _ 0 . O r g a n i z a t i o n U n i t I d "   l a b e l = " S i g n e r _ 0 . O r g a n i z a t i o n U n i t I d " > < ! [ C D A T A [ 5 f 9 8 4 b 2 6 - 4 c e 2 - 4 6 f d - 8 4 a a - 1 f 7 d b 5 4 8 a f e 8 ] ] > < / T e x t >  
                 < T e x t   i d = " S i g n e r _ 0 . O r g . P o s t a l . C o u n t r y "   l a b e l = " S i g n e r _ 0 . O r g . P o s t a l . C o u n t r y " > < ! [ C D A T A [ S c h w e i z ] ] > < / T e x t >  
                 < T e x t   i d = " S i g n e r _ 0 . O r g . P o s t a l . L Z i p "   l a b e l = " S i g n e r _ 0 . O r g . P o s t a l . L Z i p " > < ! [ C D A T A [ C H ] ] > < / T e x t >  
                 < T e x t   i d = " S i g n e r _ 0 . O r g . T i t l e "   l a b e l = " S i g n e r _ 0 . O r g . T i t l e " > < ! [ C D A T A [ K a n t o n   Z � r i c h ] ] > < / T e x t >  
                 < T e x t   i d = " S i g n e r _ 0 . U s e r . A l i a s "   l a b e l = " S i g n e r _ 0 . U s e r . A l i a s " > < ! [ C D A T A [   ] ] > < / T e x t >  
                 < T e x t   i d = " S i g n e r _ 0 . U s e r . E m a i l "   l a b e l = " S i g n e r _ 0 . U s e r . E m a i l " > < ! [ C D A T A [ t h o m a s . g l a e s s @ b d . z h . c h ] ] > < / T e x t >  
                 < T e x t   i d = " S i g n e r _ 0 . U s e r . F a x "   l a b e l = " S i g n e r _ 0 . U s e r . F a x " > < ! [ C D A T A [ + 4 1   4 3   2 5 9   5 1   9 3 ] ] > < / T e x t >  
                 < T e x t   i d = " S i g n e r _ 0 . U s e r . F i r s t N a m e "   l a b e l = " S i g n e r _ 0 . U s e r . F i r s t N a m e " > < ! [ C D A T A [ T h o m a s ] ] > < / T e x t >  
                 < T e x t   i d = " S i g n e r _ 0 . U s e r . F u n c t i o n "   l a b e l = " S i g n e r _ 0 . U s e r . F u n c t i o n " > < ! [ C D A T A [ P r o j e k t l e i t e r ] ] > < / T e x t >  
                 < T e x t   i d = " S i g n e r _ 0 . U s e r . J o b D e s c r i p t i o n "   l a b e l = " S i g n e r _ 0 . U s e r . J o b D e s c r i p t i o n " > < ! [ C D A T A [   ] ] > < / T e x t >  
                 < T e x t   i d = " S i g n e r _ 0 . U s e r . L a s t N a m e "   l a b e l = " S i g n e r _ 0 . U s e r . L a s t N a m e " > < ! [ C D A T A [ G l � s s ] ] > < / T e x t >  
                 < T e x t   i d = " S i g n e r _ 0 . U s e r . O u L e v 1 "   l a b e l = " S i g n e r _ 0 . U s e r . O u L e v 1 " > < ! [ C D A T A [ K a n t o n   Z � r i c h ] ] > < / T e x t >  
                 < T e x t   i d = " S i g n e r _ 0 . U s e r . O u L e v 2 "   l a b e l = " S i g n e r _ 0 . U s e r . O u L e v 2 " > < ! [ C D A T A [ B a u d i r e k t i o n ] ] > < / T e x t >  
                 < T e x t   i d = " S i g n e r _ 0 . U s e r . O u L e v 3 "   l a b e l = " S i g n e r _ 0 . U s e r . O u L e v 3 " > < ! [ C D A T A [ H o c h b a u a m t ] ] > < / T e x t >  
                 < T e x t   i d = " S i g n e r _ 0 . U s e r . O u L e v 4 "   l a b e l = " S i g n e r _ 0 . U s e r . O u L e v 4 " > < ! [ C D A T A [ B a u b e r e i c h   D ] ] > < / T e x t >  
                 < T e x t   i d = " S i g n e r _ 0 . U s e r . O u L e v 5 "   l a b e l = " S i g n e r _ 0 . U s e r . O u L e v 5 " > < ! [ C D A T A [ R e s s o r t   1 ] ] > < / T e x t >  
                 < T e x t   i d = " S i g n e r _ 0 . U s e r . O u L e v 6 "   l a b e l = " S i g n e r _ 0 . U s e r . O u L e v 6 " > < ! [ C D A T A [   ] ] > < / T e x t >  
                 < T e x t   i d = " S i g n e r _ 0 . U s e r . O u L e v 7 "   l a b e l = " S i g n e r _ 0 . U s e r . O u L e v 7 " > < ! [ C D A T A [   ] ] > < / T e x t >  
                 < T e x t   i d = " S i g n e r _ 0 . U s e r . O u M a i l "   l a b e l = " S i g n e r _ 0 . U s e r . O u M a i l " > < ! [ C D A T A [ i n f o @ b d . z h . c h ] ] > < / T e x t >  
                 < T e x t   i d = " S i g n e r _ 0 . U s e r . O u P h o n e "   l a b e l = " S i g n e r _ 0 . U s e r . O u P h o n e " > < ! [ C D A T A [ + 4 1   4 3   2 5 9   2 8   4 2 ] ] > < / T e x t >  
                 < T e x t   i d = " S i g n e r _ 0 . U s e r . P h o n e "   l a b e l = " S i g n e r _ 0 . U s e r . P h o n e " > < ! [ C D A T A [ + 4 1   4 3   2 5 9   2 8   9 2 ] ] > < / T e x t >  
                 < T e x t   i d = " S i g n e r _ 0 . U s e r . P o s t a l . C i t y "   l a b e l = " S i g n e r _ 0 . U s e r . P o s t a l . C i t y " > < ! [ C D A T A [ Z � r i c h ] ] > < / T e x t >  
                 < T e x t   i d = " S i g n e r _ 0 . U s e r . P o s t a l . O f f i c e N a m e "   l a b e l = " S i g n e r _ 0 . U s e r . P o s t a l . O f f i c e N a m e " > < ! [ C D A T A [ 3 0 5 ] ] > < / T e x t >  
                 < T e x t   i d = " S i g n e r _ 0 . U s e r . P o s t a l . P O B o x "   l a b e l = " S i g n e r _ 0 . U s e r . P o s t a l . P O B o x " > < ! [ C D A T A [   ] ] > < / T e x t >  
                 < T e x t   i d = " S i g n e r _ 0 . U s e r . P o s t a l . S t r e e t "   l a b e l = " S i g n e r _ 0 . U s e r . P o s t a l . S t r e e t " > < ! [ C D A T A [ S t a m p f e n b a c h s t r a s s e   1 1 0 ] ] > < / T e x t >  
                 < T e x t   i d = " S i g n e r _ 0 . U s e r . P o s t a l . Z i p "   l a b e l = " S i g n e r _ 0 . U s e r . P o s t a l . Z i p " > < ! [ C D A T A [ 8 0 9 0 ] ] > < / T e x t >  
                 < T e x t   i d = " S i g n e r _ 0 . U s e r . S a l u t a t i o n "   l a b e l = " S i g n e r _ 0 . U s e r . S a l u t a t i o n " > < ! [ C D A T A [ H e r r ] ] > < / T e x t >  
                 < T e x t   i d = " S i g n e r _ 0 . U s e r . T i t l e "   l a b e l = " S i g n e r _ 0 . U s e r . T i t l e " > < ! [ C D A T A [   ] ] > < / T e x t >  
                 < T e x t   i d = " S i g n e r _ 0 . U s e r . U r l "   l a b e l = " S i g n e r _ 0 . U s e r . U r l " > < ! [ C D A T A [ w w w . h o c h b a u a m t . z h . c h ] ] > < / T e x t >  
             < / S i g n e r _ 0 >  
             < S i g n e r _ 1 >  
                 < T e x t   i d = " S i g n e r _ 1 . I d "   l a b e l = " S i g n e r _ 1 . I d " > < ! [ C D A T A [ 0 0 0 0 0 0 0 0 - 0 0 0 0 - 0 0 0 0 - 0 0 0 0 - 0 0 0 0 0 0 0 0 0 0 0 0 ] ] > < / T e x t >  
                 < T e x t   i d = " S i g n e r _ 1 . O r g a n i z a t i o n U n i t I d "   l a b e l = " S i g n e r _ 1 . O r g a n i z a t i o n U n i t I d " > < ! [ C D A T A [   ] ] > < / T e x t >  
                 < T e x t   i d = " S i g n e r _ 1 . O r g . P o s t a l . C o u n t r y "   l a b e l = " S i g n e r _ 1 . O r g . P o s t a l . C o u n t r y " > < ! [ C D A T A [   ] ] > < / T e x t >  
                 < T e x t   i d = " S i g n e r _ 1 . O r g . P o s t a l . L Z i p "   l a b e l = " S i g n e r _ 1 . O r g . P o s t a l . L Z i p " > < ! [ C D A T A [   ] ] > < / T e x t >  
                 < T e x t   i d = " S i g n e r _ 1 . O r g . T i t l e "   l a b e l = " S i g n e r _ 1 . O r g . T i t l e " > < ! [ C D A T A [   ] ] > < / T e x t >  
                 < T e x t   i d = " S i g n e r _ 1 . U s e r . A l i a s "   l a b e l = " S i g n e r _ 1 . U s e r . A l i a s " > < ! [ C D A T A [   ] ] > < / T e x t >  
                 < T e x t   i d = " S i g n e r _ 1 . U s e r . E m a i l "   l a b e l = " S i g n e r _ 1 . U s e r . E m a i l " > < ! [ C D A T A [   ] ] > < / T e x t >  
                 < T e x t   i d = " S i g n e r _ 1 . U s e r . F a x "   l a b e l = " S i g n e r _ 1 . U s e r . F a x " > < ! [ C D A T A [   ] ] > < / T e x t >  
                 < T e x t   i d = " S i g n e r _ 1 . U s e r . F i r s t N a m e "   l a b e l = " S i g n e r _ 1 . U s e r . F i r s t N a m e " > < ! [ C D A T A [   ] ] > < / T e x t >  
                 < T e x t   i d = " S i g n e r _ 1 . U s e r . F u n c t i o n "   l a b e l = " S i g n e r _ 1 . U s e r . F u n c t i o n " > < ! [ C D A T A [   ] ] > < / T e x t >  
                 < T e x t   i d = " S i g n e r _ 1 . U s e r . J o b D e s c r i p t i o n "   l a b e l = " S i g n e r _ 1 . U s e r . J o b D e s c r i p t i o n " > < ! [ C D A T A [   ] ] > < / T e x t >  
                 < T e x t   i d = " S i g n e r _ 1 . U s e r . L a s t N a m e "   l a b e l = " S i g n e r _ 1 . U s e r . L a s t N a m e " > < ! [ C D A T A [   ] ] > < / T e x t >  
                 < T e x t   i d = " S i g n e r _ 1 . U s e r . O u L e v 1 "   l a b e l = " S i g n e r _ 1 . U s e r . O u L e v 1 " > < ! [ C D A T A [   ] ] > < / T e x t >  
                 < T e x t   i d = " S i g n e r _ 1 . U s e r . O u L e v 2 "   l a b e l = " S i g n e r _ 1 . U s e r . O u L e v 2 " > < ! [ C D A T A [   ] ] > < / T e x t >  
                 < T e x t   i d = " S i g n e r _ 1 . U s e r . O u L e v 3 "   l a b e l = " S i g n e r _ 1 . U s e r . O u L e v 3 " > < ! [ C D A T A [   ] ] > < / T e x t >  
                 < T e x t   i d = " S i g n e r _ 1 . U s e r . O u L e v 4 "   l a b e l = " S i g n e r _ 1 . U s e r . O u L e v 4 " > < ! [ C D A T A [   ] ] > < / T e x t >  
                 < T e x t   i d = " S i g n e r _ 1 . U s e r . O u L e v 5 "   l a b e l = " S i g n e r _ 1 . U s e r . O u L e v 5 " > < ! [ C D A T A [   ] ] > < / T e x t >  
                 < T e x t   i d = " S i g n e r _ 1 . U s e r . O u L e v 6 "   l a b e l = " S i g n e r _ 1 . U s e r . O u L e v 6 " > < ! [ C D A T A [   ] ] > < / T e x t >  
                 < T e x t   i d = " S i g n e r _ 1 . U s e r . O u L e v 7 "   l a b e l = " S i g n e r _ 1 . U s e r . O u L e v 7 " > < ! [ C D A T A [   ] ] > < / T e x t >  
                 < T e x t   i d = " S i g n e r _ 1 . U s e r . O u M a i l "   l a b e l = " S i g n e r _ 1 . U s e r . O u M a i l " > < ! [ C D A T A [   ] ] > < / T e x t >  
                 < T e x t   i d = " S i g n e r _ 1 . U s e r . O u P h o n e "   l a b e l = " S i g n e r _ 1 . U s e r . O u P h o n e " > < ! [ C D A T A [   ] ] > < / T e x t >  
                 < T e x t   i d = " S i g n e r _ 1 . U s e r . P h o n e "   l a b e l = " S i g n e r _ 1 . U s e r . P h o n e " > < ! [ C D A T A [   ] ] > < / T e x t >  
                 < T e x t   i d = " S i g n e r _ 1 . U s e r . P o s t a l . C i t y "   l a b e l = " S i g n e r _ 1 . U s e r . P o s t a l . C i t y " > < ! [ C D A T A [   ] ] > < / T e x t >  
                 < T e x t   i d = " S i g n e r _ 1 . U s e r . P o s t a l . O f f i c e N a m e "   l a b e l = " S i g n e r _ 1 . U s e r . P o s t a l . O f f i c e N a m e " > < ! [ C D A T A [   ] ] > < / T e x t >  
                 < T e x t   i d = " S i g n e r _ 1 . U s e r . P o s t a l . P O B o x "   l a b e l = " S i g n e r _ 1 . U s e r . P o s t a l . P O B o x " > < ! [ C D A T A [   ] ] > < / T e x t >  
                 < T e x t   i d = " S i g n e r _ 1 . U s e r . P o s t a l . S t r e e t "   l a b e l = " S i g n e r _ 1 . U s e r . P o s t a l . S t r e e t " > < ! [ C D A T A [   ] ] > < / T e x t >  
                 < T e x t   i d = " S i g n e r _ 1 . U s e r . P o s t a l . Z i p "   l a b e l = " S i g n e r _ 1 . U s e r . P o s t a l . Z i p " > < ! [ C D A T A [   ] ] > < / T e x t >  
                 < T e x t   i d = " S i g n e r _ 1 . U s e r . S a l u t a t i o n "   l a b e l = " S i g n e r _ 1 . U s e r . S a l u t a t i o n " > < ! [ C D A T A [   ] ] > < / T e x t >  
                 < T e x t   i d = " S i g n e r _ 1 . U s e r . T i t l e "   l a b e l = " S i g n e r _ 1 . U s e r . T i t l e " > < ! [ C D A T A [   ] ] > < / T e x t >  
                 < T e x t   i d = " S i g n e r _ 1 . U s e r . U r l "   l a b e l = " S i g n e r _ 1 . U s e r . U r l " > < ! [ C D A T A [   ] ] > < / T e x t >  
             < / S i g n e r _ 1 >  
             < S i g n e r _ 2 >  
                 < T e x t   i d = " S i g n e r _ 2 . I d "   l a b e l = " S i g n e r _ 2 . I d " > < ! [ C D A T A [ 0 0 0 0 0 0 0 0 - 0 0 0 0 - 0 0 0 0 - 0 0 0 0 - 0 0 0 0 0 0 0 0 0 0 0 0 ] ] > < / T e x t >  
                 < T e x t   i d = " S i g n e r _ 2 . O r g a n i z a t i o n U n i t I d "   l a b e l = " S i g n e r _ 2 . O r g a n i z a t i o n U n i t I d " > < ! [ C D A T A [   ] ] > < / T e x t >  
                 < T e x t   i d = " S i g n e r _ 2 . O r g . P o s t a l . C o u n t r y "   l a b e l = " S i g n e r _ 2 . O r g . P o s t a l . C o u n t r y " > < ! [ C D A T A [   ] ] > < / T e x t >  
                 < T e x t   i d = " S i g n e r _ 2 . O r g . P o s t a l . L Z i p "   l a b e l = " S i g n e r _ 2 . O r g . P o s t a l . L Z i p " > < ! [ C D A T A [   ] ] > < / T e x t >  
                 < T e x t   i d = " S i g n e r _ 2 . O r g . T i t l e "   l a b e l = " S i g n e r _ 2 . O r g . T i t l e " > < ! [ C D A T A [   ] ] > < / T e x t >  
                 < T e x t   i d = " S i g n e r _ 2 . U s e r . A l i a s "   l a b e l = " S i g n e r _ 2 . U s e r . A l i a s " > < ! [ C D A T A [   ] ] > < / T e x t >  
                 < T e x t   i d = " S i g n e r _ 2 . U s e r . E m a i l "   l a b e l = " S i g n e r _ 2 . U s e r . E m a i l " > < ! [ C D A T A [   ] ] > < / T e x t >  
                 < T e x t   i d = " S i g n e r _ 2 . U s e r . F a x "   l a b e l = " S i g n e r _ 2 . U s e r . F a x " > < ! [ C D A T A [   ] ] > < / T e x t >  
                 < T e x t   i d = " S i g n e r _ 2 . U s e r . F i r s t N a m e "   l a b e l = " S i g n e r _ 2 . U s e r . F i r s t N a m e " > < ! [ C D A T A [   ] ] > < / T e x t >  
                 < T e x t   i d = " S i g n e r _ 2 . U s e r . F u n c t i o n "   l a b e l = " S i g n e r _ 2 . U s e r . F u n c t i o n " > < ! [ C D A T A [   ] ] > < / T e x t >  
                 < T e x t   i d = " S i g n e r _ 2 . U s e r . J o b D e s c r i p t i o n "   l a b e l = " S i g n e r _ 2 . U s e r . J o b D e s c r i p t i o n " > < ! [ C D A T A [   ] ] > < / T e x t >  
                 < T e x t   i d = " S i g n e r _ 2 . U s e r . L a s t N a m e "   l a b e l = " S i g n e r _ 2 . U s e r . L a s t N a m e " > < ! [ C D A T A [   ] ] > < / T e x t >  
                 < T e x t   i d = " S i g n e r _ 2 . U s e r . O u L e v 1 "   l a b e l = " S i g n e r _ 2 . U s e r . O u L e v 1 " > < ! [ C D A T A [   ] ] > < / T e x t >  
                 < T e x t   i d = " S i g n e r _ 2 . U s e r . O u L e v 2 "   l a b e l = " S i g n e r _ 2 . U s e r . O u L e v 2 " > < ! [ C D A T A [   ] ] > < / T e x t >  
                 < T e x t   i d = " S i g n e r _ 2 . U s e r . O u L e v 3 "   l a b e l = " S i g n e r _ 2 . U s e r . O u L e v 3 " > < ! [ C D A T A [   ] ] > < / T e x t >  
                 < T e x t   i d = " S i g n e r _ 2 . U s e r . O u L e v 4 "   l a b e l = " S i g n e r _ 2 . U s e r . O u L e v 4 " > < ! [ C D A T A [   ] ] > < / T e x t >  
                 < T e x t   i d = " S i g n e r _ 2 . U s e r . O u L e v 5 "   l a b e l = " S i g n e r _ 2 . U s e r . O u L e v 5 " > < ! [ C D A T A [   ] ] > < / T e x t >  
                 < T e x t   i d = " S i g n e r _ 2 . U s e r . O u L e v 6 "   l a b e l = " S i g n e r _ 2 . U s e r . O u L e v 6 " > < ! [ C D A T A [   ] ] > < / T e x t >  
                 < T e x t   i d = " S i g n e r _ 2 . U s e r . O u L e v 7 "   l a b e l = " S i g n e r _ 2 . U s e r . O u L e v 7 " > < ! [ C D A T A [   ] ] > < / T e x t >  
                 < T e x t   i d = " S i g n e r _ 2 . U s e r . O u M a i l "   l a b e l = " S i g n e r _ 2 . U s e r . O u M a i l " > < ! [ C D A T A [   ] ] > < / T e x t >  
                 < T e x t   i d = " S i g n e r _ 2 . U s e r . O u P h o n e "   l a b e l = " S i g n e r _ 2 . U s e r . O u P h o n e " > < ! [ C D A T A [   ] ] > < / T e x t >  
                 < T e x t   i d = " S i g n e r _ 2 . U s e r . P h o n e "   l a b e l = " S i g n e r _ 2 . U s e r . P h o n e " > < ! [ C D A T A [   ] ] > < / T e x t >  
                 < T e x t   i d = " S i g n e r _ 2 . U s e r . P o s t a l . C i t y "   l a b e l = " S i g n e r _ 2 . U s e r . P o s t a l . C i t y " > < ! [ C D A T A [   ] ] > < / T e x t >  
                 < T e x t   i d = " S i g n e r _ 2 . U s e r . P o s t a l . O f f i c e N a m e "   l a b e l = " S i g n e r _ 2 . U s e r . P o s t a l . O f f i c e N a m e " > < ! [ C D A T A [   ] ] > < / T e x t >  
                 < T e x t   i d = " S i g n e r _ 2 . U s e r . P o s t a l . P O B o x "   l a b e l = " S i g n e r _ 2 . U s e r . P o s t a l . P O B o x " > < ! [ C D A T A [   ] ] > < / T e x t >  
                 < T e x t   i d = " S i g n e r _ 2 . U s e r . P o s t a l . S t r e e t "   l a b e l = " S i g n e r _ 2 . U s e r . P o s t a l . S t r e e t " > < ! [ C D A T A [   ] ] > < / T e x t >  
                 < T e x t   i d = " S i g n e r _ 2 . U s e r . P o s t a l . Z i p "   l a b e l = " S i g n e r _ 2 . U s e r . P o s t a l . Z i p " > < ! [ C D A T A [   ] ] > < / T e x t >  
                 < T e x t   i d = " S i g n e r _ 2 . U s e r . S a l u t a t i o n "   l a b e l = " S i g n e r _ 2 . U s e r . S a l u t a t i o n " > < ! [ C D A T A [   ] ] > < / T e x t >  
                 < T e x t   i d = " S i g n e r _ 2 . U s e r . T i t l e "   l a b e l = " S i g n e r _ 2 . U s e r . T i t l e " > < ! [ C D A T A [   ] ] > < / T e x t >  
                 < T e x t   i d = " S i g n e r _ 2 . U s e r . U r l "   l a b e l = " S i g n e r _ 2 . U s e r . U r l " > < ! [ C D A T A [   ] ] > < / T e x t >  
             < / S i g n e r _ 2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D  
 �  
 R e s s o r t   1 ] ] > < / T e x t >  
                 < T e x t   i d = " C u s t o m E l e m e n t s . H e a d e r . S c r i p t 4 "   l a b e l = " C u s t o m E l e m e n t s . H e a d e r . S c r i p t 4 " > < ! [ C D A T A [ T h o m a s   G l � s s ] ] > < / T e x t >  
                 < T e x t   i d = " C u s t o m E l e m e n t s . H e a d e r . S c r i p t 5 "   l a b e l = " C u s t o m E l e m e n t s . H e a d e r . S c r i p t 5 " > < ! [ C D A T A [ P r o j e k t l e i t e r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T h o m a s   G l � s s  
 P r o j e k t l e i t e r  
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B a u d i r e k t i o n ] ] > < / T e x t >  
                 < T e x t   i d = " C u s t o m E l e m e n t s . H e a d e r . V o r g e s e t z e r S c r i p t 1 "   l a b e l = " C u s t o m E l e m e n t s . H e a d e r . V o r g e s e t z e r S c r i p t 1 " > < ! [ C D A T A [ T h o m a s   G l � s s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] ] > < / T e x t >  
                 < T e x t   i d = " C u s t o m E l e m e n t s . H e a d e r . D a t e "   l a b e l = " C u s t o m E l e m e n t s . H e a d e r . D a t e " > < ! [ C D A T A [ 2 9 .   M � r z   2 0 1 9 ] ] > < / T e x t >  
                 < T e x t   i d = " C u s t o m E l e m e n t s . H e a d e r . D a t e F i e l d "   l a b e l = " C u s t o m E l e m e n t s . H e a d e r . D a t e F i e l d " > < ! [ C D A T A [ 2 9 .   M � r z   2 0 1 9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D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D  
 T e l e f o n   + 4 1   4 3   2 5 9   2 8   4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C o n t a c t . S a l u t a t i o n C h e c k "   l a b e l = " C u s t o m E l e m e n t s . C o n t a c t . S a l u t a t i o n C h e c k " > < ! [ C D A T A [   ] ] > < / T e x t >  
                 < T e x t   i d = " C u s t o m E l e m e n t s . C o n t a c t . S a l u t a t i o n "   l a b e l = " C u s t o m E l e m e n t s . C o n t a c t . S a l u t a t i o n " > < ! [ C D A T A [ S e h r   g e e h r t e   D a m e n   u n d   H e r r e n ] ] > < / T e x t >  
                 < T e x t   i d = " C u s t o m E l e m e n t s . C o n t a c t . S a l u t a t i o n E m p t y L i n e s "   l a b e l = " C u s t o m E l e m e n t s . C o n t a c t . S a l u t a t i o n E m p t y L i n e s " > < ! [ C D A T A [ � ] ] > < / T e x t >  
                 < T e x t   i d = " C u s t o m E l e m e n t s . C o n t a c t . R e c i p i e n t E m p t y L i n e s "   l a b e l = " C u s t o m E l e m e n t s . C o n t a c t . R e c i p i e n t E m p t y L i n e s " > < ! [ C D A T A [ �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T h o m a s   G l � s s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< / S c r i p t i n g >  
             < T o o l b o x >  
                 < T e x t   i d = " D o c u m e n t P r o p e r t i e s . S a v e P a t h " > < ! [ C D A T A [ K : \ B D - H B A - P r o j e k t e \ _ D i v _ O r t e \ K a n t o n s s c h u l e n _ A l l g \ 6 0 0 3 9   l   K   A l l g   l   R a h m e n v e r t r a g   P Q M   Q S \ 0 7 _ D i e n s t l _ A u f t r a e g e \ 5 9 8 - 0 1   Q S \ B   B e i l a g e n   Q S \ B 4   A n g a b e n   F a c h s p e z i a l i s t e n t e a m . d o c x ] ] > < / T e x t >  
                 < T e x t   i d = " D o c u m e n t P r o p e r t i e s . D o c u m e n t N a m e " > < ! [ C D A T A [ B 4   A n g a b e n   F a c h s p e z i a l i s t e n t e a m . d o c x ] ] > < / T e x t >  
                 < D a t e T i m e   i d = " D o c u m e n t P r o p e r t i e s . S a v e T i m e s t a m p "   l i d = " D e u t s c h   ( D e u t s c h l a n d ) " > 2 0 2 5 - 0 9 - 2 4 T 0 6 : 1 3 : 5 6 . 3 5 2 0 3 3 7 Z < / D a t e T i m e >  
             < / T o o l b o x >  
         < / D a t a M o d e l >  
     < / C o n t e n t >  
     < T e m p l a t e T r e e   C r e a t i o n M o d e = " P u b l i s h e d " >  
         < T e m p l a t e   t I d = " a 7 6 f 6 3 e 3 - 7 e b 0 - 4 e 2 d - 8 d 3 2 - 6 f b f f a 0 7 3 6 d f "   i n t e r n a l T I d = " a 7 6 f 6 3 e 3 - 7 e b 0 - 4 e 2 d - 8 d 3 2 - 6 f b f f a 0 7 3 6 d f " >  
             < B a s e d O n >  
                 < T e m p l a t e   t I d = " 3 b f e 3 6 9 5 - 1 2 a 0 - 4 7 8 2 - a 5 3 7 - c 9 c b 6 b a 0 a b 6 6 "   i n t e r n a l T I d = " 3 b f e 3 6 9 5 - 1 2 a 0 - 4 7 8 2 - a 5 3 7 - c 9 c b 6 b a 0 a b 6 6 " >  
                     < B a s e d O n >  
                         < T e m p l a t e   t I d = " 3 f 0 1 6 c 9 5 - 6 2 3 7 - 4 1 e 5 - 8 4 0 a - 2 0 1 5 1 e 1 5 4 5 4 6 "   i n t e r n a l T I d = " 3 f 0 1 6 c 9 5 - 6 2 3 7 - 4 1 e 5 - 8 4 0 a - 2 0 1 5 1 e 1 5 4 5 4 6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Props1.xml><?xml version="1.0" encoding="utf-8"?>
<ds:datastoreItem xmlns:ds="http://schemas.openxmlformats.org/officeDocument/2006/customXml" ds:itemID="{695A7FC7-28E4-443B-B76D-7815B477204C}">
  <ds:schemaRefs>
    <ds:schemaRef ds:uri="http://www.w3.org/2001/XMLSchema"/>
    <ds:schemaRef ds:uri="http://schema.oneoffixx.com/OneOffixxFormattingPart/1"/>
    <ds:schemaRef ds:uri=""/>
  </ds:schemaRefs>
</ds:datastoreItem>
</file>

<file path=customXml/itemProps2.xml><?xml version="1.0" encoding="utf-8"?>
<ds:datastoreItem xmlns:ds="http://schemas.openxmlformats.org/officeDocument/2006/customXml" ds:itemID="{2C86EC77-48F1-48B3-A80F-B46C69792A37}">
  <ds:schemaRefs>
    <ds:schemaRef ds:uri="http://www.w3.org/2001/XMLSchema"/>
    <ds:schemaRef ds:uri="http://schema.oneoffixx.com/OneOffixxImageDefinitionPart/1"/>
  </ds:schemaRefs>
</ds:datastoreItem>
</file>

<file path=customXml/itemProps3.xml><?xml version="1.0" encoding="utf-8"?>
<ds:datastoreItem xmlns:ds="http://schemas.openxmlformats.org/officeDocument/2006/customXml" ds:itemID="{425B0489-18D1-4D75-AD60-83FCBE777415}">
  <ds:schemaRefs>
    <ds:schemaRef ds:uri="http://www.w3.org/2001/XMLSchema"/>
    <ds:schemaRef ds:uri="http://schema.oneoffixx.com/OneOffixxExtendedBindingPart/1"/>
  </ds:schemaRefs>
</ds:datastoreItem>
</file>

<file path=customXml/itemProps4.xml><?xml version="1.0" encoding="utf-8"?>
<ds:datastoreItem xmlns:ds="http://schemas.openxmlformats.org/officeDocument/2006/customXml" ds:itemID="{ADDF9495-1D88-46DF-993B-92ED1B57BC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2D3880-A9AF-49A3-A60B-467CCAEA3EC0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09078df7-24ce-433e-8ddb-26ba2db69680.dotx</Template>
  <TotalTime>0</TotalTime>
  <Pages>13</Pages>
  <Words>1449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Gläss Thomas</dc:creator>
  <cp:lastModifiedBy>Gregor Goldinger</cp:lastModifiedBy>
  <cp:revision>37</cp:revision>
  <cp:lastPrinted>2025-09-24T06:13:00Z</cp:lastPrinted>
  <dcterms:created xsi:type="dcterms:W3CDTF">2023-09-26T05:58:00Z</dcterms:created>
  <dcterms:modified xsi:type="dcterms:W3CDTF">2025-09-24T06:13:00Z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